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761" w:rsidRPr="00612CED" w:rsidRDefault="00532761" w:rsidP="009F09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612CED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3</w:t>
      </w:r>
      <w:r w:rsidRPr="00612CED">
        <w:rPr>
          <w:sz w:val="28"/>
          <w:szCs w:val="28"/>
        </w:rPr>
        <w:t xml:space="preserve"> </w:t>
      </w:r>
    </w:p>
    <w:p w:rsidR="00532761" w:rsidRPr="00612CED" w:rsidRDefault="00532761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                        </w:t>
      </w:r>
      <w:r w:rsidRPr="00612CED">
        <w:rPr>
          <w:sz w:val="28"/>
          <w:szCs w:val="28"/>
        </w:rPr>
        <w:tab/>
        <w:t xml:space="preserve">к решению Совета Маякского </w:t>
      </w:r>
    </w:p>
    <w:p w:rsidR="00532761" w:rsidRPr="00612CED" w:rsidRDefault="00532761" w:rsidP="009F0947">
      <w:pPr>
        <w:ind w:left="4956"/>
        <w:rPr>
          <w:sz w:val="28"/>
          <w:szCs w:val="28"/>
        </w:rPr>
      </w:pPr>
      <w:r w:rsidRPr="00612CED">
        <w:rPr>
          <w:sz w:val="28"/>
          <w:szCs w:val="28"/>
        </w:rPr>
        <w:t xml:space="preserve">сельского поселения Отрадненского района                                                                                  </w:t>
      </w:r>
    </w:p>
    <w:p w:rsidR="00532761" w:rsidRPr="00612CED" w:rsidRDefault="00532761" w:rsidP="009F0947">
      <w:pPr>
        <w:rPr>
          <w:sz w:val="28"/>
          <w:szCs w:val="28"/>
        </w:rPr>
      </w:pPr>
      <w:r w:rsidRPr="00612CED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</w:t>
      </w:r>
      <w:r w:rsidRPr="00612CED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_____________________ </w:t>
      </w:r>
      <w:r w:rsidRPr="00612CE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____</w:t>
      </w:r>
    </w:p>
    <w:p w:rsidR="00532761" w:rsidRPr="00612CED" w:rsidRDefault="00532761" w:rsidP="009F0947">
      <w:pPr>
        <w:pStyle w:val="Header"/>
        <w:tabs>
          <w:tab w:val="left" w:pos="4800"/>
        </w:tabs>
        <w:ind w:left="4800"/>
      </w:pPr>
    </w:p>
    <w:p w:rsidR="00532761" w:rsidRPr="00612CED" w:rsidRDefault="00532761" w:rsidP="009F0947">
      <w:pPr>
        <w:pStyle w:val="Header"/>
        <w:tabs>
          <w:tab w:val="left" w:pos="4800"/>
        </w:tabs>
        <w:ind w:left="4800"/>
      </w:pPr>
    </w:p>
    <w:p w:rsidR="00532761" w:rsidRPr="00612CED" w:rsidRDefault="00532761" w:rsidP="009F0947">
      <w:pPr>
        <w:pStyle w:val="Header"/>
        <w:tabs>
          <w:tab w:val="left" w:pos="4800"/>
        </w:tabs>
        <w:ind w:left="4800"/>
      </w:pPr>
    </w:p>
    <w:p w:rsidR="00532761" w:rsidRDefault="00532761"/>
    <w:tbl>
      <w:tblPr>
        <w:tblW w:w="13179" w:type="dxa"/>
        <w:tblInd w:w="-106" w:type="dxa"/>
        <w:tblLook w:val="0000"/>
      </w:tblPr>
      <w:tblGrid>
        <w:gridCol w:w="13179"/>
      </w:tblGrid>
      <w:tr w:rsidR="00532761" w:rsidRPr="009824A1" w:rsidTr="009E7458">
        <w:trPr>
          <w:trHeight w:val="810"/>
        </w:trPr>
        <w:tc>
          <w:tcPr>
            <w:tcW w:w="13179" w:type="dxa"/>
            <w:vAlign w:val="bottom"/>
          </w:tcPr>
          <w:p w:rsidR="00532761" w:rsidRPr="009824A1" w:rsidRDefault="00532761" w:rsidP="00D93543">
            <w:pPr>
              <w:tabs>
                <w:tab w:val="left" w:pos="8771"/>
              </w:tabs>
              <w:ind w:right="317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Pr="005904F7">
              <w:rPr>
                <w:b/>
                <w:bCs/>
                <w:sz w:val="28"/>
                <w:szCs w:val="28"/>
              </w:rPr>
              <w:t>бъем поступлений доходов в  бюджет Маякского сельского поселения  Отрадненского района по кодам видов (подвидов) доходов на 20</w:t>
            </w:r>
            <w:r>
              <w:rPr>
                <w:b/>
                <w:bCs/>
                <w:sz w:val="28"/>
                <w:szCs w:val="28"/>
              </w:rPr>
              <w:t>21</w:t>
            </w:r>
            <w:r w:rsidRPr="005904F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532761" w:rsidRPr="00506C4A" w:rsidRDefault="00532761" w:rsidP="009F0947">
      <w:pPr>
        <w:spacing w:line="360" w:lineRule="auto"/>
        <w:jc w:val="center"/>
      </w:pPr>
      <w:r>
        <w:t xml:space="preserve">                                                                                                                                             </w:t>
      </w:r>
      <w:r w:rsidRPr="00506C4A">
        <w:t xml:space="preserve">(рублей)                                   </w:t>
      </w:r>
    </w:p>
    <w:tbl>
      <w:tblPr>
        <w:tblW w:w="100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34"/>
        <w:gridCol w:w="4961"/>
        <w:gridCol w:w="1842"/>
      </w:tblGrid>
      <w:tr w:rsidR="00532761" w:rsidRPr="009824A1" w:rsidTr="00840A41">
        <w:tc>
          <w:tcPr>
            <w:tcW w:w="3234" w:type="dxa"/>
            <w:vAlign w:val="center"/>
          </w:tcPr>
          <w:p w:rsidR="00532761" w:rsidRPr="009824A1" w:rsidRDefault="00532761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961" w:type="dxa"/>
            <w:vAlign w:val="center"/>
          </w:tcPr>
          <w:p w:rsidR="00532761" w:rsidRPr="009824A1" w:rsidRDefault="00532761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Наименование дохода</w:t>
            </w:r>
          </w:p>
        </w:tc>
        <w:tc>
          <w:tcPr>
            <w:tcW w:w="1842" w:type="dxa"/>
            <w:vAlign w:val="center"/>
          </w:tcPr>
          <w:p w:rsidR="00532761" w:rsidRPr="009824A1" w:rsidRDefault="00532761" w:rsidP="00840A41">
            <w:pPr>
              <w:jc w:val="center"/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32761" w:rsidRPr="009824A1" w:rsidTr="00840A41">
        <w:tc>
          <w:tcPr>
            <w:tcW w:w="3234" w:type="dxa"/>
          </w:tcPr>
          <w:p w:rsidR="00532761" w:rsidRPr="009824A1" w:rsidRDefault="00532761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961" w:type="dxa"/>
          </w:tcPr>
          <w:p w:rsidR="00532761" w:rsidRPr="009824A1" w:rsidRDefault="00532761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</w:tcPr>
          <w:p w:rsidR="00532761" w:rsidRPr="009824A1" w:rsidRDefault="00532761" w:rsidP="002A109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3 742 100,0</w:t>
            </w:r>
          </w:p>
        </w:tc>
      </w:tr>
      <w:tr w:rsidR="00532761" w:rsidRPr="009824A1" w:rsidTr="00840A41">
        <w:tc>
          <w:tcPr>
            <w:tcW w:w="3234" w:type="dxa"/>
          </w:tcPr>
          <w:p w:rsidR="00532761" w:rsidRPr="009824A1" w:rsidRDefault="0053276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961" w:type="dxa"/>
          </w:tcPr>
          <w:p w:rsidR="00532761" w:rsidRPr="009824A1" w:rsidRDefault="0053276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532761" w:rsidRPr="009824A1" w:rsidRDefault="0053276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312 000,0</w:t>
            </w:r>
          </w:p>
        </w:tc>
      </w:tr>
      <w:tr w:rsidR="00532761" w:rsidRPr="009824A1" w:rsidTr="00840A41">
        <w:tc>
          <w:tcPr>
            <w:tcW w:w="3234" w:type="dxa"/>
          </w:tcPr>
          <w:p w:rsidR="00532761" w:rsidRPr="009824A1" w:rsidRDefault="0053276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1 03 02230 01 0000 110</w:t>
            </w:r>
          </w:p>
          <w:p w:rsidR="00532761" w:rsidRPr="009824A1" w:rsidRDefault="00532761" w:rsidP="00840A41">
            <w:pPr>
              <w:rPr>
                <w:sz w:val="28"/>
                <w:szCs w:val="28"/>
              </w:rPr>
            </w:pPr>
          </w:p>
          <w:p w:rsidR="00532761" w:rsidRPr="009824A1" w:rsidRDefault="0053276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1 03 02240 01 0000 110</w:t>
            </w:r>
          </w:p>
          <w:p w:rsidR="00532761" w:rsidRPr="009824A1" w:rsidRDefault="00532761" w:rsidP="00840A41">
            <w:pPr>
              <w:rPr>
                <w:sz w:val="28"/>
                <w:szCs w:val="28"/>
              </w:rPr>
            </w:pPr>
          </w:p>
          <w:p w:rsidR="00532761" w:rsidRPr="009824A1" w:rsidRDefault="0053276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1 03 02250 01 0000 110</w:t>
            </w:r>
          </w:p>
          <w:p w:rsidR="00532761" w:rsidRPr="009824A1" w:rsidRDefault="00532761" w:rsidP="00840A41">
            <w:pPr>
              <w:rPr>
                <w:sz w:val="28"/>
                <w:szCs w:val="28"/>
              </w:rPr>
            </w:pPr>
          </w:p>
          <w:p w:rsidR="00532761" w:rsidRPr="009824A1" w:rsidRDefault="0053276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961" w:type="dxa"/>
          </w:tcPr>
          <w:p w:rsidR="00532761" w:rsidRPr="009824A1" w:rsidRDefault="0053276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  <w:r w:rsidRPr="009824A1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 xml:space="preserve">уплаты </w:t>
            </w:r>
            <w:r w:rsidRPr="009824A1">
              <w:rPr>
                <w:sz w:val="28"/>
                <w:szCs w:val="28"/>
              </w:rPr>
              <w:t xml:space="preserve">акцизов на дизельное топливо, моторные масла для дизельных и (или) карбюраторных (инжекторных) двигателей, </w:t>
            </w:r>
            <w:r>
              <w:rPr>
                <w:sz w:val="28"/>
                <w:szCs w:val="28"/>
              </w:rPr>
              <w:t xml:space="preserve">автомобильный бензин,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  <w:tc>
          <w:tcPr>
            <w:tcW w:w="1842" w:type="dxa"/>
          </w:tcPr>
          <w:p w:rsidR="00532761" w:rsidRPr="009824A1" w:rsidRDefault="00532761" w:rsidP="00D70F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2 527 100,0</w:t>
            </w:r>
          </w:p>
        </w:tc>
      </w:tr>
      <w:tr w:rsidR="00532761" w:rsidRPr="009824A1" w:rsidTr="00840A41">
        <w:tc>
          <w:tcPr>
            <w:tcW w:w="3234" w:type="dxa"/>
          </w:tcPr>
          <w:p w:rsidR="00532761" w:rsidRPr="009824A1" w:rsidRDefault="0053276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1 05 03000 01 0000 110</w:t>
            </w:r>
          </w:p>
        </w:tc>
        <w:tc>
          <w:tcPr>
            <w:tcW w:w="4961" w:type="dxa"/>
          </w:tcPr>
          <w:p w:rsidR="00532761" w:rsidRPr="009824A1" w:rsidRDefault="0053276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2" w:type="dxa"/>
          </w:tcPr>
          <w:p w:rsidR="00532761" w:rsidRPr="009824A1" w:rsidRDefault="0053276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56 000,0</w:t>
            </w:r>
          </w:p>
        </w:tc>
      </w:tr>
      <w:tr w:rsidR="00532761" w:rsidRPr="009824A1" w:rsidTr="00840A41">
        <w:tc>
          <w:tcPr>
            <w:tcW w:w="3234" w:type="dxa"/>
          </w:tcPr>
          <w:p w:rsidR="00532761" w:rsidRPr="009824A1" w:rsidRDefault="0053276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1 06 01030 10 0000 110</w:t>
            </w:r>
          </w:p>
        </w:tc>
        <w:tc>
          <w:tcPr>
            <w:tcW w:w="4961" w:type="dxa"/>
          </w:tcPr>
          <w:p w:rsidR="00532761" w:rsidRPr="009824A1" w:rsidRDefault="00532761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9824A1">
              <w:rPr>
                <w:sz w:val="28"/>
                <w:szCs w:val="28"/>
              </w:rPr>
              <w:t>поселений</w:t>
            </w:r>
          </w:p>
        </w:tc>
        <w:tc>
          <w:tcPr>
            <w:tcW w:w="1842" w:type="dxa"/>
          </w:tcPr>
          <w:p w:rsidR="00532761" w:rsidRPr="009824A1" w:rsidRDefault="0053276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Pr="009824A1">
              <w:rPr>
                <w:sz w:val="28"/>
                <w:szCs w:val="28"/>
              </w:rPr>
              <w:t xml:space="preserve"> 000,0</w:t>
            </w:r>
          </w:p>
        </w:tc>
      </w:tr>
      <w:tr w:rsidR="00532761" w:rsidRPr="009824A1" w:rsidTr="00840A41">
        <w:tc>
          <w:tcPr>
            <w:tcW w:w="3234" w:type="dxa"/>
          </w:tcPr>
          <w:p w:rsidR="00532761" w:rsidRPr="009824A1" w:rsidRDefault="00532761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06033 10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532761" w:rsidRPr="009824A1" w:rsidRDefault="00532761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532761" w:rsidRPr="009824A1" w:rsidRDefault="0053276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605 </w:t>
            </w:r>
            <w:r w:rsidRPr="009824A1">
              <w:rPr>
                <w:sz w:val="28"/>
                <w:szCs w:val="28"/>
              </w:rPr>
              <w:t>000,0</w:t>
            </w:r>
          </w:p>
        </w:tc>
      </w:tr>
      <w:tr w:rsidR="00532761" w:rsidRPr="009824A1" w:rsidTr="00840A41">
        <w:tc>
          <w:tcPr>
            <w:tcW w:w="3234" w:type="dxa"/>
          </w:tcPr>
          <w:p w:rsidR="00532761" w:rsidRPr="009824A1" w:rsidRDefault="00532761" w:rsidP="00265A1E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 xml:space="preserve">1 06 </w:t>
            </w:r>
            <w:r>
              <w:rPr>
                <w:sz w:val="28"/>
                <w:szCs w:val="28"/>
              </w:rPr>
              <w:t>06043 10</w:t>
            </w:r>
            <w:r w:rsidRPr="009824A1">
              <w:rPr>
                <w:sz w:val="28"/>
                <w:szCs w:val="28"/>
              </w:rPr>
              <w:t xml:space="preserve"> 0000 110</w:t>
            </w:r>
          </w:p>
        </w:tc>
        <w:tc>
          <w:tcPr>
            <w:tcW w:w="4961" w:type="dxa"/>
          </w:tcPr>
          <w:p w:rsidR="00532761" w:rsidRPr="009824A1" w:rsidRDefault="00532761" w:rsidP="00840A41">
            <w:pPr>
              <w:rPr>
                <w:sz w:val="28"/>
                <w:szCs w:val="28"/>
              </w:rPr>
            </w:pPr>
            <w:r w:rsidRPr="001804CF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2" w:type="dxa"/>
          </w:tcPr>
          <w:p w:rsidR="00532761" w:rsidRPr="009824A1" w:rsidRDefault="0053276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133 000,0</w:t>
            </w:r>
          </w:p>
        </w:tc>
      </w:tr>
      <w:tr w:rsidR="00532761" w:rsidRPr="009824A1" w:rsidTr="00840A41">
        <w:tc>
          <w:tcPr>
            <w:tcW w:w="3234" w:type="dxa"/>
          </w:tcPr>
          <w:p w:rsidR="00532761" w:rsidRPr="009824A1" w:rsidRDefault="0053276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1 11 05035 10 0000 120</w:t>
            </w:r>
          </w:p>
        </w:tc>
        <w:tc>
          <w:tcPr>
            <w:tcW w:w="4961" w:type="dxa"/>
          </w:tcPr>
          <w:p w:rsidR="00532761" w:rsidRPr="009824A1" w:rsidRDefault="00532761" w:rsidP="00840A41">
            <w:pPr>
              <w:jc w:val="both"/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842" w:type="dxa"/>
          </w:tcPr>
          <w:p w:rsidR="00532761" w:rsidRPr="009824A1" w:rsidRDefault="0053276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4</w:t>
            </w:r>
            <w:r w:rsidRPr="009824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9824A1">
              <w:rPr>
                <w:sz w:val="28"/>
                <w:szCs w:val="28"/>
              </w:rPr>
              <w:t>0,0</w:t>
            </w:r>
          </w:p>
          <w:p w:rsidR="00532761" w:rsidRPr="009824A1" w:rsidRDefault="00532761" w:rsidP="00840A41">
            <w:pPr>
              <w:rPr>
                <w:sz w:val="28"/>
                <w:szCs w:val="28"/>
              </w:rPr>
            </w:pPr>
          </w:p>
          <w:p w:rsidR="00532761" w:rsidRPr="009824A1" w:rsidRDefault="00532761" w:rsidP="00840A41">
            <w:pPr>
              <w:rPr>
                <w:sz w:val="28"/>
                <w:szCs w:val="28"/>
              </w:rPr>
            </w:pPr>
          </w:p>
          <w:p w:rsidR="00532761" w:rsidRPr="009824A1" w:rsidRDefault="00532761" w:rsidP="00840A41">
            <w:pPr>
              <w:rPr>
                <w:sz w:val="28"/>
                <w:szCs w:val="28"/>
              </w:rPr>
            </w:pPr>
          </w:p>
        </w:tc>
      </w:tr>
      <w:tr w:rsidR="00532761" w:rsidRPr="009824A1" w:rsidTr="00840A41">
        <w:tc>
          <w:tcPr>
            <w:tcW w:w="3234" w:type="dxa"/>
          </w:tcPr>
          <w:p w:rsidR="00532761" w:rsidRPr="009824A1" w:rsidRDefault="00532761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961" w:type="dxa"/>
          </w:tcPr>
          <w:p w:rsidR="00532761" w:rsidRPr="009824A1" w:rsidRDefault="00532761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2" w:type="dxa"/>
          </w:tcPr>
          <w:p w:rsidR="00532761" w:rsidRPr="009824A1" w:rsidRDefault="00532761" w:rsidP="005F1FB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7 540 330,0 </w:t>
            </w:r>
          </w:p>
        </w:tc>
      </w:tr>
      <w:tr w:rsidR="00532761" w:rsidRPr="009824A1" w:rsidTr="00C31477">
        <w:trPr>
          <w:trHeight w:val="1044"/>
        </w:trPr>
        <w:tc>
          <w:tcPr>
            <w:tcW w:w="3234" w:type="dxa"/>
          </w:tcPr>
          <w:p w:rsidR="00532761" w:rsidRPr="009824A1" w:rsidRDefault="00532761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532761" w:rsidRPr="009824A1" w:rsidRDefault="00532761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Дотации бюджетам поселений на выравнивание бюджетной обеспеченности *</w:t>
            </w:r>
          </w:p>
        </w:tc>
        <w:tc>
          <w:tcPr>
            <w:tcW w:w="1842" w:type="dxa"/>
          </w:tcPr>
          <w:p w:rsidR="00532761" w:rsidRPr="009824A1" w:rsidRDefault="0053276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5 082 900,0</w:t>
            </w:r>
          </w:p>
        </w:tc>
      </w:tr>
      <w:tr w:rsidR="00532761" w:rsidRPr="009824A1" w:rsidTr="00840A41">
        <w:trPr>
          <w:trHeight w:val="396"/>
        </w:trPr>
        <w:tc>
          <w:tcPr>
            <w:tcW w:w="3234" w:type="dxa"/>
          </w:tcPr>
          <w:p w:rsidR="00532761" w:rsidRDefault="0053276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2 02 20000 00 0000 150</w:t>
            </w:r>
          </w:p>
        </w:tc>
        <w:tc>
          <w:tcPr>
            <w:tcW w:w="4961" w:type="dxa"/>
          </w:tcPr>
          <w:p w:rsidR="00532761" w:rsidRDefault="0053276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 бюджетам сельских поселений</w:t>
            </w:r>
          </w:p>
        </w:tc>
        <w:tc>
          <w:tcPr>
            <w:tcW w:w="1842" w:type="dxa"/>
          </w:tcPr>
          <w:p w:rsidR="00532761" w:rsidRDefault="0053276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2 205 700,0</w:t>
            </w:r>
          </w:p>
        </w:tc>
      </w:tr>
      <w:tr w:rsidR="00532761" w:rsidRPr="009824A1" w:rsidTr="00840A41">
        <w:tc>
          <w:tcPr>
            <w:tcW w:w="3234" w:type="dxa"/>
          </w:tcPr>
          <w:p w:rsidR="00532761" w:rsidRPr="009824A1" w:rsidRDefault="00532761" w:rsidP="00840A4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Pr="009824A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9824A1">
              <w:rPr>
                <w:sz w:val="28"/>
                <w:szCs w:val="28"/>
              </w:rPr>
              <w:t>000 00 0000 15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961" w:type="dxa"/>
          </w:tcPr>
          <w:p w:rsidR="00532761" w:rsidRPr="009824A1" w:rsidRDefault="00532761" w:rsidP="00840A41">
            <w:pPr>
              <w:rPr>
                <w:b/>
                <w:bCs/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Субвенции бюджетам субъектов Российской Федерации и муниципальных организаций *</w:t>
            </w:r>
          </w:p>
        </w:tc>
        <w:tc>
          <w:tcPr>
            <w:tcW w:w="1842" w:type="dxa"/>
          </w:tcPr>
          <w:p w:rsidR="00532761" w:rsidRPr="009824A1" w:rsidRDefault="00532761" w:rsidP="00D93543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 90 100,0</w:t>
            </w:r>
          </w:p>
        </w:tc>
      </w:tr>
      <w:tr w:rsidR="00532761" w:rsidRPr="009824A1" w:rsidTr="00840A41">
        <w:tc>
          <w:tcPr>
            <w:tcW w:w="3234" w:type="dxa"/>
          </w:tcPr>
          <w:p w:rsidR="00532761" w:rsidRPr="009824A1" w:rsidRDefault="0053276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2 02 40000 00 0000 150</w:t>
            </w:r>
          </w:p>
        </w:tc>
        <w:tc>
          <w:tcPr>
            <w:tcW w:w="4961" w:type="dxa"/>
          </w:tcPr>
          <w:p w:rsidR="00532761" w:rsidRPr="009824A1" w:rsidRDefault="00532761" w:rsidP="00840A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842" w:type="dxa"/>
          </w:tcPr>
          <w:p w:rsidR="00532761" w:rsidRDefault="00532761" w:rsidP="005F1F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161 630,0</w:t>
            </w:r>
          </w:p>
        </w:tc>
      </w:tr>
      <w:tr w:rsidR="00532761" w:rsidRPr="009824A1" w:rsidTr="00840A41">
        <w:trPr>
          <w:trHeight w:val="248"/>
        </w:trPr>
        <w:tc>
          <w:tcPr>
            <w:tcW w:w="3234" w:type="dxa"/>
          </w:tcPr>
          <w:p w:rsidR="00532761" w:rsidRPr="009824A1" w:rsidRDefault="00532761" w:rsidP="00840A41">
            <w:pPr>
              <w:rPr>
                <w:sz w:val="28"/>
                <w:szCs w:val="28"/>
              </w:rPr>
            </w:pPr>
            <w:r w:rsidRPr="009824A1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4961" w:type="dxa"/>
          </w:tcPr>
          <w:p w:rsidR="00532761" w:rsidRPr="009824A1" w:rsidRDefault="00532761" w:rsidP="00840A4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532761" w:rsidRPr="0064467E" w:rsidRDefault="00532761" w:rsidP="005F1FB5">
            <w:pPr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11 282 430,0</w:t>
            </w:r>
          </w:p>
        </w:tc>
      </w:tr>
      <w:tr w:rsidR="00532761" w:rsidRPr="009824A1" w:rsidTr="00840A41">
        <w:trPr>
          <w:trHeight w:val="248"/>
        </w:trPr>
        <w:tc>
          <w:tcPr>
            <w:tcW w:w="10037" w:type="dxa"/>
            <w:gridSpan w:val="3"/>
          </w:tcPr>
          <w:p w:rsidR="00532761" w:rsidRDefault="00532761" w:rsidP="00840A41">
            <w:pPr>
              <w:rPr>
                <w:sz w:val="28"/>
                <w:szCs w:val="28"/>
              </w:rPr>
            </w:pPr>
          </w:p>
          <w:p w:rsidR="00532761" w:rsidRPr="009824A1" w:rsidRDefault="00532761" w:rsidP="00840A41">
            <w:pPr>
              <w:rPr>
                <w:sz w:val="28"/>
                <w:szCs w:val="28"/>
              </w:rPr>
            </w:pPr>
            <w:r w:rsidRPr="009824A1">
              <w:rPr>
                <w:sz w:val="28"/>
                <w:szCs w:val="28"/>
              </w:rPr>
              <w:t>По видам и подвидам доходов,</w:t>
            </w:r>
            <w:r>
              <w:rPr>
                <w:sz w:val="28"/>
                <w:szCs w:val="28"/>
              </w:rPr>
              <w:t xml:space="preserve"> входящим в соответствующий груп</w:t>
            </w:r>
            <w:r w:rsidRPr="009824A1">
              <w:rPr>
                <w:sz w:val="28"/>
                <w:szCs w:val="28"/>
              </w:rPr>
              <w:t>пировочный код бюджетной классификации, зачисленным в бюджет Маякского сельского поселения Отрадненского района в соответствии с законодательством Российской Федерации</w:t>
            </w:r>
          </w:p>
        </w:tc>
      </w:tr>
    </w:tbl>
    <w:p w:rsidR="00532761" w:rsidRDefault="00532761"/>
    <w:p w:rsidR="00532761" w:rsidRDefault="00532761"/>
    <w:p w:rsidR="00532761" w:rsidRDefault="00532761"/>
    <w:tbl>
      <w:tblPr>
        <w:tblW w:w="10080" w:type="dxa"/>
        <w:tblInd w:w="-72" w:type="dxa"/>
        <w:tblLook w:val="00A0"/>
      </w:tblPr>
      <w:tblGrid>
        <w:gridCol w:w="6436"/>
        <w:gridCol w:w="3644"/>
      </w:tblGrid>
      <w:tr w:rsidR="00532761" w:rsidTr="00D70FB2">
        <w:tc>
          <w:tcPr>
            <w:tcW w:w="6436" w:type="dxa"/>
            <w:vAlign w:val="bottom"/>
          </w:tcPr>
          <w:p w:rsidR="00532761" w:rsidRDefault="0053276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Глава  Маякского сельского</w:t>
            </w:r>
          </w:p>
          <w:p w:rsidR="00532761" w:rsidRDefault="00532761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Отрадненского района</w:t>
            </w:r>
          </w:p>
        </w:tc>
        <w:tc>
          <w:tcPr>
            <w:tcW w:w="3644" w:type="dxa"/>
            <w:vAlign w:val="bottom"/>
          </w:tcPr>
          <w:p w:rsidR="00532761" w:rsidRDefault="00532761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А.М.Бардаков</w:t>
            </w:r>
          </w:p>
        </w:tc>
      </w:tr>
    </w:tbl>
    <w:p w:rsidR="00532761" w:rsidRDefault="00532761">
      <w:bookmarkStart w:id="0" w:name="_GoBack"/>
      <w:bookmarkEnd w:id="0"/>
    </w:p>
    <w:sectPr w:rsidR="00532761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947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52E0F"/>
    <w:rsid w:val="000607E6"/>
    <w:rsid w:val="000646BB"/>
    <w:rsid w:val="00070AD4"/>
    <w:rsid w:val="00076B8F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292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3274"/>
    <w:rsid w:val="001372E1"/>
    <w:rsid w:val="00137DE1"/>
    <w:rsid w:val="00140763"/>
    <w:rsid w:val="001410FB"/>
    <w:rsid w:val="001440AB"/>
    <w:rsid w:val="00153D40"/>
    <w:rsid w:val="001566B1"/>
    <w:rsid w:val="00160E9C"/>
    <w:rsid w:val="00165A91"/>
    <w:rsid w:val="00170094"/>
    <w:rsid w:val="00171D23"/>
    <w:rsid w:val="0017750A"/>
    <w:rsid w:val="001804CF"/>
    <w:rsid w:val="0018053C"/>
    <w:rsid w:val="001847BA"/>
    <w:rsid w:val="00187E33"/>
    <w:rsid w:val="0019037F"/>
    <w:rsid w:val="0019174D"/>
    <w:rsid w:val="00192E63"/>
    <w:rsid w:val="00193F5C"/>
    <w:rsid w:val="001943FD"/>
    <w:rsid w:val="00194DAC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576F"/>
    <w:rsid w:val="001F6C37"/>
    <w:rsid w:val="001F7524"/>
    <w:rsid w:val="00202115"/>
    <w:rsid w:val="0020299D"/>
    <w:rsid w:val="00206A44"/>
    <w:rsid w:val="00206B64"/>
    <w:rsid w:val="00207F5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65A1E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1095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01C4"/>
    <w:rsid w:val="0030337C"/>
    <w:rsid w:val="00304F04"/>
    <w:rsid w:val="00305253"/>
    <w:rsid w:val="0030710E"/>
    <w:rsid w:val="0031165F"/>
    <w:rsid w:val="0031653D"/>
    <w:rsid w:val="00320C29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0619"/>
    <w:rsid w:val="00362F8D"/>
    <w:rsid w:val="00363B51"/>
    <w:rsid w:val="00363B97"/>
    <w:rsid w:val="00365169"/>
    <w:rsid w:val="00365E1B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1E98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0511D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47B48"/>
    <w:rsid w:val="004530C5"/>
    <w:rsid w:val="004564CF"/>
    <w:rsid w:val="00470679"/>
    <w:rsid w:val="004750B5"/>
    <w:rsid w:val="00481698"/>
    <w:rsid w:val="00483B94"/>
    <w:rsid w:val="00487967"/>
    <w:rsid w:val="00490E33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D2BC7"/>
    <w:rsid w:val="004E1176"/>
    <w:rsid w:val="004E3307"/>
    <w:rsid w:val="004E3CEA"/>
    <w:rsid w:val="004E461F"/>
    <w:rsid w:val="004E77FD"/>
    <w:rsid w:val="004F06AE"/>
    <w:rsid w:val="004F31A8"/>
    <w:rsid w:val="004F726C"/>
    <w:rsid w:val="00502E10"/>
    <w:rsid w:val="00504D9D"/>
    <w:rsid w:val="00505DF1"/>
    <w:rsid w:val="00506C38"/>
    <w:rsid w:val="00506C4A"/>
    <w:rsid w:val="00510806"/>
    <w:rsid w:val="00512840"/>
    <w:rsid w:val="00512B85"/>
    <w:rsid w:val="00512E68"/>
    <w:rsid w:val="00513743"/>
    <w:rsid w:val="00521705"/>
    <w:rsid w:val="00522B17"/>
    <w:rsid w:val="00524F60"/>
    <w:rsid w:val="0053023A"/>
    <w:rsid w:val="0053087E"/>
    <w:rsid w:val="00532761"/>
    <w:rsid w:val="00533A25"/>
    <w:rsid w:val="00533B33"/>
    <w:rsid w:val="00533BFB"/>
    <w:rsid w:val="00536145"/>
    <w:rsid w:val="00536A2A"/>
    <w:rsid w:val="00542C8C"/>
    <w:rsid w:val="0054405C"/>
    <w:rsid w:val="00544475"/>
    <w:rsid w:val="00544B51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87311"/>
    <w:rsid w:val="005904F7"/>
    <w:rsid w:val="0059228D"/>
    <w:rsid w:val="005959D7"/>
    <w:rsid w:val="00597814"/>
    <w:rsid w:val="005A1D67"/>
    <w:rsid w:val="005A30BC"/>
    <w:rsid w:val="005A3A56"/>
    <w:rsid w:val="005A6836"/>
    <w:rsid w:val="005B104C"/>
    <w:rsid w:val="005B2746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1FB5"/>
    <w:rsid w:val="005F2C41"/>
    <w:rsid w:val="005F3B4F"/>
    <w:rsid w:val="006032D4"/>
    <w:rsid w:val="00607ED6"/>
    <w:rsid w:val="00610E7C"/>
    <w:rsid w:val="00611101"/>
    <w:rsid w:val="00611B1D"/>
    <w:rsid w:val="00611BC2"/>
    <w:rsid w:val="00612CED"/>
    <w:rsid w:val="00630A28"/>
    <w:rsid w:val="00632957"/>
    <w:rsid w:val="00632E71"/>
    <w:rsid w:val="0063419E"/>
    <w:rsid w:val="006366FB"/>
    <w:rsid w:val="00637613"/>
    <w:rsid w:val="0064467E"/>
    <w:rsid w:val="00646DB3"/>
    <w:rsid w:val="006511A7"/>
    <w:rsid w:val="006523F4"/>
    <w:rsid w:val="00655DDB"/>
    <w:rsid w:val="00656250"/>
    <w:rsid w:val="00656E18"/>
    <w:rsid w:val="006579C7"/>
    <w:rsid w:val="00657ACE"/>
    <w:rsid w:val="006600A4"/>
    <w:rsid w:val="00663DD0"/>
    <w:rsid w:val="00666433"/>
    <w:rsid w:val="00673C2D"/>
    <w:rsid w:val="00677C6C"/>
    <w:rsid w:val="00682438"/>
    <w:rsid w:val="00687B1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0A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34C6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77475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0A41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3121"/>
    <w:rsid w:val="008A46D5"/>
    <w:rsid w:val="008A66E9"/>
    <w:rsid w:val="008A7EE0"/>
    <w:rsid w:val="008C0782"/>
    <w:rsid w:val="008C15F7"/>
    <w:rsid w:val="008C3919"/>
    <w:rsid w:val="008C448C"/>
    <w:rsid w:val="008C48E6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3B89"/>
    <w:rsid w:val="00980A60"/>
    <w:rsid w:val="009824A1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E7458"/>
    <w:rsid w:val="009F0287"/>
    <w:rsid w:val="009F0947"/>
    <w:rsid w:val="009F41C2"/>
    <w:rsid w:val="009F5E11"/>
    <w:rsid w:val="00A027E0"/>
    <w:rsid w:val="00A125E0"/>
    <w:rsid w:val="00A13428"/>
    <w:rsid w:val="00A21878"/>
    <w:rsid w:val="00A23C04"/>
    <w:rsid w:val="00A25EE9"/>
    <w:rsid w:val="00A27C92"/>
    <w:rsid w:val="00A31E15"/>
    <w:rsid w:val="00A31EAE"/>
    <w:rsid w:val="00A334E1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6C4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6C17"/>
    <w:rsid w:val="00B16C25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087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477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3E8"/>
    <w:rsid w:val="00C6453B"/>
    <w:rsid w:val="00C6679B"/>
    <w:rsid w:val="00C67E5C"/>
    <w:rsid w:val="00C72D26"/>
    <w:rsid w:val="00C72ED7"/>
    <w:rsid w:val="00C76218"/>
    <w:rsid w:val="00C76C0D"/>
    <w:rsid w:val="00C8018E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0E92"/>
    <w:rsid w:val="00CA3138"/>
    <w:rsid w:val="00CA3BEE"/>
    <w:rsid w:val="00CA5A41"/>
    <w:rsid w:val="00CB05D7"/>
    <w:rsid w:val="00CB0D54"/>
    <w:rsid w:val="00CB6C3F"/>
    <w:rsid w:val="00CC4704"/>
    <w:rsid w:val="00CC5088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0CE"/>
    <w:rsid w:val="00CF2E23"/>
    <w:rsid w:val="00CF2FE5"/>
    <w:rsid w:val="00D002CE"/>
    <w:rsid w:val="00D01313"/>
    <w:rsid w:val="00D021CC"/>
    <w:rsid w:val="00D10781"/>
    <w:rsid w:val="00D10C92"/>
    <w:rsid w:val="00D11C9B"/>
    <w:rsid w:val="00D1249E"/>
    <w:rsid w:val="00D1508A"/>
    <w:rsid w:val="00D1512B"/>
    <w:rsid w:val="00D15E46"/>
    <w:rsid w:val="00D214D6"/>
    <w:rsid w:val="00D34449"/>
    <w:rsid w:val="00D416F7"/>
    <w:rsid w:val="00D4361E"/>
    <w:rsid w:val="00D5671B"/>
    <w:rsid w:val="00D62C7E"/>
    <w:rsid w:val="00D64D43"/>
    <w:rsid w:val="00D64DF0"/>
    <w:rsid w:val="00D66EF7"/>
    <w:rsid w:val="00D70FB2"/>
    <w:rsid w:val="00D73B71"/>
    <w:rsid w:val="00D74A49"/>
    <w:rsid w:val="00D820F6"/>
    <w:rsid w:val="00D878A8"/>
    <w:rsid w:val="00D91794"/>
    <w:rsid w:val="00D91B48"/>
    <w:rsid w:val="00D91DBB"/>
    <w:rsid w:val="00D93543"/>
    <w:rsid w:val="00D94442"/>
    <w:rsid w:val="00D94536"/>
    <w:rsid w:val="00DA02BC"/>
    <w:rsid w:val="00DA1660"/>
    <w:rsid w:val="00DA2026"/>
    <w:rsid w:val="00DA4149"/>
    <w:rsid w:val="00DA7214"/>
    <w:rsid w:val="00DB3581"/>
    <w:rsid w:val="00DB4DEB"/>
    <w:rsid w:val="00DB794E"/>
    <w:rsid w:val="00DC100D"/>
    <w:rsid w:val="00DC5557"/>
    <w:rsid w:val="00DC68F4"/>
    <w:rsid w:val="00DC7A4A"/>
    <w:rsid w:val="00DD3EEB"/>
    <w:rsid w:val="00DD49E9"/>
    <w:rsid w:val="00DD5393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132F7"/>
    <w:rsid w:val="00E21EFE"/>
    <w:rsid w:val="00E24391"/>
    <w:rsid w:val="00E24557"/>
    <w:rsid w:val="00E26A92"/>
    <w:rsid w:val="00E30C3E"/>
    <w:rsid w:val="00E32E6B"/>
    <w:rsid w:val="00E35E1C"/>
    <w:rsid w:val="00E369FC"/>
    <w:rsid w:val="00E43FE0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42E"/>
    <w:rsid w:val="00E72D05"/>
    <w:rsid w:val="00E73E6A"/>
    <w:rsid w:val="00E76FFD"/>
    <w:rsid w:val="00E777BA"/>
    <w:rsid w:val="00E828A0"/>
    <w:rsid w:val="00E868E9"/>
    <w:rsid w:val="00E90392"/>
    <w:rsid w:val="00E95B93"/>
    <w:rsid w:val="00E9759F"/>
    <w:rsid w:val="00EA052C"/>
    <w:rsid w:val="00EA18B0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55D7"/>
    <w:rsid w:val="00F86D1D"/>
    <w:rsid w:val="00F96D96"/>
    <w:rsid w:val="00F96DCE"/>
    <w:rsid w:val="00FA03D8"/>
    <w:rsid w:val="00FA061E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10D9"/>
    <w:rsid w:val="00FE4210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9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0947"/>
    <w:pPr>
      <w:widowControl w:val="0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F094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AC46C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0">
    <w:name w:val="Прижатый влево"/>
    <w:basedOn w:val="Normal"/>
    <w:next w:val="Normal"/>
    <w:uiPriority w:val="99"/>
    <w:rsid w:val="00AC46C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83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2</Pages>
  <Words>432</Words>
  <Characters>2465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2017-11-13T15:40:00Z</cp:lastPrinted>
  <dcterms:created xsi:type="dcterms:W3CDTF">2018-11-08T12:42:00Z</dcterms:created>
  <dcterms:modified xsi:type="dcterms:W3CDTF">2020-11-01T14:44:00Z</dcterms:modified>
</cp:coreProperties>
</file>