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41B" w:rsidRPr="00612CED" w:rsidRDefault="00C9341B" w:rsidP="006E7B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2</w:t>
      </w:r>
    </w:p>
    <w:p w:rsidR="00C9341B" w:rsidRPr="00612CED" w:rsidRDefault="00C9341B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C9341B" w:rsidRPr="00612CED" w:rsidRDefault="00C9341B" w:rsidP="006E7B8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C9341B" w:rsidRPr="00612CED" w:rsidRDefault="00C9341B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 от  </w:t>
      </w:r>
      <w:r>
        <w:rPr>
          <w:sz w:val="28"/>
          <w:szCs w:val="28"/>
        </w:rPr>
        <w:t>______________________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___</w:t>
      </w:r>
    </w:p>
    <w:p w:rsidR="00C9341B" w:rsidRPr="00612CED" w:rsidRDefault="00C9341B" w:rsidP="006E7B87">
      <w:pPr>
        <w:pStyle w:val="Header"/>
        <w:tabs>
          <w:tab w:val="left" w:pos="4800"/>
        </w:tabs>
        <w:ind w:left="4800"/>
      </w:pPr>
    </w:p>
    <w:p w:rsidR="00C9341B" w:rsidRDefault="00C9341B" w:rsidP="006E7B87">
      <w:pPr>
        <w:jc w:val="center"/>
        <w:rPr>
          <w:b/>
          <w:bCs/>
          <w:sz w:val="28"/>
          <w:szCs w:val="28"/>
        </w:rPr>
      </w:pPr>
    </w:p>
    <w:p w:rsidR="00C9341B" w:rsidRDefault="00C9341B" w:rsidP="006E7B87">
      <w:pPr>
        <w:jc w:val="center"/>
        <w:rPr>
          <w:b/>
          <w:bCs/>
          <w:sz w:val="28"/>
          <w:szCs w:val="28"/>
        </w:rPr>
      </w:pPr>
    </w:p>
    <w:p w:rsidR="00C9341B" w:rsidRDefault="00C9341B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>Безвозмездные поступления из бюджета</w:t>
      </w:r>
      <w:r>
        <w:rPr>
          <w:b/>
          <w:bCs/>
          <w:sz w:val="28"/>
          <w:szCs w:val="28"/>
        </w:rPr>
        <w:t xml:space="preserve"> Краснодарского края</w:t>
      </w:r>
      <w:r w:rsidRPr="00AC5785">
        <w:rPr>
          <w:b/>
          <w:bCs/>
          <w:sz w:val="28"/>
          <w:szCs w:val="28"/>
        </w:rPr>
        <w:t xml:space="preserve"> и бюджета </w:t>
      </w:r>
    </w:p>
    <w:p w:rsidR="00C9341B" w:rsidRPr="00AC5785" w:rsidRDefault="00C9341B" w:rsidP="00AC57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</w:t>
      </w:r>
      <w:r w:rsidRPr="00AC5785">
        <w:rPr>
          <w:b/>
          <w:bCs/>
          <w:sz w:val="28"/>
          <w:szCs w:val="28"/>
        </w:rPr>
        <w:t xml:space="preserve">ниципального образования Отрадненский район </w:t>
      </w:r>
    </w:p>
    <w:p w:rsidR="00C9341B" w:rsidRDefault="00C9341B" w:rsidP="006E7B87">
      <w:pPr>
        <w:jc w:val="center"/>
      </w:pPr>
      <w:r>
        <w:rPr>
          <w:b/>
          <w:bCs/>
          <w:sz w:val="28"/>
          <w:szCs w:val="28"/>
        </w:rPr>
        <w:t>в 2025</w:t>
      </w:r>
      <w:r w:rsidRPr="00AC5785">
        <w:rPr>
          <w:b/>
          <w:bCs/>
          <w:sz w:val="28"/>
          <w:szCs w:val="28"/>
        </w:rPr>
        <w:t xml:space="preserve"> году</w:t>
      </w:r>
      <w:r>
        <w:t xml:space="preserve"> 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5"/>
        <w:gridCol w:w="5210"/>
        <w:gridCol w:w="1546"/>
      </w:tblGrid>
      <w:tr w:rsidR="00C9341B" w:rsidRPr="008D5C15" w:rsidTr="009E7458">
        <w:trPr>
          <w:trHeight w:val="267"/>
        </w:trPr>
        <w:tc>
          <w:tcPr>
            <w:tcW w:w="3085" w:type="dxa"/>
          </w:tcPr>
          <w:p w:rsidR="00C9341B" w:rsidRPr="008D5C15" w:rsidRDefault="00C9341B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10" w:type="dxa"/>
          </w:tcPr>
          <w:p w:rsidR="00C9341B" w:rsidRPr="008D5C15" w:rsidRDefault="00C9341B" w:rsidP="009E7458">
            <w:pPr>
              <w:pStyle w:val="Heading1"/>
            </w:pPr>
            <w:r w:rsidRPr="008D5C15">
              <w:t>Наименование доходов</w:t>
            </w:r>
          </w:p>
        </w:tc>
        <w:tc>
          <w:tcPr>
            <w:tcW w:w="1546" w:type="dxa"/>
          </w:tcPr>
          <w:p w:rsidR="00C9341B" w:rsidRPr="008D5C15" w:rsidRDefault="00C9341B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C9341B" w:rsidRPr="008D5C15" w:rsidTr="009E7458">
        <w:trPr>
          <w:trHeight w:val="267"/>
        </w:trPr>
        <w:tc>
          <w:tcPr>
            <w:tcW w:w="3085" w:type="dxa"/>
          </w:tcPr>
          <w:p w:rsidR="00C9341B" w:rsidRPr="008D5C15" w:rsidRDefault="00C9341B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210" w:type="dxa"/>
          </w:tcPr>
          <w:p w:rsidR="00C9341B" w:rsidRPr="008D5C15" w:rsidRDefault="00C9341B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46" w:type="dxa"/>
          </w:tcPr>
          <w:p w:rsidR="00C9341B" w:rsidRPr="008D5C15" w:rsidRDefault="00C9341B" w:rsidP="003545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8 284 350,0</w:t>
            </w:r>
          </w:p>
        </w:tc>
      </w:tr>
      <w:tr w:rsidR="00C9341B" w:rsidRPr="008D5C15" w:rsidTr="009E7458">
        <w:trPr>
          <w:trHeight w:val="1095"/>
        </w:trPr>
        <w:tc>
          <w:tcPr>
            <w:tcW w:w="3085" w:type="dxa"/>
          </w:tcPr>
          <w:p w:rsidR="00C9341B" w:rsidRPr="008D5C15" w:rsidRDefault="00C9341B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C9341B" w:rsidRPr="008D5C15" w:rsidRDefault="00C9341B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sz w:val="28"/>
                <w:szCs w:val="28"/>
              </w:rPr>
              <w:t>из</w:t>
            </w:r>
            <w:r w:rsidRPr="008D5C15">
              <w:rPr>
                <w:sz w:val="28"/>
                <w:szCs w:val="28"/>
              </w:rPr>
              <w:t xml:space="preserve"> бюджета</w:t>
            </w:r>
            <w:r>
              <w:rPr>
                <w:sz w:val="28"/>
                <w:szCs w:val="28"/>
              </w:rPr>
              <w:t xml:space="preserve"> субъекта Российской Федерации</w:t>
            </w:r>
          </w:p>
        </w:tc>
        <w:tc>
          <w:tcPr>
            <w:tcW w:w="1546" w:type="dxa"/>
          </w:tcPr>
          <w:p w:rsidR="00C9341B" w:rsidRPr="008D5C15" w:rsidRDefault="00C9341B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1 757 100,0</w:t>
            </w:r>
          </w:p>
        </w:tc>
      </w:tr>
      <w:tr w:rsidR="00C9341B" w:rsidRPr="008D5C15" w:rsidTr="004E1188">
        <w:trPr>
          <w:trHeight w:val="1176"/>
        </w:trPr>
        <w:tc>
          <w:tcPr>
            <w:tcW w:w="3085" w:type="dxa"/>
          </w:tcPr>
          <w:p w:rsidR="00C9341B" w:rsidRPr="008D5C15" w:rsidRDefault="00C9341B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C9341B" w:rsidRPr="008D5C15" w:rsidRDefault="00C9341B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sz w:val="28"/>
                <w:szCs w:val="28"/>
              </w:rPr>
              <w:t>из бюджетов</w:t>
            </w:r>
            <w:r w:rsidRPr="008D5C15">
              <w:rPr>
                <w:sz w:val="28"/>
                <w:szCs w:val="28"/>
              </w:rPr>
              <w:t xml:space="preserve"> муниципальн</w:t>
            </w:r>
            <w:r>
              <w:rPr>
                <w:sz w:val="28"/>
                <w:szCs w:val="28"/>
              </w:rPr>
              <w:t>ых</w:t>
            </w:r>
            <w:r w:rsidRPr="008D5C15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ов</w:t>
            </w:r>
          </w:p>
        </w:tc>
        <w:tc>
          <w:tcPr>
            <w:tcW w:w="1546" w:type="dxa"/>
          </w:tcPr>
          <w:p w:rsidR="00C9341B" w:rsidRPr="008D5C15" w:rsidRDefault="00C9341B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3 356 200,0</w:t>
            </w:r>
          </w:p>
        </w:tc>
      </w:tr>
      <w:tr w:rsidR="00C9341B" w:rsidRPr="008D5C15" w:rsidTr="009E7458">
        <w:trPr>
          <w:trHeight w:val="420"/>
        </w:trPr>
        <w:tc>
          <w:tcPr>
            <w:tcW w:w="3085" w:type="dxa"/>
          </w:tcPr>
          <w:p w:rsidR="00C9341B" w:rsidRDefault="00C9341B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2 02 20077 10 0000 150</w:t>
            </w:r>
          </w:p>
        </w:tc>
        <w:tc>
          <w:tcPr>
            <w:tcW w:w="5210" w:type="dxa"/>
          </w:tcPr>
          <w:p w:rsidR="00C9341B" w:rsidRPr="008D5C15" w:rsidRDefault="00C9341B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546" w:type="dxa"/>
          </w:tcPr>
          <w:p w:rsidR="00C9341B" w:rsidRDefault="00C9341B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3 000 000,0</w:t>
            </w:r>
          </w:p>
        </w:tc>
      </w:tr>
      <w:tr w:rsidR="00C9341B" w:rsidRPr="008D5C15" w:rsidTr="00613129">
        <w:trPr>
          <w:trHeight w:val="1271"/>
        </w:trPr>
        <w:tc>
          <w:tcPr>
            <w:tcW w:w="3085" w:type="dxa"/>
          </w:tcPr>
          <w:p w:rsidR="00C9341B" w:rsidRPr="008D5C15" w:rsidRDefault="00C9341B" w:rsidP="00E84D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5118</w:t>
            </w:r>
            <w:r w:rsidRPr="008D5C15">
              <w:rPr>
                <w:sz w:val="28"/>
                <w:szCs w:val="28"/>
              </w:rPr>
              <w:t xml:space="preserve">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C9341B" w:rsidRPr="008D5C15" w:rsidRDefault="00C9341B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Субвенции бюджетам поселений на осуществление первичного воинского учета </w:t>
            </w:r>
            <w:r>
              <w:rPr>
                <w:sz w:val="28"/>
                <w:szCs w:val="28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546" w:type="dxa"/>
          </w:tcPr>
          <w:p w:rsidR="00C9341B" w:rsidRPr="00AA26C0" w:rsidRDefault="00C9341B" w:rsidP="00E84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150 000,0</w:t>
            </w:r>
          </w:p>
        </w:tc>
      </w:tr>
      <w:tr w:rsidR="00C9341B" w:rsidRPr="008D5C15" w:rsidTr="009E7458">
        <w:trPr>
          <w:trHeight w:val="533"/>
        </w:trPr>
        <w:tc>
          <w:tcPr>
            <w:tcW w:w="3085" w:type="dxa"/>
          </w:tcPr>
          <w:p w:rsidR="00C9341B" w:rsidRPr="008D5C15" w:rsidRDefault="00C9341B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8D5C15">
              <w:rPr>
                <w:sz w:val="28"/>
                <w:szCs w:val="28"/>
              </w:rPr>
              <w:t>024 10 0000 15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C9341B" w:rsidRPr="008D5C15" w:rsidRDefault="00C9341B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</w:tcPr>
          <w:p w:rsidR="00C9341B" w:rsidRPr="00AA26C0" w:rsidRDefault="00C9341B" w:rsidP="009E7458">
            <w:pPr>
              <w:rPr>
                <w:sz w:val="28"/>
                <w:szCs w:val="28"/>
              </w:rPr>
            </w:pPr>
            <w:r w:rsidRPr="00AA26C0">
              <w:rPr>
                <w:sz w:val="28"/>
                <w:szCs w:val="28"/>
              </w:rPr>
              <w:t>3 800,0</w:t>
            </w:r>
          </w:p>
        </w:tc>
      </w:tr>
      <w:tr w:rsidR="00C9341B" w:rsidRPr="008D5C15" w:rsidTr="009E7458">
        <w:trPr>
          <w:trHeight w:val="533"/>
        </w:trPr>
        <w:tc>
          <w:tcPr>
            <w:tcW w:w="3085" w:type="dxa"/>
          </w:tcPr>
          <w:p w:rsidR="00C9341B" w:rsidRPr="009824A1" w:rsidRDefault="00C9341B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5210" w:type="dxa"/>
          </w:tcPr>
          <w:p w:rsidR="00C9341B" w:rsidRPr="009824A1" w:rsidRDefault="00C9341B" w:rsidP="00E76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46" w:type="dxa"/>
          </w:tcPr>
          <w:p w:rsidR="00C9341B" w:rsidRDefault="00C9341B" w:rsidP="00354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17 250,0</w:t>
            </w:r>
          </w:p>
        </w:tc>
      </w:tr>
    </w:tbl>
    <w:p w:rsidR="00C9341B" w:rsidRDefault="00C9341B"/>
    <w:p w:rsidR="00C9341B" w:rsidRDefault="00C9341B"/>
    <w:p w:rsidR="00C9341B" w:rsidRDefault="00C9341B"/>
    <w:tbl>
      <w:tblPr>
        <w:tblW w:w="9900" w:type="dxa"/>
        <w:tblInd w:w="-72" w:type="dxa"/>
        <w:tblLook w:val="00A0"/>
      </w:tblPr>
      <w:tblGrid>
        <w:gridCol w:w="6436"/>
        <w:gridCol w:w="3464"/>
      </w:tblGrid>
      <w:tr w:rsidR="00C9341B" w:rsidTr="007F1A31">
        <w:tc>
          <w:tcPr>
            <w:tcW w:w="6436" w:type="dxa"/>
            <w:vAlign w:val="bottom"/>
          </w:tcPr>
          <w:p w:rsidR="00C9341B" w:rsidRDefault="00C9341B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C9341B" w:rsidRDefault="00C9341B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464" w:type="dxa"/>
            <w:vAlign w:val="bottom"/>
          </w:tcPr>
          <w:p w:rsidR="00C9341B" w:rsidRDefault="00C9341B" w:rsidP="00AA26C0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C9341B" w:rsidRDefault="00C9341B">
      <w:bookmarkStart w:id="0" w:name="_GoBack"/>
      <w:bookmarkEnd w:id="0"/>
    </w:p>
    <w:sectPr w:rsidR="00C9341B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B8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5F6B"/>
    <w:rsid w:val="000E6234"/>
    <w:rsid w:val="000F3480"/>
    <w:rsid w:val="000F4338"/>
    <w:rsid w:val="000F4818"/>
    <w:rsid w:val="00101A82"/>
    <w:rsid w:val="00101E27"/>
    <w:rsid w:val="00103163"/>
    <w:rsid w:val="00103C6D"/>
    <w:rsid w:val="001055B0"/>
    <w:rsid w:val="0011154F"/>
    <w:rsid w:val="00117761"/>
    <w:rsid w:val="00122DF0"/>
    <w:rsid w:val="0012324F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82ADD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52DD"/>
    <w:rsid w:val="002D72B9"/>
    <w:rsid w:val="002D7EA5"/>
    <w:rsid w:val="002D7FEB"/>
    <w:rsid w:val="002E63B2"/>
    <w:rsid w:val="002F0DF4"/>
    <w:rsid w:val="002F36B3"/>
    <w:rsid w:val="0030337C"/>
    <w:rsid w:val="00303EA8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3722B"/>
    <w:rsid w:val="0034035F"/>
    <w:rsid w:val="00343356"/>
    <w:rsid w:val="00344A84"/>
    <w:rsid w:val="00354565"/>
    <w:rsid w:val="00362F8D"/>
    <w:rsid w:val="00363B51"/>
    <w:rsid w:val="00363B97"/>
    <w:rsid w:val="00365169"/>
    <w:rsid w:val="003761A9"/>
    <w:rsid w:val="0037667E"/>
    <w:rsid w:val="00377EDD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2A6D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0940"/>
    <w:rsid w:val="004239A2"/>
    <w:rsid w:val="004246C9"/>
    <w:rsid w:val="00426D48"/>
    <w:rsid w:val="00427D1F"/>
    <w:rsid w:val="00431E5A"/>
    <w:rsid w:val="00432133"/>
    <w:rsid w:val="0043351E"/>
    <w:rsid w:val="0043747B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0C0D"/>
    <w:rsid w:val="004977C7"/>
    <w:rsid w:val="004A070F"/>
    <w:rsid w:val="004A0B8B"/>
    <w:rsid w:val="004A113A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188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14279"/>
    <w:rsid w:val="00515097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14A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3103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13129"/>
    <w:rsid w:val="006178CF"/>
    <w:rsid w:val="00621EDE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449"/>
    <w:rsid w:val="00655DDB"/>
    <w:rsid w:val="00656250"/>
    <w:rsid w:val="00656E18"/>
    <w:rsid w:val="00657ACE"/>
    <w:rsid w:val="006600A4"/>
    <w:rsid w:val="00663DD0"/>
    <w:rsid w:val="0066433C"/>
    <w:rsid w:val="00666433"/>
    <w:rsid w:val="00673C2D"/>
    <w:rsid w:val="00677C6C"/>
    <w:rsid w:val="00682438"/>
    <w:rsid w:val="006905B5"/>
    <w:rsid w:val="0069200C"/>
    <w:rsid w:val="006977CA"/>
    <w:rsid w:val="006A42B0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4F89"/>
    <w:rsid w:val="006D5EC4"/>
    <w:rsid w:val="006D7ADD"/>
    <w:rsid w:val="006E083E"/>
    <w:rsid w:val="006E776A"/>
    <w:rsid w:val="006E7B87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0A1D"/>
    <w:rsid w:val="0073542F"/>
    <w:rsid w:val="007400C1"/>
    <w:rsid w:val="00740714"/>
    <w:rsid w:val="00744205"/>
    <w:rsid w:val="007465FC"/>
    <w:rsid w:val="00746DA4"/>
    <w:rsid w:val="00751164"/>
    <w:rsid w:val="00752F5A"/>
    <w:rsid w:val="00753577"/>
    <w:rsid w:val="00755241"/>
    <w:rsid w:val="00757F0B"/>
    <w:rsid w:val="0076068F"/>
    <w:rsid w:val="007654F9"/>
    <w:rsid w:val="00766986"/>
    <w:rsid w:val="00767F5A"/>
    <w:rsid w:val="00770FFC"/>
    <w:rsid w:val="00774AA8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1A31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6B68"/>
    <w:rsid w:val="008276F6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D582A"/>
    <w:rsid w:val="008D5C15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178D1"/>
    <w:rsid w:val="00920836"/>
    <w:rsid w:val="0092093A"/>
    <w:rsid w:val="009211A8"/>
    <w:rsid w:val="00921A3E"/>
    <w:rsid w:val="00924816"/>
    <w:rsid w:val="00930F43"/>
    <w:rsid w:val="00933500"/>
    <w:rsid w:val="0093360E"/>
    <w:rsid w:val="00933A47"/>
    <w:rsid w:val="00935BA2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7C4"/>
    <w:rsid w:val="009A691B"/>
    <w:rsid w:val="009B03D4"/>
    <w:rsid w:val="009B24D5"/>
    <w:rsid w:val="009B2C2F"/>
    <w:rsid w:val="009B66F3"/>
    <w:rsid w:val="009B701B"/>
    <w:rsid w:val="009B754B"/>
    <w:rsid w:val="009B78ED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554C1"/>
    <w:rsid w:val="00A60DC9"/>
    <w:rsid w:val="00A62554"/>
    <w:rsid w:val="00A668ED"/>
    <w:rsid w:val="00A67F07"/>
    <w:rsid w:val="00A73DF1"/>
    <w:rsid w:val="00A76588"/>
    <w:rsid w:val="00A76E80"/>
    <w:rsid w:val="00A81902"/>
    <w:rsid w:val="00A82E9C"/>
    <w:rsid w:val="00A84BA6"/>
    <w:rsid w:val="00A851A6"/>
    <w:rsid w:val="00A85E0E"/>
    <w:rsid w:val="00A85FA2"/>
    <w:rsid w:val="00A8629B"/>
    <w:rsid w:val="00A87E50"/>
    <w:rsid w:val="00A97436"/>
    <w:rsid w:val="00A977FA"/>
    <w:rsid w:val="00AA1EAE"/>
    <w:rsid w:val="00AA26C0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C5785"/>
    <w:rsid w:val="00AD7B62"/>
    <w:rsid w:val="00AE1AA8"/>
    <w:rsid w:val="00AE27FD"/>
    <w:rsid w:val="00AE3D5F"/>
    <w:rsid w:val="00AF1A95"/>
    <w:rsid w:val="00AF4174"/>
    <w:rsid w:val="00AF7C22"/>
    <w:rsid w:val="00B0047F"/>
    <w:rsid w:val="00B03ED1"/>
    <w:rsid w:val="00B04BA6"/>
    <w:rsid w:val="00B06AEA"/>
    <w:rsid w:val="00B06C06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2B1"/>
    <w:rsid w:val="00B9773C"/>
    <w:rsid w:val="00BA3708"/>
    <w:rsid w:val="00BA742A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3BA0"/>
    <w:rsid w:val="00BD62BF"/>
    <w:rsid w:val="00BE0D4D"/>
    <w:rsid w:val="00BE629C"/>
    <w:rsid w:val="00BE7091"/>
    <w:rsid w:val="00BF0923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4DF9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41B"/>
    <w:rsid w:val="00C93773"/>
    <w:rsid w:val="00C97E03"/>
    <w:rsid w:val="00CA3138"/>
    <w:rsid w:val="00CA3BEE"/>
    <w:rsid w:val="00CA5A41"/>
    <w:rsid w:val="00CB05D7"/>
    <w:rsid w:val="00CB0D54"/>
    <w:rsid w:val="00CB6C3F"/>
    <w:rsid w:val="00CC0263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23EA0"/>
    <w:rsid w:val="00D34449"/>
    <w:rsid w:val="00D416F7"/>
    <w:rsid w:val="00D4361E"/>
    <w:rsid w:val="00D45AE2"/>
    <w:rsid w:val="00D5671B"/>
    <w:rsid w:val="00D62C7E"/>
    <w:rsid w:val="00D64D43"/>
    <w:rsid w:val="00D66EF7"/>
    <w:rsid w:val="00D73B71"/>
    <w:rsid w:val="00D74A49"/>
    <w:rsid w:val="00D75A38"/>
    <w:rsid w:val="00D81482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337A"/>
    <w:rsid w:val="00DA4149"/>
    <w:rsid w:val="00DA7214"/>
    <w:rsid w:val="00DA7279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6D38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42F9"/>
    <w:rsid w:val="00E769A4"/>
    <w:rsid w:val="00E76FFD"/>
    <w:rsid w:val="00E777BA"/>
    <w:rsid w:val="00E828A0"/>
    <w:rsid w:val="00E84D8D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08F9"/>
    <w:rsid w:val="00EC226D"/>
    <w:rsid w:val="00EC7753"/>
    <w:rsid w:val="00ED029E"/>
    <w:rsid w:val="00ED4FE0"/>
    <w:rsid w:val="00ED6DE1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EF693B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35AA9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3D4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0C1A"/>
    <w:rsid w:val="00F93142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B8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7B87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7B8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6E7B8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7B8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1509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51509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52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235</Words>
  <Characters>1341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</cp:revision>
  <cp:lastPrinted>2023-11-07T10:29:00Z</cp:lastPrinted>
  <dcterms:created xsi:type="dcterms:W3CDTF">2018-11-08T12:40:00Z</dcterms:created>
  <dcterms:modified xsi:type="dcterms:W3CDTF">2024-11-06T11:11:00Z</dcterms:modified>
</cp:coreProperties>
</file>