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805" w:rsidRPr="00612CED" w:rsidRDefault="00862805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862805" w:rsidRPr="00612CED" w:rsidRDefault="00862805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862805" w:rsidRPr="00612CED" w:rsidRDefault="00862805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tbl>
      <w:tblPr>
        <w:tblW w:w="13179" w:type="dxa"/>
        <w:tblInd w:w="-106" w:type="dxa"/>
        <w:tblLook w:val="0000"/>
      </w:tblPr>
      <w:tblGrid>
        <w:gridCol w:w="13179"/>
      </w:tblGrid>
      <w:tr w:rsidR="00862805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862805" w:rsidRDefault="00862805" w:rsidP="00D93543">
            <w:pPr>
              <w:tabs>
                <w:tab w:val="left" w:pos="8771"/>
              </w:tabs>
              <w:ind w:right="3175"/>
              <w:jc w:val="center"/>
            </w:pPr>
            <w:r w:rsidRPr="00612CED">
              <w:t xml:space="preserve">                                          </w:t>
            </w:r>
            <w:r>
              <w:t xml:space="preserve">                                         </w:t>
            </w:r>
            <w:r w:rsidRPr="00612CED">
              <w:t xml:space="preserve">от  </w:t>
            </w:r>
            <w:r>
              <w:t xml:space="preserve">07.11.2019 года </w:t>
            </w:r>
            <w:r w:rsidRPr="00612CED">
              <w:t xml:space="preserve"> №</w:t>
            </w:r>
            <w:r>
              <w:t xml:space="preserve"> 17а</w:t>
            </w:r>
          </w:p>
          <w:p w:rsidR="00862805" w:rsidRPr="009824A1" w:rsidRDefault="00862805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 w:rsidRPr="00830FC9">
              <w:rPr>
                <w:b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862805" w:rsidRPr="00506C4A" w:rsidRDefault="00862805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862805" w:rsidRPr="009824A1" w:rsidTr="00840A41">
        <w:tc>
          <w:tcPr>
            <w:tcW w:w="3234" w:type="dxa"/>
            <w:vAlign w:val="center"/>
          </w:tcPr>
          <w:p w:rsidR="00862805" w:rsidRPr="009824A1" w:rsidRDefault="00862805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862805" w:rsidRPr="009824A1" w:rsidRDefault="00862805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862805" w:rsidRPr="009824A1" w:rsidRDefault="00862805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862805" w:rsidRPr="009824A1" w:rsidTr="00840A41">
        <w:tc>
          <w:tcPr>
            <w:tcW w:w="3234" w:type="dxa"/>
          </w:tcPr>
          <w:p w:rsidR="00862805" w:rsidRPr="009824A1" w:rsidRDefault="00862805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862805" w:rsidRPr="009824A1" w:rsidRDefault="00862805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862805" w:rsidRPr="009824A1" w:rsidRDefault="00862805" w:rsidP="002A109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3 424 153,0</w:t>
            </w:r>
          </w:p>
        </w:tc>
      </w:tr>
      <w:tr w:rsidR="00862805" w:rsidRPr="009824A1" w:rsidTr="00840A41">
        <w:tc>
          <w:tcPr>
            <w:tcW w:w="3234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234 000,0</w:t>
            </w:r>
          </w:p>
        </w:tc>
      </w:tr>
      <w:tr w:rsidR="00862805" w:rsidRPr="009824A1" w:rsidTr="00840A41">
        <w:tc>
          <w:tcPr>
            <w:tcW w:w="3234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862805" w:rsidRPr="009824A1" w:rsidRDefault="00862805" w:rsidP="00840A41">
            <w:pPr>
              <w:rPr>
                <w:sz w:val="28"/>
                <w:szCs w:val="28"/>
              </w:rPr>
            </w:pPr>
          </w:p>
          <w:p w:rsidR="00862805" w:rsidRPr="009824A1" w:rsidRDefault="0086280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862805" w:rsidRPr="009824A1" w:rsidRDefault="00862805" w:rsidP="00840A41">
            <w:pPr>
              <w:rPr>
                <w:sz w:val="28"/>
                <w:szCs w:val="28"/>
              </w:rPr>
            </w:pPr>
          </w:p>
          <w:p w:rsidR="00862805" w:rsidRPr="009824A1" w:rsidRDefault="0086280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862805" w:rsidRPr="009824A1" w:rsidRDefault="00862805" w:rsidP="00840A41">
            <w:pPr>
              <w:rPr>
                <w:sz w:val="28"/>
                <w:szCs w:val="28"/>
              </w:rPr>
            </w:pPr>
          </w:p>
          <w:p w:rsidR="00862805" w:rsidRPr="009824A1" w:rsidRDefault="0086280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2185773,00</w:t>
            </w:r>
          </w:p>
          <w:p w:rsidR="00862805" w:rsidRPr="009824A1" w:rsidRDefault="00862805" w:rsidP="00840A41">
            <w:pPr>
              <w:jc w:val="center"/>
              <w:rPr>
                <w:sz w:val="28"/>
                <w:szCs w:val="28"/>
              </w:rPr>
            </w:pPr>
          </w:p>
        </w:tc>
      </w:tr>
      <w:tr w:rsidR="00862805" w:rsidRPr="009824A1" w:rsidTr="00840A41">
        <w:tc>
          <w:tcPr>
            <w:tcW w:w="3234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56 000,0</w:t>
            </w:r>
          </w:p>
        </w:tc>
      </w:tr>
      <w:tr w:rsidR="00862805" w:rsidRPr="009824A1" w:rsidTr="00840A41">
        <w:tc>
          <w:tcPr>
            <w:tcW w:w="3234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862805" w:rsidRPr="009824A1" w:rsidRDefault="00862805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862805" w:rsidRPr="009824A1" w:rsidTr="00840A41">
        <w:tc>
          <w:tcPr>
            <w:tcW w:w="3234" w:type="dxa"/>
          </w:tcPr>
          <w:p w:rsidR="00862805" w:rsidRPr="009824A1" w:rsidRDefault="00862805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862805" w:rsidRPr="009824A1" w:rsidTr="00840A41">
        <w:tc>
          <w:tcPr>
            <w:tcW w:w="3234" w:type="dxa"/>
          </w:tcPr>
          <w:p w:rsidR="00862805" w:rsidRPr="009824A1" w:rsidRDefault="00862805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130 800,0</w:t>
            </w:r>
          </w:p>
        </w:tc>
      </w:tr>
      <w:tr w:rsidR="00862805" w:rsidRPr="009824A1" w:rsidTr="00840A41">
        <w:tc>
          <w:tcPr>
            <w:tcW w:w="3234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862805" w:rsidRPr="009824A1" w:rsidRDefault="00862805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53 </w:t>
            </w:r>
            <w:r>
              <w:rPr>
                <w:sz w:val="28"/>
                <w:szCs w:val="28"/>
              </w:rPr>
              <w:t>58</w:t>
            </w:r>
            <w:r w:rsidRPr="009824A1">
              <w:rPr>
                <w:sz w:val="28"/>
                <w:szCs w:val="28"/>
              </w:rPr>
              <w:t>0,0</w:t>
            </w:r>
          </w:p>
          <w:p w:rsidR="00862805" w:rsidRPr="009824A1" w:rsidRDefault="00862805" w:rsidP="00840A41">
            <w:pPr>
              <w:rPr>
                <w:sz w:val="28"/>
                <w:szCs w:val="28"/>
              </w:rPr>
            </w:pPr>
          </w:p>
          <w:p w:rsidR="00862805" w:rsidRPr="009824A1" w:rsidRDefault="00862805" w:rsidP="00840A41">
            <w:pPr>
              <w:rPr>
                <w:sz w:val="28"/>
                <w:szCs w:val="28"/>
              </w:rPr>
            </w:pPr>
          </w:p>
          <w:p w:rsidR="00862805" w:rsidRPr="009824A1" w:rsidRDefault="00862805" w:rsidP="00840A41">
            <w:pPr>
              <w:rPr>
                <w:sz w:val="28"/>
                <w:szCs w:val="28"/>
              </w:rPr>
            </w:pPr>
          </w:p>
        </w:tc>
      </w:tr>
      <w:tr w:rsidR="00862805" w:rsidRPr="009824A1" w:rsidTr="00830FC9">
        <w:trPr>
          <w:trHeight w:val="1632"/>
        </w:trPr>
        <w:tc>
          <w:tcPr>
            <w:tcW w:w="3234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 w:rsidRPr="00B16C17">
              <w:rPr>
                <w:color w:val="000000"/>
                <w:spacing w:val="-3"/>
                <w:sz w:val="28"/>
                <w:szCs w:val="28"/>
              </w:rPr>
              <w:t>1 16 90050 10 0000 140</w:t>
            </w:r>
          </w:p>
        </w:tc>
        <w:tc>
          <w:tcPr>
            <w:tcW w:w="4961" w:type="dxa"/>
          </w:tcPr>
          <w:p w:rsidR="00862805" w:rsidRDefault="00862805" w:rsidP="00840A41">
            <w:pPr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B16C17">
              <w:rPr>
                <w:color w:val="000000"/>
                <w:spacing w:val="1"/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B16C17">
              <w:rPr>
                <w:spacing w:val="1"/>
                <w:sz w:val="28"/>
                <w:szCs w:val="28"/>
              </w:rPr>
              <w:t>сельских</w:t>
            </w:r>
            <w:r w:rsidRPr="00B16C17">
              <w:rPr>
                <w:color w:val="000000"/>
                <w:spacing w:val="1"/>
                <w:sz w:val="28"/>
                <w:szCs w:val="28"/>
              </w:rPr>
              <w:t xml:space="preserve"> поселений</w:t>
            </w:r>
          </w:p>
          <w:p w:rsidR="00862805" w:rsidRPr="009824A1" w:rsidRDefault="00862805" w:rsidP="00840A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</w:t>
            </w:r>
          </w:p>
        </w:tc>
      </w:tr>
      <w:tr w:rsidR="00862805" w:rsidRPr="009824A1" w:rsidTr="00830FC9">
        <w:trPr>
          <w:trHeight w:val="868"/>
        </w:trPr>
        <w:tc>
          <w:tcPr>
            <w:tcW w:w="3234" w:type="dxa"/>
          </w:tcPr>
          <w:p w:rsidR="00862805" w:rsidRPr="00B16C17" w:rsidRDefault="00862805" w:rsidP="00840A41">
            <w:pPr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1 13 02995 10 0000 140</w:t>
            </w:r>
          </w:p>
        </w:tc>
        <w:tc>
          <w:tcPr>
            <w:tcW w:w="4961" w:type="dxa"/>
          </w:tcPr>
          <w:p w:rsidR="00862805" w:rsidRPr="00B16C17" w:rsidRDefault="00862805" w:rsidP="00840A41">
            <w:pPr>
              <w:jc w:val="both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</w:tcPr>
          <w:p w:rsidR="00862805" w:rsidRDefault="0086280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107 000,0</w:t>
            </w:r>
          </w:p>
        </w:tc>
      </w:tr>
      <w:tr w:rsidR="00862805" w:rsidRPr="009824A1" w:rsidTr="00840A41">
        <w:tc>
          <w:tcPr>
            <w:tcW w:w="3234" w:type="dxa"/>
          </w:tcPr>
          <w:p w:rsidR="00862805" w:rsidRPr="009824A1" w:rsidRDefault="00862805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862805" w:rsidRPr="009824A1" w:rsidRDefault="00862805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862805" w:rsidRPr="009824A1" w:rsidRDefault="00862805" w:rsidP="005F1F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8 820 500,0</w:t>
            </w:r>
          </w:p>
        </w:tc>
      </w:tr>
      <w:tr w:rsidR="00862805" w:rsidRPr="009824A1" w:rsidTr="00840A41">
        <w:tc>
          <w:tcPr>
            <w:tcW w:w="3234" w:type="dxa"/>
          </w:tcPr>
          <w:p w:rsidR="00862805" w:rsidRPr="009824A1" w:rsidRDefault="00862805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862805" w:rsidRPr="009824A1" w:rsidRDefault="00862805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Дотации бюджетам поселений на выравнивание бюджетной обеспеченности *</w:t>
            </w:r>
          </w:p>
        </w:tc>
        <w:tc>
          <w:tcPr>
            <w:tcW w:w="1842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5 073 200,0</w:t>
            </w:r>
          </w:p>
        </w:tc>
      </w:tr>
      <w:tr w:rsidR="00862805" w:rsidRPr="009824A1" w:rsidTr="00840A41">
        <w:tc>
          <w:tcPr>
            <w:tcW w:w="3234" w:type="dxa"/>
          </w:tcPr>
          <w:p w:rsidR="00862805" w:rsidRPr="009824A1" w:rsidRDefault="00862805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862805" w:rsidRPr="009824A1" w:rsidRDefault="00862805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842" w:type="dxa"/>
          </w:tcPr>
          <w:p w:rsidR="00862805" w:rsidRPr="009824A1" w:rsidRDefault="00862805" w:rsidP="00D93543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92 500,0</w:t>
            </w:r>
          </w:p>
        </w:tc>
      </w:tr>
      <w:tr w:rsidR="00862805" w:rsidRPr="009824A1" w:rsidTr="00270B3D">
        <w:trPr>
          <w:trHeight w:val="576"/>
        </w:trPr>
        <w:tc>
          <w:tcPr>
            <w:tcW w:w="3234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2" w:type="dxa"/>
          </w:tcPr>
          <w:p w:rsidR="00862805" w:rsidRDefault="00862805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14 500,0</w:t>
            </w:r>
          </w:p>
        </w:tc>
      </w:tr>
      <w:tr w:rsidR="00862805" w:rsidRPr="009824A1" w:rsidTr="008B2CFA">
        <w:trPr>
          <w:trHeight w:val="372"/>
        </w:trPr>
        <w:tc>
          <w:tcPr>
            <w:tcW w:w="3234" w:type="dxa"/>
          </w:tcPr>
          <w:p w:rsidR="00862805" w:rsidRDefault="0086280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2 02 19999 10 0000 150</w:t>
            </w:r>
          </w:p>
        </w:tc>
        <w:tc>
          <w:tcPr>
            <w:tcW w:w="4961" w:type="dxa"/>
          </w:tcPr>
          <w:p w:rsidR="00862805" w:rsidRPr="00270B3D" w:rsidRDefault="00862805" w:rsidP="00840A41">
            <w:pPr>
              <w:rPr>
                <w:sz w:val="28"/>
                <w:szCs w:val="28"/>
              </w:rPr>
            </w:pPr>
            <w:r w:rsidRPr="00270B3D">
              <w:rPr>
                <w:color w:val="000000"/>
                <w:spacing w:val="1"/>
                <w:sz w:val="28"/>
                <w:szCs w:val="28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842" w:type="dxa"/>
          </w:tcPr>
          <w:p w:rsidR="00862805" w:rsidRDefault="00862805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212 500,0</w:t>
            </w:r>
          </w:p>
        </w:tc>
      </w:tr>
      <w:tr w:rsidR="00862805" w:rsidRPr="009824A1" w:rsidTr="008B2CFA">
        <w:trPr>
          <w:trHeight w:val="192"/>
        </w:trPr>
        <w:tc>
          <w:tcPr>
            <w:tcW w:w="3234" w:type="dxa"/>
          </w:tcPr>
          <w:p w:rsidR="00862805" w:rsidRDefault="0086280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2 02 29999 10 0000 150</w:t>
            </w:r>
          </w:p>
        </w:tc>
        <w:tc>
          <w:tcPr>
            <w:tcW w:w="4961" w:type="dxa"/>
          </w:tcPr>
          <w:p w:rsidR="00862805" w:rsidRDefault="0086280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842" w:type="dxa"/>
          </w:tcPr>
          <w:p w:rsidR="00862805" w:rsidRDefault="00862805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3 052 800,0</w:t>
            </w:r>
          </w:p>
        </w:tc>
      </w:tr>
      <w:tr w:rsidR="00862805" w:rsidRPr="009824A1" w:rsidTr="00840A41">
        <w:trPr>
          <w:trHeight w:val="516"/>
        </w:trPr>
        <w:tc>
          <w:tcPr>
            <w:tcW w:w="3234" w:type="dxa"/>
          </w:tcPr>
          <w:p w:rsidR="00862805" w:rsidRDefault="0086280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2 02 25467 10 0000 150</w:t>
            </w:r>
          </w:p>
        </w:tc>
        <w:tc>
          <w:tcPr>
            <w:tcW w:w="4961" w:type="dxa"/>
          </w:tcPr>
          <w:p w:rsidR="00862805" w:rsidRDefault="0086280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</w:tcPr>
          <w:p w:rsidR="00862805" w:rsidRDefault="00862805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360 000,0</w:t>
            </w:r>
          </w:p>
        </w:tc>
      </w:tr>
      <w:tr w:rsidR="00862805" w:rsidRPr="009824A1" w:rsidTr="00840A41">
        <w:tc>
          <w:tcPr>
            <w:tcW w:w="3234" w:type="dxa"/>
          </w:tcPr>
          <w:p w:rsidR="00862805" w:rsidRDefault="00862805" w:rsidP="002A1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2 07 05030 10 0000 180</w:t>
            </w:r>
          </w:p>
        </w:tc>
        <w:tc>
          <w:tcPr>
            <w:tcW w:w="4961" w:type="dxa"/>
          </w:tcPr>
          <w:p w:rsidR="00862805" w:rsidRDefault="00862805" w:rsidP="002A1095">
            <w:pPr>
              <w:rPr>
                <w:sz w:val="28"/>
                <w:szCs w:val="28"/>
              </w:rPr>
            </w:pPr>
            <w:r w:rsidRPr="00D93543">
              <w:rPr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842" w:type="dxa"/>
          </w:tcPr>
          <w:p w:rsidR="00862805" w:rsidRDefault="00862805" w:rsidP="002A1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:rsidR="00862805" w:rsidRPr="009824A1" w:rsidTr="00840A41">
        <w:trPr>
          <w:trHeight w:val="248"/>
        </w:trPr>
        <w:tc>
          <w:tcPr>
            <w:tcW w:w="3234" w:type="dxa"/>
          </w:tcPr>
          <w:p w:rsidR="00862805" w:rsidRPr="009824A1" w:rsidRDefault="00862805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862805" w:rsidRPr="009824A1" w:rsidRDefault="00862805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862805" w:rsidRPr="0064467E" w:rsidRDefault="00862805" w:rsidP="005F1FB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12 244 653,0</w:t>
            </w:r>
          </w:p>
        </w:tc>
      </w:tr>
      <w:tr w:rsidR="00862805" w:rsidRPr="009824A1" w:rsidTr="00840A41">
        <w:trPr>
          <w:trHeight w:val="248"/>
        </w:trPr>
        <w:tc>
          <w:tcPr>
            <w:tcW w:w="10037" w:type="dxa"/>
            <w:gridSpan w:val="3"/>
          </w:tcPr>
          <w:p w:rsidR="00862805" w:rsidRDefault="00862805" w:rsidP="00840A41">
            <w:pPr>
              <w:rPr>
                <w:sz w:val="28"/>
                <w:szCs w:val="28"/>
              </w:rPr>
            </w:pPr>
          </w:p>
          <w:p w:rsidR="00862805" w:rsidRPr="009824A1" w:rsidRDefault="00862805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862805" w:rsidRDefault="00862805"/>
    <w:p w:rsidR="00862805" w:rsidRDefault="00862805"/>
    <w:p w:rsidR="00862805" w:rsidRDefault="00862805"/>
    <w:tbl>
      <w:tblPr>
        <w:tblW w:w="0" w:type="auto"/>
        <w:tblInd w:w="108" w:type="dxa"/>
        <w:tblLook w:val="00A0"/>
      </w:tblPr>
      <w:tblGrid>
        <w:gridCol w:w="6256"/>
        <w:gridCol w:w="3207"/>
      </w:tblGrid>
      <w:tr w:rsidR="00862805" w:rsidTr="00AC46C4">
        <w:tc>
          <w:tcPr>
            <w:tcW w:w="6666" w:type="dxa"/>
            <w:vAlign w:val="bottom"/>
          </w:tcPr>
          <w:p w:rsidR="00862805" w:rsidRDefault="0086280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862805" w:rsidRDefault="0086280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vAlign w:val="bottom"/>
          </w:tcPr>
          <w:p w:rsidR="00862805" w:rsidRDefault="00862805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862805" w:rsidRDefault="00862805">
      <w:bookmarkStart w:id="0" w:name="_GoBack"/>
      <w:bookmarkEnd w:id="0"/>
    </w:p>
    <w:sectPr w:rsidR="00862805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1358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10FB"/>
    <w:rsid w:val="001440AB"/>
    <w:rsid w:val="00153D40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293"/>
    <w:rsid w:val="00207F5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0B3D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5253"/>
    <w:rsid w:val="0030710E"/>
    <w:rsid w:val="0031165F"/>
    <w:rsid w:val="00311CBA"/>
    <w:rsid w:val="0031653D"/>
    <w:rsid w:val="00320C29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0619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7B48"/>
    <w:rsid w:val="004530C5"/>
    <w:rsid w:val="004564CF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10E7C"/>
    <w:rsid w:val="00611101"/>
    <w:rsid w:val="00611B1D"/>
    <w:rsid w:val="00611BC2"/>
    <w:rsid w:val="00612CED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427D"/>
    <w:rsid w:val="00666433"/>
    <w:rsid w:val="00673C2D"/>
    <w:rsid w:val="00677C6C"/>
    <w:rsid w:val="00682438"/>
    <w:rsid w:val="0068298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39AC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03AD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0FC9"/>
    <w:rsid w:val="00836F4E"/>
    <w:rsid w:val="00840A41"/>
    <w:rsid w:val="00841B11"/>
    <w:rsid w:val="00844B0F"/>
    <w:rsid w:val="008504C7"/>
    <w:rsid w:val="008548ED"/>
    <w:rsid w:val="008563C2"/>
    <w:rsid w:val="00862805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B2CFA"/>
    <w:rsid w:val="008C0782"/>
    <w:rsid w:val="008C15F7"/>
    <w:rsid w:val="008C3919"/>
    <w:rsid w:val="008C448C"/>
    <w:rsid w:val="008C48E6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1CC2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2324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4782A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077"/>
    <w:rsid w:val="00CA5A41"/>
    <w:rsid w:val="00CB05D7"/>
    <w:rsid w:val="00CB0D54"/>
    <w:rsid w:val="00CB6C3F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2026"/>
    <w:rsid w:val="00DA4149"/>
    <w:rsid w:val="00DA7214"/>
    <w:rsid w:val="00DB3581"/>
    <w:rsid w:val="00DB4DEB"/>
    <w:rsid w:val="00DB794E"/>
    <w:rsid w:val="00DC100D"/>
    <w:rsid w:val="00DC5557"/>
    <w:rsid w:val="00DC68F4"/>
    <w:rsid w:val="00DD3EEB"/>
    <w:rsid w:val="00DD49E9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3D4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47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535</Words>
  <Characters>3051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2017-11-13T15:40:00Z</cp:lastPrinted>
  <dcterms:created xsi:type="dcterms:W3CDTF">2018-11-08T12:42:00Z</dcterms:created>
  <dcterms:modified xsi:type="dcterms:W3CDTF">2019-12-03T06:49:00Z</dcterms:modified>
</cp:coreProperties>
</file>