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</w:p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</w:p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</w:p>
    <w:p w:rsidR="00342681" w:rsidRDefault="00342681" w:rsidP="00314B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КФХ</w:t>
      </w:r>
    </w:p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</w:p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произведен согласно запланированного в бюджете поселения ЕСХН, что составляет 50% от уплаченной суммы налога. ЕСХН- это 6% от суммы доходов КФХ.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1"/>
      </w:tblGrid>
      <w:tr w:rsidR="00342681" w:rsidRPr="00A96E60" w:rsidTr="00A87DC6">
        <w:tc>
          <w:tcPr>
            <w:tcW w:w="8011" w:type="dxa"/>
          </w:tcPr>
          <w:p w:rsidR="00342681" w:rsidRPr="00A96E60" w:rsidRDefault="00342681" w:rsidP="00775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342681" w:rsidRPr="00A96E60" w:rsidRDefault="00342681" w:rsidP="00775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681" w:rsidRPr="00A96E60" w:rsidRDefault="00342681" w:rsidP="00032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E60">
              <w:rPr>
                <w:rFonts w:ascii="Times New Roman" w:hAnsi="Times New Roman" w:cs="Times New Roman"/>
                <w:sz w:val="28"/>
                <w:szCs w:val="28"/>
              </w:rPr>
              <w:t xml:space="preserve">ЕСХН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 тыс. руб</w:t>
            </w:r>
            <w:r w:rsidRPr="00A96E6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96E60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  <w:r w:rsidRPr="00A96E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</w:p>
          <w:p w:rsidR="00342681" w:rsidRPr="00A96E60" w:rsidRDefault="00342681" w:rsidP="00BF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168*100/12</w:t>
            </w:r>
            <w:r w:rsidRPr="00A96E60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  <w:r w:rsidRPr="00A96E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</w:p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</w:p>
    <w:p w:rsidR="00342681" w:rsidRDefault="00342681" w:rsidP="007750C0">
      <w:pPr>
        <w:rPr>
          <w:rFonts w:ascii="Times New Roman" w:hAnsi="Times New Roman" w:cs="Times New Roman"/>
          <w:sz w:val="28"/>
          <w:szCs w:val="28"/>
        </w:rPr>
      </w:pPr>
    </w:p>
    <w:p w:rsidR="00342681" w:rsidRPr="007750C0" w:rsidRDefault="00342681" w:rsidP="007750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Маякского СП                                                         А.М.Бардаков</w:t>
      </w:r>
    </w:p>
    <w:sectPr w:rsidR="00342681" w:rsidRPr="007750C0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0C0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28AC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1B9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1466"/>
    <w:rsid w:val="002131AB"/>
    <w:rsid w:val="00215B3E"/>
    <w:rsid w:val="00223ACC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3A0B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4BB7"/>
    <w:rsid w:val="0031653D"/>
    <w:rsid w:val="00320F7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2681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4CF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35F9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3C33"/>
    <w:rsid w:val="004977C7"/>
    <w:rsid w:val="004A070F"/>
    <w:rsid w:val="004A0B8B"/>
    <w:rsid w:val="004A1783"/>
    <w:rsid w:val="004A2018"/>
    <w:rsid w:val="004A315B"/>
    <w:rsid w:val="004A33E2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2AA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3C3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0BCD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092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1BA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0C0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A6E8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2BDF"/>
    <w:rsid w:val="008548ED"/>
    <w:rsid w:val="008563C2"/>
    <w:rsid w:val="008637E4"/>
    <w:rsid w:val="00867566"/>
    <w:rsid w:val="00874435"/>
    <w:rsid w:val="00882A16"/>
    <w:rsid w:val="00885B43"/>
    <w:rsid w:val="00893962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57B4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DE5"/>
    <w:rsid w:val="009F5E11"/>
    <w:rsid w:val="00A027E0"/>
    <w:rsid w:val="00A125E0"/>
    <w:rsid w:val="00A13428"/>
    <w:rsid w:val="00A21878"/>
    <w:rsid w:val="00A21932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195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DC6"/>
    <w:rsid w:val="00A87E50"/>
    <w:rsid w:val="00A96E6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190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7FF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6DF2"/>
    <w:rsid w:val="00BB157F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7438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0FA6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8775C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3A4F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26FA"/>
    <w:rsid w:val="00E17E44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050F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9A0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74B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50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727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27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49</Words>
  <Characters>283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2018-07-25T13:03:00Z</cp:lastPrinted>
  <dcterms:created xsi:type="dcterms:W3CDTF">2015-11-18T06:00:00Z</dcterms:created>
  <dcterms:modified xsi:type="dcterms:W3CDTF">2019-03-11T18:19:00Z</dcterms:modified>
</cp:coreProperties>
</file>