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77" w:rsidRPr="00612CED" w:rsidRDefault="00CA507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CA5077" w:rsidRPr="00612CED" w:rsidRDefault="00CA507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CA5077" w:rsidRPr="00612CED" w:rsidRDefault="00CA507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CA5077" w:rsidRDefault="00CA5077" w:rsidP="008B2CFA">
      <w:r w:rsidRPr="00612CED">
        <w:t xml:space="preserve">                                          </w:t>
      </w:r>
      <w:r>
        <w:t xml:space="preserve">                                         </w:t>
      </w:r>
      <w:r w:rsidRPr="00612CED">
        <w:t xml:space="preserve">от  </w:t>
      </w:r>
      <w:r>
        <w:t xml:space="preserve">13.05.2019 года </w:t>
      </w:r>
      <w:r w:rsidRPr="00612CED">
        <w:t xml:space="preserve"> №</w:t>
      </w:r>
      <w:r>
        <w:t xml:space="preserve"> 249</w:t>
      </w:r>
    </w:p>
    <w:p w:rsidR="00CA5077" w:rsidRPr="00612CED" w:rsidRDefault="00CA5077" w:rsidP="008B2CFA"/>
    <w:p w:rsidR="00CA5077" w:rsidRDefault="00CA5077"/>
    <w:tbl>
      <w:tblPr>
        <w:tblW w:w="13179" w:type="dxa"/>
        <w:tblInd w:w="-106" w:type="dxa"/>
        <w:tblLook w:val="0000"/>
      </w:tblPr>
      <w:tblGrid>
        <w:gridCol w:w="13179"/>
      </w:tblGrid>
      <w:tr w:rsidR="00CA507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CA5077" w:rsidRPr="009824A1" w:rsidRDefault="00CA507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A5077" w:rsidRPr="00506C4A" w:rsidRDefault="00CA507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CA5077" w:rsidRPr="009824A1" w:rsidTr="00840A41">
        <w:tc>
          <w:tcPr>
            <w:tcW w:w="3234" w:type="dxa"/>
            <w:vAlign w:val="center"/>
          </w:tcPr>
          <w:p w:rsidR="00CA5077" w:rsidRPr="009824A1" w:rsidRDefault="00CA507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CA5077" w:rsidRPr="009824A1" w:rsidRDefault="00CA507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CA5077" w:rsidRPr="009824A1" w:rsidRDefault="00CA507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CA5077" w:rsidRPr="009824A1" w:rsidRDefault="00CA5077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3 317 153,0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234 000,0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2185773,00</w:t>
            </w:r>
          </w:p>
          <w:p w:rsidR="00CA5077" w:rsidRPr="009824A1" w:rsidRDefault="00CA507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58</w:t>
            </w:r>
            <w:r w:rsidRPr="009824A1">
              <w:rPr>
                <w:sz w:val="28"/>
                <w:szCs w:val="28"/>
              </w:rPr>
              <w:t>0,0</w:t>
            </w: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B16C17">
              <w:rPr>
                <w:color w:val="000000"/>
                <w:spacing w:val="-3"/>
                <w:sz w:val="28"/>
                <w:szCs w:val="28"/>
              </w:rPr>
              <w:t>1 16 90050 10 0000 140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jc w:val="both"/>
              <w:rPr>
                <w:sz w:val="28"/>
                <w:szCs w:val="28"/>
              </w:rPr>
            </w:pP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B16C17">
              <w:rPr>
                <w:spacing w:val="1"/>
                <w:sz w:val="28"/>
                <w:szCs w:val="28"/>
              </w:rPr>
              <w:t>сельских</w:t>
            </w: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CA5077" w:rsidRPr="009824A1" w:rsidRDefault="00CA5077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8 820 500,0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5 073 200,0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CA5077" w:rsidRPr="009824A1" w:rsidRDefault="00CA5077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92 500,0</w:t>
            </w:r>
          </w:p>
        </w:tc>
      </w:tr>
      <w:tr w:rsidR="00CA5077" w:rsidRPr="009824A1" w:rsidTr="00270B3D">
        <w:trPr>
          <w:trHeight w:val="576"/>
        </w:trPr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CA5077" w:rsidRDefault="00CA5077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CA5077" w:rsidRPr="009824A1" w:rsidTr="008B2CFA">
        <w:trPr>
          <w:trHeight w:val="372"/>
        </w:trPr>
        <w:tc>
          <w:tcPr>
            <w:tcW w:w="3234" w:type="dxa"/>
          </w:tcPr>
          <w:p w:rsidR="00CA5077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2 02 19999 10 0000 150</w:t>
            </w:r>
          </w:p>
        </w:tc>
        <w:tc>
          <w:tcPr>
            <w:tcW w:w="4961" w:type="dxa"/>
          </w:tcPr>
          <w:p w:rsidR="00CA5077" w:rsidRPr="00270B3D" w:rsidRDefault="00CA5077" w:rsidP="00840A41">
            <w:pPr>
              <w:rPr>
                <w:sz w:val="28"/>
                <w:szCs w:val="28"/>
              </w:rPr>
            </w:pPr>
            <w:r w:rsidRPr="00270B3D">
              <w:rPr>
                <w:color w:val="000000"/>
                <w:spacing w:val="1"/>
                <w:sz w:val="28"/>
                <w:szCs w:val="28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842" w:type="dxa"/>
          </w:tcPr>
          <w:p w:rsidR="00CA5077" w:rsidRDefault="00CA5077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212 500,0</w:t>
            </w:r>
          </w:p>
        </w:tc>
      </w:tr>
      <w:tr w:rsidR="00CA5077" w:rsidRPr="009824A1" w:rsidTr="008B2CFA">
        <w:trPr>
          <w:trHeight w:val="192"/>
        </w:trPr>
        <w:tc>
          <w:tcPr>
            <w:tcW w:w="3234" w:type="dxa"/>
          </w:tcPr>
          <w:p w:rsidR="00CA5077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4961" w:type="dxa"/>
          </w:tcPr>
          <w:p w:rsidR="00CA5077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842" w:type="dxa"/>
          </w:tcPr>
          <w:p w:rsidR="00CA5077" w:rsidRDefault="00CA5077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3 052 800,0</w:t>
            </w:r>
          </w:p>
        </w:tc>
      </w:tr>
      <w:tr w:rsidR="00CA5077" w:rsidRPr="009824A1" w:rsidTr="00840A41">
        <w:trPr>
          <w:trHeight w:val="516"/>
        </w:trPr>
        <w:tc>
          <w:tcPr>
            <w:tcW w:w="3234" w:type="dxa"/>
          </w:tcPr>
          <w:p w:rsidR="00CA5077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4961" w:type="dxa"/>
          </w:tcPr>
          <w:p w:rsidR="00CA5077" w:rsidRDefault="00CA507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</w:tcPr>
          <w:p w:rsidR="00CA5077" w:rsidRDefault="00CA5077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CA5077" w:rsidRPr="009824A1" w:rsidTr="00840A41">
        <w:tc>
          <w:tcPr>
            <w:tcW w:w="3234" w:type="dxa"/>
          </w:tcPr>
          <w:p w:rsidR="00CA5077" w:rsidRDefault="00CA5077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</w:tcPr>
          <w:p w:rsidR="00CA5077" w:rsidRDefault="00CA5077" w:rsidP="002A1095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</w:tcPr>
          <w:p w:rsidR="00CA5077" w:rsidRDefault="00CA5077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:rsidR="00CA5077" w:rsidRPr="009824A1" w:rsidTr="00840A41">
        <w:trPr>
          <w:trHeight w:val="248"/>
        </w:trPr>
        <w:tc>
          <w:tcPr>
            <w:tcW w:w="3234" w:type="dxa"/>
          </w:tcPr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CA5077" w:rsidRPr="009824A1" w:rsidRDefault="00CA5077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CA5077" w:rsidRPr="0064467E" w:rsidRDefault="00CA5077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12 137 653,0</w:t>
            </w:r>
          </w:p>
        </w:tc>
      </w:tr>
      <w:tr w:rsidR="00CA5077" w:rsidRPr="009824A1" w:rsidTr="00840A41">
        <w:trPr>
          <w:trHeight w:val="248"/>
        </w:trPr>
        <w:tc>
          <w:tcPr>
            <w:tcW w:w="10037" w:type="dxa"/>
            <w:gridSpan w:val="3"/>
          </w:tcPr>
          <w:p w:rsidR="00CA5077" w:rsidRDefault="00CA5077" w:rsidP="00840A41">
            <w:pPr>
              <w:rPr>
                <w:sz w:val="28"/>
                <w:szCs w:val="28"/>
              </w:rPr>
            </w:pPr>
          </w:p>
          <w:p w:rsidR="00CA5077" w:rsidRPr="009824A1" w:rsidRDefault="00CA507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CA5077" w:rsidRDefault="00CA5077"/>
    <w:p w:rsidR="00CA5077" w:rsidRDefault="00CA5077"/>
    <w:p w:rsidR="00CA5077" w:rsidRDefault="00CA5077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CA5077" w:rsidTr="00AC46C4">
        <w:tc>
          <w:tcPr>
            <w:tcW w:w="6666" w:type="dxa"/>
            <w:vAlign w:val="bottom"/>
          </w:tcPr>
          <w:p w:rsidR="00CA5077" w:rsidRDefault="00CA507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CA5077" w:rsidRDefault="00CA507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CA5077" w:rsidRDefault="00CA507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CA5077" w:rsidRDefault="00CA5077">
      <w:bookmarkStart w:id="0" w:name="_GoBack"/>
      <w:bookmarkEnd w:id="0"/>
    </w:p>
    <w:sectPr w:rsidR="00CA507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0B3D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1CBA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427D"/>
    <w:rsid w:val="00666433"/>
    <w:rsid w:val="00673C2D"/>
    <w:rsid w:val="00677C6C"/>
    <w:rsid w:val="00682438"/>
    <w:rsid w:val="0068298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39AC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03AD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2CFA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1CC2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324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4782A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077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3D4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9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520</Words>
  <Characters>2969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2017-11-13T15:40:00Z</cp:lastPrinted>
  <dcterms:created xsi:type="dcterms:W3CDTF">2018-11-08T12:42:00Z</dcterms:created>
  <dcterms:modified xsi:type="dcterms:W3CDTF">2019-05-16T11:18:00Z</dcterms:modified>
</cp:coreProperties>
</file>