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B5D" w:rsidRPr="00612CED" w:rsidRDefault="00ED7B5D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ED7B5D" w:rsidRPr="00612CED" w:rsidRDefault="00ED7B5D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ED7B5D" w:rsidRPr="00612CED" w:rsidRDefault="00ED7B5D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ED7B5D" w:rsidRPr="00612CED" w:rsidRDefault="00ED7B5D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18.06.2019 № 261</w:t>
      </w:r>
    </w:p>
    <w:p w:rsidR="00ED7B5D" w:rsidRDefault="00ED7B5D" w:rsidP="00035895">
      <w:pPr>
        <w:jc w:val="center"/>
        <w:rPr>
          <w:b/>
          <w:bCs/>
          <w:sz w:val="28"/>
          <w:szCs w:val="28"/>
        </w:rPr>
      </w:pPr>
    </w:p>
    <w:p w:rsidR="00ED7B5D" w:rsidRDefault="00ED7B5D" w:rsidP="00035895">
      <w:pPr>
        <w:jc w:val="center"/>
        <w:rPr>
          <w:b/>
          <w:bCs/>
          <w:sz w:val="28"/>
          <w:szCs w:val="28"/>
        </w:rPr>
      </w:pPr>
    </w:p>
    <w:p w:rsidR="00ED7B5D" w:rsidRDefault="00ED7B5D" w:rsidP="00035895">
      <w:pPr>
        <w:jc w:val="center"/>
        <w:rPr>
          <w:b/>
          <w:bCs/>
          <w:sz w:val="28"/>
          <w:szCs w:val="28"/>
        </w:rPr>
      </w:pPr>
    </w:p>
    <w:p w:rsidR="00ED7B5D" w:rsidRDefault="00ED7B5D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</w:t>
      </w:r>
      <w:r>
        <w:rPr>
          <w:b/>
          <w:sz w:val="28"/>
          <w:szCs w:val="28"/>
        </w:rPr>
        <w:t>9</w:t>
      </w:r>
      <w:r w:rsidRPr="006217B0">
        <w:rPr>
          <w:b/>
          <w:sz w:val="28"/>
          <w:szCs w:val="28"/>
        </w:rPr>
        <w:t xml:space="preserve"> год</w:t>
      </w:r>
    </w:p>
    <w:p w:rsidR="00ED7B5D" w:rsidRPr="006217B0" w:rsidRDefault="00ED7B5D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p w:rsidR="00ED7B5D" w:rsidRPr="006217B0" w:rsidRDefault="00ED7B5D" w:rsidP="00035895">
      <w:pPr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509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3"/>
        <w:gridCol w:w="5295"/>
        <w:gridCol w:w="1887"/>
        <w:gridCol w:w="1980"/>
      </w:tblGrid>
      <w:tr w:rsidR="00ED7B5D" w:rsidRPr="008D5C15" w:rsidTr="007E7321">
        <w:tc>
          <w:tcPr>
            <w:tcW w:w="304" w:type="pct"/>
            <w:vAlign w:val="center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713" w:type="pct"/>
            <w:vAlign w:val="center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967" w:type="pct"/>
            <w:vAlign w:val="center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015" w:type="pct"/>
            <w:vAlign w:val="center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13" w:type="pct"/>
          </w:tcPr>
          <w:p w:rsidR="00ED7B5D" w:rsidRPr="006E483E" w:rsidRDefault="00ED7B5D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1015" w:type="pct"/>
          </w:tcPr>
          <w:p w:rsidR="00ED7B5D" w:rsidRPr="008D5C15" w:rsidRDefault="00ED7B5D" w:rsidP="00C60CFB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3 384 080,0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1015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573000,0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1015" w:type="pct"/>
          </w:tcPr>
          <w:p w:rsidR="00ED7B5D" w:rsidRPr="008D5C15" w:rsidRDefault="00ED7B5D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2 561 480,0</w:t>
            </w:r>
          </w:p>
        </w:tc>
      </w:tr>
      <w:tr w:rsidR="00ED7B5D" w:rsidRPr="008D5C15" w:rsidTr="007E7321">
        <w:trPr>
          <w:trHeight w:val="1296"/>
        </w:trPr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1015" w:type="pct"/>
          </w:tcPr>
          <w:p w:rsidR="00ED7B5D" w:rsidRPr="008D5C15" w:rsidRDefault="00ED7B5D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ED7B5D" w:rsidRPr="008D5C15" w:rsidTr="007E7321">
        <w:trPr>
          <w:trHeight w:val="636"/>
        </w:trPr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</w:t>
            </w:r>
          </w:p>
        </w:tc>
        <w:tc>
          <w:tcPr>
            <w:tcW w:w="1015" w:type="pct"/>
          </w:tcPr>
          <w:p w:rsidR="00ED7B5D" w:rsidRPr="008D5C15" w:rsidRDefault="00ED7B5D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80 000,0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1015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1015" w:type="pct"/>
          </w:tcPr>
          <w:p w:rsidR="00ED7B5D" w:rsidRPr="008D5C15" w:rsidRDefault="00ED7B5D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158 100,0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13" w:type="pct"/>
          </w:tcPr>
          <w:p w:rsidR="00ED7B5D" w:rsidRPr="006E483E" w:rsidRDefault="00ED7B5D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1015" w:type="pct"/>
          </w:tcPr>
          <w:p w:rsidR="00ED7B5D" w:rsidRPr="008D5C15" w:rsidRDefault="00ED7B5D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88 700,0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1015" w:type="pct"/>
          </w:tcPr>
          <w:p w:rsidR="00ED7B5D" w:rsidRPr="008D5C15" w:rsidRDefault="00ED7B5D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88 700,0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13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1015" w:type="pct"/>
          </w:tcPr>
          <w:p w:rsidR="00ED7B5D" w:rsidRPr="008D5C15" w:rsidRDefault="00ED7B5D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18 050,0</w:t>
            </w:r>
          </w:p>
        </w:tc>
      </w:tr>
      <w:tr w:rsidR="00ED7B5D" w:rsidRPr="008D5C15" w:rsidTr="007E7321">
        <w:trPr>
          <w:trHeight w:val="693"/>
        </w:trPr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1015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10 600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1015" w:type="pct"/>
          </w:tcPr>
          <w:p w:rsidR="00ED7B5D" w:rsidRPr="008D5C15" w:rsidRDefault="00ED7B5D" w:rsidP="001673E4">
            <w:pPr>
              <w:tabs>
                <w:tab w:val="left" w:pos="210"/>
                <w:tab w:val="center" w:pos="678"/>
                <w:tab w:val="right" w:pos="1357"/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3 0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1015" w:type="pct"/>
          </w:tcPr>
          <w:p w:rsidR="00ED7B5D" w:rsidRPr="008D5C15" w:rsidRDefault="00ED7B5D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4 450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13" w:type="pct"/>
          </w:tcPr>
          <w:p w:rsidR="00ED7B5D" w:rsidRPr="006E483E" w:rsidRDefault="00ED7B5D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1015" w:type="pct"/>
          </w:tcPr>
          <w:p w:rsidR="00ED7B5D" w:rsidRPr="008D5C15" w:rsidRDefault="00ED7B5D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5 606 665,21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6E483E" w:rsidRDefault="00ED7B5D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1015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1015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1015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1015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1015" w:type="pct"/>
          </w:tcPr>
          <w:p w:rsidR="00ED7B5D" w:rsidRPr="008D5C15" w:rsidRDefault="00ED7B5D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5 604 565,21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13" w:type="pct"/>
          </w:tcPr>
          <w:p w:rsidR="00ED7B5D" w:rsidRPr="008D5C15" w:rsidRDefault="00ED7B5D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67" w:type="pct"/>
          </w:tcPr>
          <w:p w:rsidR="00ED7B5D" w:rsidRPr="008D5C15" w:rsidRDefault="00ED7B5D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1015" w:type="pct"/>
          </w:tcPr>
          <w:p w:rsidR="00ED7B5D" w:rsidRPr="008D5C15" w:rsidRDefault="00ED7B5D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928 450,0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967" w:type="pct"/>
          </w:tcPr>
          <w:p w:rsidR="00ED7B5D" w:rsidRPr="008D5C15" w:rsidRDefault="00ED7B5D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1015" w:type="pct"/>
          </w:tcPr>
          <w:p w:rsidR="00ED7B5D" w:rsidRPr="008D5C15" w:rsidRDefault="00ED7B5D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200 000</w:t>
            </w:r>
            <w:r w:rsidRPr="008D5C15">
              <w:rPr>
                <w:sz w:val="28"/>
                <w:szCs w:val="28"/>
              </w:rPr>
              <w:t>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67" w:type="pct"/>
          </w:tcPr>
          <w:p w:rsidR="00ED7B5D" w:rsidRPr="008D5C15" w:rsidRDefault="00ED7B5D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1015" w:type="pct"/>
          </w:tcPr>
          <w:p w:rsidR="00ED7B5D" w:rsidRPr="008D5C15" w:rsidRDefault="00ED7B5D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727 200,0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967" w:type="pct"/>
          </w:tcPr>
          <w:p w:rsidR="00ED7B5D" w:rsidRPr="008D5C15" w:rsidRDefault="00ED7B5D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015" w:type="pct"/>
          </w:tcPr>
          <w:p w:rsidR="00ED7B5D" w:rsidRPr="008D5C15" w:rsidRDefault="00ED7B5D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13" w:type="pct"/>
          </w:tcPr>
          <w:p w:rsidR="00ED7B5D" w:rsidRPr="009819AC" w:rsidRDefault="00ED7B5D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1015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67 </w:t>
            </w:r>
            <w:r w:rsidRPr="008D5C15">
              <w:rPr>
                <w:b/>
                <w:bCs/>
                <w:sz w:val="28"/>
                <w:szCs w:val="28"/>
              </w:rPr>
              <w:t>000,0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1015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67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13" w:type="pct"/>
          </w:tcPr>
          <w:p w:rsidR="00ED7B5D" w:rsidRPr="009819AC" w:rsidRDefault="00ED7B5D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1015" w:type="pct"/>
          </w:tcPr>
          <w:p w:rsidR="00ED7B5D" w:rsidRPr="008D5C15" w:rsidRDefault="00ED7B5D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2 597 146,9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9819AC" w:rsidRDefault="00ED7B5D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1015" w:type="pct"/>
          </w:tcPr>
          <w:p w:rsidR="00ED7B5D" w:rsidRPr="008D5C15" w:rsidRDefault="00ED7B5D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2 597 146,9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13" w:type="pct"/>
          </w:tcPr>
          <w:p w:rsidR="00ED7B5D" w:rsidRPr="009819AC" w:rsidRDefault="00ED7B5D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1015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60 0</w:t>
            </w:r>
            <w:r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1015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ED7B5D" w:rsidRPr="008D5C15" w:rsidTr="007E7321">
        <w:tc>
          <w:tcPr>
            <w:tcW w:w="304" w:type="pct"/>
          </w:tcPr>
          <w:p w:rsidR="00ED7B5D" w:rsidRPr="008D5C15" w:rsidRDefault="00ED7B5D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ED7B5D" w:rsidRPr="008D5C15" w:rsidRDefault="00ED7B5D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967" w:type="pct"/>
          </w:tcPr>
          <w:p w:rsidR="00ED7B5D" w:rsidRPr="008D5C15" w:rsidRDefault="00ED7B5D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</w:tcPr>
          <w:p w:rsidR="00ED7B5D" w:rsidRPr="008D5C15" w:rsidRDefault="00ED7B5D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12 750 092,11</w:t>
            </w:r>
          </w:p>
        </w:tc>
      </w:tr>
    </w:tbl>
    <w:p w:rsidR="00ED7B5D" w:rsidRDefault="00ED7B5D"/>
    <w:p w:rsidR="00ED7B5D" w:rsidRDefault="00ED7B5D"/>
    <w:p w:rsidR="00ED7B5D" w:rsidRDefault="00ED7B5D"/>
    <w:p w:rsidR="00ED7B5D" w:rsidRDefault="00ED7B5D"/>
    <w:p w:rsidR="00ED7B5D" w:rsidRDefault="00ED7B5D"/>
    <w:tbl>
      <w:tblPr>
        <w:tblW w:w="0" w:type="auto"/>
        <w:tblInd w:w="108" w:type="dxa"/>
        <w:tblLook w:val="00A0"/>
      </w:tblPr>
      <w:tblGrid>
        <w:gridCol w:w="6256"/>
        <w:gridCol w:w="3207"/>
      </w:tblGrid>
      <w:tr w:rsidR="00ED7B5D" w:rsidTr="00C45FC9">
        <w:tc>
          <w:tcPr>
            <w:tcW w:w="6666" w:type="dxa"/>
            <w:vAlign w:val="bottom"/>
          </w:tcPr>
          <w:p w:rsidR="00ED7B5D" w:rsidRDefault="00ED7B5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ED7B5D" w:rsidRDefault="00ED7B5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333" w:type="dxa"/>
            <w:vAlign w:val="bottom"/>
          </w:tcPr>
          <w:p w:rsidR="00ED7B5D" w:rsidRDefault="00ED7B5D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ED7B5D" w:rsidRDefault="00ED7B5D">
      <w:bookmarkStart w:id="0" w:name="_GoBack"/>
      <w:bookmarkEnd w:id="0"/>
    </w:p>
    <w:sectPr w:rsidR="00ED7B5D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51335"/>
    <w:rsid w:val="000607E6"/>
    <w:rsid w:val="000646BB"/>
    <w:rsid w:val="00070AD4"/>
    <w:rsid w:val="00077CC8"/>
    <w:rsid w:val="000837DF"/>
    <w:rsid w:val="00083A9D"/>
    <w:rsid w:val="000846A1"/>
    <w:rsid w:val="00085DBB"/>
    <w:rsid w:val="00095483"/>
    <w:rsid w:val="000A0E1F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63B2"/>
    <w:rsid w:val="002F0DF4"/>
    <w:rsid w:val="0030337C"/>
    <w:rsid w:val="00304F04"/>
    <w:rsid w:val="0030710E"/>
    <w:rsid w:val="0031165F"/>
    <w:rsid w:val="0031653D"/>
    <w:rsid w:val="0032146B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6FA8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6D2C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605C"/>
    <w:rsid w:val="004C02EF"/>
    <w:rsid w:val="004C2F7F"/>
    <w:rsid w:val="004C3B7B"/>
    <w:rsid w:val="004C5681"/>
    <w:rsid w:val="004D0089"/>
    <w:rsid w:val="004D00C3"/>
    <w:rsid w:val="004D10CA"/>
    <w:rsid w:val="004D17DD"/>
    <w:rsid w:val="004D2BC7"/>
    <w:rsid w:val="004E1176"/>
    <w:rsid w:val="004E1994"/>
    <w:rsid w:val="004E3CEA"/>
    <w:rsid w:val="004E461F"/>
    <w:rsid w:val="004E77FD"/>
    <w:rsid w:val="004F06AE"/>
    <w:rsid w:val="004F31A8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8C5"/>
    <w:rsid w:val="00561E09"/>
    <w:rsid w:val="00565D56"/>
    <w:rsid w:val="00567CF3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042"/>
    <w:rsid w:val="005846CA"/>
    <w:rsid w:val="00592016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84F42"/>
    <w:rsid w:val="00686402"/>
    <w:rsid w:val="006905B5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12EF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6E48"/>
    <w:rsid w:val="007E32D5"/>
    <w:rsid w:val="007E7321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4AA6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5A0E"/>
    <w:rsid w:val="00867566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479D"/>
    <w:rsid w:val="00935CED"/>
    <w:rsid w:val="009406C8"/>
    <w:rsid w:val="009508E9"/>
    <w:rsid w:val="00952F5E"/>
    <w:rsid w:val="0096065B"/>
    <w:rsid w:val="009659A7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A005E"/>
    <w:rsid w:val="009A0ED2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164D5"/>
    <w:rsid w:val="00A21878"/>
    <w:rsid w:val="00A21ECA"/>
    <w:rsid w:val="00A23C04"/>
    <w:rsid w:val="00A27C92"/>
    <w:rsid w:val="00A31E15"/>
    <w:rsid w:val="00A31EAE"/>
    <w:rsid w:val="00A40E20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458A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7753"/>
    <w:rsid w:val="00ED029E"/>
    <w:rsid w:val="00ED4FE0"/>
    <w:rsid w:val="00ED7B5D"/>
    <w:rsid w:val="00EE1957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3605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8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2</Pages>
  <Words>354</Words>
  <Characters>2020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cp:lastPrinted>2017-12-11T09:36:00Z</cp:lastPrinted>
  <dcterms:created xsi:type="dcterms:W3CDTF">2018-11-08T12:39:00Z</dcterms:created>
  <dcterms:modified xsi:type="dcterms:W3CDTF">2019-07-02T15:10:00Z</dcterms:modified>
</cp:coreProperties>
</file>