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3FF" w:rsidRPr="00612CED" w:rsidRDefault="008713FF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8713FF" w:rsidRPr="00612CED" w:rsidRDefault="008713FF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8713FF" w:rsidRPr="00612CED" w:rsidRDefault="008713FF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8713FF" w:rsidRPr="00612CED" w:rsidRDefault="008713FF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30.12.2019 № 27</w:t>
      </w:r>
    </w:p>
    <w:p w:rsidR="008713FF" w:rsidRDefault="008713FF" w:rsidP="00035895">
      <w:pPr>
        <w:jc w:val="center"/>
        <w:rPr>
          <w:b/>
          <w:bCs/>
          <w:sz w:val="28"/>
          <w:szCs w:val="28"/>
        </w:rPr>
      </w:pPr>
    </w:p>
    <w:p w:rsidR="008713FF" w:rsidRDefault="008713FF" w:rsidP="00035895">
      <w:pPr>
        <w:jc w:val="center"/>
        <w:rPr>
          <w:b/>
          <w:bCs/>
          <w:sz w:val="28"/>
          <w:szCs w:val="28"/>
        </w:rPr>
      </w:pPr>
    </w:p>
    <w:p w:rsidR="008713FF" w:rsidRDefault="008713FF" w:rsidP="00035895">
      <w:pPr>
        <w:jc w:val="center"/>
        <w:rPr>
          <w:b/>
          <w:bCs/>
          <w:sz w:val="28"/>
          <w:szCs w:val="28"/>
        </w:rPr>
      </w:pPr>
    </w:p>
    <w:p w:rsidR="008713FF" w:rsidRDefault="008713FF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</w:t>
      </w:r>
      <w:r>
        <w:rPr>
          <w:b/>
          <w:sz w:val="28"/>
          <w:szCs w:val="28"/>
        </w:rPr>
        <w:t>9</w:t>
      </w:r>
      <w:r w:rsidRPr="006217B0">
        <w:rPr>
          <w:b/>
          <w:sz w:val="28"/>
          <w:szCs w:val="28"/>
        </w:rPr>
        <w:t xml:space="preserve"> год</w:t>
      </w:r>
    </w:p>
    <w:p w:rsidR="008713FF" w:rsidRPr="006217B0" w:rsidRDefault="008713FF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p w:rsidR="008713FF" w:rsidRPr="006217B0" w:rsidRDefault="008713FF" w:rsidP="0003589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509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3"/>
        <w:gridCol w:w="5295"/>
        <w:gridCol w:w="1887"/>
        <w:gridCol w:w="1980"/>
      </w:tblGrid>
      <w:tr w:rsidR="008713FF" w:rsidRPr="008D5C15" w:rsidTr="007E7321">
        <w:tc>
          <w:tcPr>
            <w:tcW w:w="304" w:type="pct"/>
            <w:vAlign w:val="center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713" w:type="pct"/>
            <w:vAlign w:val="center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967" w:type="pct"/>
            <w:vAlign w:val="center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015" w:type="pct"/>
            <w:vAlign w:val="center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13" w:type="pct"/>
          </w:tcPr>
          <w:p w:rsidR="008713FF" w:rsidRPr="006E483E" w:rsidRDefault="008713FF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1015" w:type="pct"/>
          </w:tcPr>
          <w:p w:rsidR="008713FF" w:rsidRPr="008D5C15" w:rsidRDefault="008713FF" w:rsidP="00C60CFB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3 497 055,95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1015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586 830,0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1015" w:type="pct"/>
          </w:tcPr>
          <w:p w:rsidR="008713FF" w:rsidRPr="008D5C15" w:rsidRDefault="008713FF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2 068 972,0</w:t>
            </w:r>
          </w:p>
        </w:tc>
      </w:tr>
      <w:tr w:rsidR="008713FF" w:rsidRPr="008D5C15" w:rsidTr="007E7321">
        <w:trPr>
          <w:trHeight w:val="1296"/>
        </w:trPr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1015" w:type="pct"/>
          </w:tcPr>
          <w:p w:rsidR="008713FF" w:rsidRPr="008D5C15" w:rsidRDefault="008713FF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8713FF" w:rsidRPr="008D5C15" w:rsidTr="007E7321">
        <w:trPr>
          <w:trHeight w:val="636"/>
        </w:trPr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</w:t>
            </w:r>
          </w:p>
        </w:tc>
        <w:tc>
          <w:tcPr>
            <w:tcW w:w="1015" w:type="pct"/>
          </w:tcPr>
          <w:p w:rsidR="008713FF" w:rsidRPr="008D5C15" w:rsidRDefault="008713FF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70 009,50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1015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1015" w:type="pct"/>
          </w:tcPr>
          <w:p w:rsidR="008713FF" w:rsidRPr="008D5C15" w:rsidRDefault="008713FF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759 744,45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13" w:type="pct"/>
          </w:tcPr>
          <w:p w:rsidR="008713FF" w:rsidRPr="006E483E" w:rsidRDefault="008713FF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1015" w:type="pct"/>
          </w:tcPr>
          <w:p w:rsidR="008713FF" w:rsidRPr="008D5C15" w:rsidRDefault="008713FF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88 700,0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1015" w:type="pct"/>
          </w:tcPr>
          <w:p w:rsidR="008713FF" w:rsidRPr="008D5C15" w:rsidRDefault="008713FF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88 700,0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13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1015" w:type="pct"/>
          </w:tcPr>
          <w:p w:rsidR="008713FF" w:rsidRPr="008D5C15" w:rsidRDefault="008713FF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18 050,0</w:t>
            </w:r>
          </w:p>
        </w:tc>
      </w:tr>
      <w:tr w:rsidR="008713FF" w:rsidRPr="008D5C15" w:rsidTr="007E7321">
        <w:trPr>
          <w:trHeight w:val="693"/>
        </w:trPr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1015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10 600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1015" w:type="pct"/>
          </w:tcPr>
          <w:p w:rsidR="008713FF" w:rsidRPr="008D5C15" w:rsidRDefault="008713FF" w:rsidP="001673E4">
            <w:pPr>
              <w:tabs>
                <w:tab w:val="left" w:pos="210"/>
                <w:tab w:val="center" w:pos="678"/>
                <w:tab w:val="right" w:pos="1357"/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3 0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1015" w:type="pct"/>
          </w:tcPr>
          <w:p w:rsidR="008713FF" w:rsidRPr="008D5C15" w:rsidRDefault="008713FF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4 450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13" w:type="pct"/>
          </w:tcPr>
          <w:p w:rsidR="008713FF" w:rsidRPr="006E483E" w:rsidRDefault="008713FF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1015" w:type="pct"/>
          </w:tcPr>
          <w:p w:rsidR="008713FF" w:rsidRPr="008D5C15" w:rsidRDefault="008713FF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5 606 665,21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6E483E" w:rsidRDefault="008713FF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1015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1015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1015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1015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1015" w:type="pct"/>
          </w:tcPr>
          <w:p w:rsidR="008713FF" w:rsidRPr="008D5C15" w:rsidRDefault="008713FF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5 604 565,21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13" w:type="pct"/>
          </w:tcPr>
          <w:p w:rsidR="008713FF" w:rsidRPr="008D5C15" w:rsidRDefault="008713FF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67" w:type="pct"/>
          </w:tcPr>
          <w:p w:rsidR="008713FF" w:rsidRPr="008D5C15" w:rsidRDefault="008713FF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1015" w:type="pct"/>
          </w:tcPr>
          <w:p w:rsidR="008713FF" w:rsidRPr="008D5C15" w:rsidRDefault="008713FF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751 796,05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967" w:type="pct"/>
          </w:tcPr>
          <w:p w:rsidR="008713FF" w:rsidRPr="008D5C15" w:rsidRDefault="008713FF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1015" w:type="pct"/>
          </w:tcPr>
          <w:p w:rsidR="008713FF" w:rsidRPr="008D5C15" w:rsidRDefault="008713FF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150 000,0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67" w:type="pct"/>
          </w:tcPr>
          <w:p w:rsidR="008713FF" w:rsidRPr="008D5C15" w:rsidRDefault="008713FF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1015" w:type="pct"/>
          </w:tcPr>
          <w:p w:rsidR="008713FF" w:rsidRPr="008D5C15" w:rsidRDefault="008713FF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600 546,05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67" w:type="pct"/>
          </w:tcPr>
          <w:p w:rsidR="008713FF" w:rsidRPr="008D5C15" w:rsidRDefault="008713FF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015" w:type="pct"/>
          </w:tcPr>
          <w:p w:rsidR="008713FF" w:rsidRPr="008D5C15" w:rsidRDefault="008713FF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13" w:type="pct"/>
          </w:tcPr>
          <w:p w:rsidR="008713FF" w:rsidRPr="009819AC" w:rsidRDefault="008713FF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1015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67 </w:t>
            </w:r>
            <w:r w:rsidRPr="008D5C15">
              <w:rPr>
                <w:b/>
                <w:bCs/>
                <w:sz w:val="28"/>
                <w:szCs w:val="28"/>
              </w:rPr>
              <w:t>000,0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1015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67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13" w:type="pct"/>
          </w:tcPr>
          <w:p w:rsidR="008713FF" w:rsidRPr="009819AC" w:rsidRDefault="008713FF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1015" w:type="pct"/>
          </w:tcPr>
          <w:p w:rsidR="008713FF" w:rsidRPr="008D5C15" w:rsidRDefault="008713FF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2 767 824,90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9819AC" w:rsidRDefault="008713FF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1015" w:type="pct"/>
          </w:tcPr>
          <w:p w:rsidR="008713FF" w:rsidRPr="008D5C15" w:rsidRDefault="008713FF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2 767 824,90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13" w:type="pct"/>
          </w:tcPr>
          <w:p w:rsidR="008713FF" w:rsidRPr="009819AC" w:rsidRDefault="008713FF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1015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60 0</w:t>
            </w:r>
            <w:r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1015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8713FF" w:rsidRPr="008D5C15" w:rsidTr="007E7321">
        <w:tc>
          <w:tcPr>
            <w:tcW w:w="304" w:type="pct"/>
          </w:tcPr>
          <w:p w:rsidR="008713FF" w:rsidRPr="008D5C15" w:rsidRDefault="008713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713FF" w:rsidRPr="008D5C15" w:rsidRDefault="008713FF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967" w:type="pct"/>
          </w:tcPr>
          <w:p w:rsidR="008713FF" w:rsidRPr="008D5C15" w:rsidRDefault="008713FF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</w:tcPr>
          <w:p w:rsidR="008713FF" w:rsidRPr="008D5C15" w:rsidRDefault="008713FF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12 857 092,11</w:t>
            </w:r>
          </w:p>
        </w:tc>
      </w:tr>
    </w:tbl>
    <w:p w:rsidR="008713FF" w:rsidRDefault="008713FF"/>
    <w:p w:rsidR="008713FF" w:rsidRDefault="008713FF"/>
    <w:p w:rsidR="008713FF" w:rsidRDefault="008713FF"/>
    <w:p w:rsidR="008713FF" w:rsidRDefault="008713FF"/>
    <w:p w:rsidR="008713FF" w:rsidRDefault="008713FF"/>
    <w:tbl>
      <w:tblPr>
        <w:tblW w:w="0" w:type="auto"/>
        <w:tblInd w:w="108" w:type="dxa"/>
        <w:tblLook w:val="00A0"/>
      </w:tblPr>
      <w:tblGrid>
        <w:gridCol w:w="6256"/>
        <w:gridCol w:w="3207"/>
      </w:tblGrid>
      <w:tr w:rsidR="008713FF" w:rsidTr="00C45FC9">
        <w:tc>
          <w:tcPr>
            <w:tcW w:w="6666" w:type="dxa"/>
            <w:vAlign w:val="bottom"/>
          </w:tcPr>
          <w:p w:rsidR="008713FF" w:rsidRDefault="008713F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8713FF" w:rsidRDefault="008713F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vAlign w:val="bottom"/>
          </w:tcPr>
          <w:p w:rsidR="008713FF" w:rsidRDefault="008713F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8713FF" w:rsidRDefault="008713FF">
      <w:bookmarkStart w:id="0" w:name="_GoBack"/>
      <w:bookmarkEnd w:id="0"/>
    </w:p>
    <w:sectPr w:rsidR="008713FF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51335"/>
    <w:rsid w:val="000607E6"/>
    <w:rsid w:val="000646BB"/>
    <w:rsid w:val="00070AD4"/>
    <w:rsid w:val="00077CC8"/>
    <w:rsid w:val="000837DF"/>
    <w:rsid w:val="00083A9D"/>
    <w:rsid w:val="000846A1"/>
    <w:rsid w:val="00085DBB"/>
    <w:rsid w:val="00095483"/>
    <w:rsid w:val="000A0E1F"/>
    <w:rsid w:val="000A3E57"/>
    <w:rsid w:val="000A6F76"/>
    <w:rsid w:val="000B0F01"/>
    <w:rsid w:val="000B12C6"/>
    <w:rsid w:val="000B19FB"/>
    <w:rsid w:val="000B1C30"/>
    <w:rsid w:val="000B3749"/>
    <w:rsid w:val="000B778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23BFD"/>
    <w:rsid w:val="00130B35"/>
    <w:rsid w:val="001310A1"/>
    <w:rsid w:val="001372E1"/>
    <w:rsid w:val="00137DE1"/>
    <w:rsid w:val="001410FB"/>
    <w:rsid w:val="001440AB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103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63B2"/>
    <w:rsid w:val="002F0DF4"/>
    <w:rsid w:val="0030337C"/>
    <w:rsid w:val="00304F04"/>
    <w:rsid w:val="0030710E"/>
    <w:rsid w:val="0031165F"/>
    <w:rsid w:val="0031653D"/>
    <w:rsid w:val="0032146B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512D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6FA8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6D2C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605C"/>
    <w:rsid w:val="004C02EF"/>
    <w:rsid w:val="004C2F7F"/>
    <w:rsid w:val="004C3B7B"/>
    <w:rsid w:val="004C5681"/>
    <w:rsid w:val="004D0089"/>
    <w:rsid w:val="004D00C3"/>
    <w:rsid w:val="004D10CA"/>
    <w:rsid w:val="004D17DD"/>
    <w:rsid w:val="004D2BC7"/>
    <w:rsid w:val="004E1176"/>
    <w:rsid w:val="004E1994"/>
    <w:rsid w:val="004E3CEA"/>
    <w:rsid w:val="004E461F"/>
    <w:rsid w:val="004E77FD"/>
    <w:rsid w:val="004F06AE"/>
    <w:rsid w:val="004F31A8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8C5"/>
    <w:rsid w:val="00561E09"/>
    <w:rsid w:val="00565D56"/>
    <w:rsid w:val="00567CF3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042"/>
    <w:rsid w:val="005846CA"/>
    <w:rsid w:val="00592016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4F42"/>
    <w:rsid w:val="00686402"/>
    <w:rsid w:val="006905B5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12EF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6E48"/>
    <w:rsid w:val="007E32D5"/>
    <w:rsid w:val="007E7321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4AA6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5A0E"/>
    <w:rsid w:val="00867566"/>
    <w:rsid w:val="008713FF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5FA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479D"/>
    <w:rsid w:val="00935CED"/>
    <w:rsid w:val="009406C8"/>
    <w:rsid w:val="009508E9"/>
    <w:rsid w:val="00952F5E"/>
    <w:rsid w:val="0096065B"/>
    <w:rsid w:val="009659A7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A005E"/>
    <w:rsid w:val="009A0ED2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164D5"/>
    <w:rsid w:val="00A21878"/>
    <w:rsid w:val="00A21ECA"/>
    <w:rsid w:val="00A23C04"/>
    <w:rsid w:val="00A27C92"/>
    <w:rsid w:val="00A31E15"/>
    <w:rsid w:val="00A31EAE"/>
    <w:rsid w:val="00A40E20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2329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3458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458A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7753"/>
    <w:rsid w:val="00ED029E"/>
    <w:rsid w:val="00ED4FE0"/>
    <w:rsid w:val="00ED7B5D"/>
    <w:rsid w:val="00EE1957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3605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59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2</Pages>
  <Words>355</Words>
  <Characters>2027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2017-12-11T09:36:00Z</cp:lastPrinted>
  <dcterms:created xsi:type="dcterms:W3CDTF">2018-11-08T12:39:00Z</dcterms:created>
  <dcterms:modified xsi:type="dcterms:W3CDTF">2020-01-22T14:28:00Z</dcterms:modified>
</cp:coreProperties>
</file>