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92" w:rsidRPr="00612CED" w:rsidRDefault="00455792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455792" w:rsidRPr="00612CED" w:rsidRDefault="00455792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455792" w:rsidRPr="00612CED" w:rsidRDefault="00455792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455792" w:rsidRPr="00612CED" w:rsidRDefault="00455792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30 декабря  2019 года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31</w:t>
      </w:r>
    </w:p>
    <w:p w:rsidR="00455792" w:rsidRPr="00612CED" w:rsidRDefault="00455792" w:rsidP="009F0947">
      <w:pPr>
        <w:pStyle w:val="Header"/>
        <w:tabs>
          <w:tab w:val="left" w:pos="4800"/>
        </w:tabs>
        <w:ind w:left="4800"/>
      </w:pPr>
    </w:p>
    <w:p w:rsidR="00455792" w:rsidRPr="00612CED" w:rsidRDefault="00455792" w:rsidP="009F0947">
      <w:pPr>
        <w:pStyle w:val="Header"/>
        <w:tabs>
          <w:tab w:val="left" w:pos="4800"/>
        </w:tabs>
        <w:ind w:left="4800"/>
      </w:pPr>
    </w:p>
    <w:p w:rsidR="00455792" w:rsidRPr="00612CED" w:rsidRDefault="00455792" w:rsidP="009F0947">
      <w:pPr>
        <w:pStyle w:val="Header"/>
        <w:tabs>
          <w:tab w:val="left" w:pos="4800"/>
        </w:tabs>
        <w:ind w:left="4800"/>
      </w:pPr>
    </w:p>
    <w:p w:rsidR="00455792" w:rsidRDefault="00455792"/>
    <w:tbl>
      <w:tblPr>
        <w:tblW w:w="13179" w:type="dxa"/>
        <w:tblInd w:w="-106" w:type="dxa"/>
        <w:tblLook w:val="0000"/>
      </w:tblPr>
      <w:tblGrid>
        <w:gridCol w:w="13179"/>
      </w:tblGrid>
      <w:tr w:rsidR="00455792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455792" w:rsidRPr="009824A1" w:rsidRDefault="00455792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55792" w:rsidRPr="00506C4A" w:rsidRDefault="00455792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455792" w:rsidRPr="009824A1" w:rsidTr="00840A41">
        <w:tc>
          <w:tcPr>
            <w:tcW w:w="3234" w:type="dxa"/>
            <w:vAlign w:val="center"/>
          </w:tcPr>
          <w:p w:rsidR="00455792" w:rsidRPr="009824A1" w:rsidRDefault="00455792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455792" w:rsidRPr="009824A1" w:rsidRDefault="00455792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455792" w:rsidRPr="009824A1" w:rsidRDefault="00455792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455792" w:rsidRPr="009824A1" w:rsidRDefault="00455792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3 866 800,0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270 000,0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455792" w:rsidRPr="009824A1" w:rsidRDefault="00455792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2 709 400,0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130 800,0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60</w:t>
            </w:r>
            <w:r w:rsidRPr="009824A1">
              <w:rPr>
                <w:sz w:val="28"/>
                <w:szCs w:val="28"/>
              </w:rPr>
              <w:t>0,0</w:t>
            </w: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455792" w:rsidRPr="009824A1" w:rsidRDefault="00455792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22 847 253,0</w:t>
            </w:r>
          </w:p>
        </w:tc>
      </w:tr>
      <w:tr w:rsidR="00455792" w:rsidRPr="009824A1" w:rsidTr="00A474BA">
        <w:trPr>
          <w:trHeight w:val="1032"/>
        </w:trPr>
        <w:tc>
          <w:tcPr>
            <w:tcW w:w="3234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5 369 500,0</w:t>
            </w:r>
          </w:p>
        </w:tc>
      </w:tr>
      <w:tr w:rsidR="00455792" w:rsidRPr="009824A1" w:rsidTr="00C31477">
        <w:trPr>
          <w:trHeight w:val="252"/>
        </w:trPr>
        <w:tc>
          <w:tcPr>
            <w:tcW w:w="3234" w:type="dxa"/>
          </w:tcPr>
          <w:p w:rsidR="00455792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2 02 2 0000 00 0000 150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субсидии*</w:t>
            </w:r>
          </w:p>
        </w:tc>
        <w:tc>
          <w:tcPr>
            <w:tcW w:w="1842" w:type="dxa"/>
          </w:tcPr>
          <w:p w:rsidR="00455792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17 372 053,0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455792" w:rsidRPr="009824A1" w:rsidRDefault="00455792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88 700,0</w:t>
            </w:r>
          </w:p>
        </w:tc>
      </w:tr>
      <w:tr w:rsidR="00455792" w:rsidRPr="009824A1" w:rsidTr="00840A41">
        <w:tc>
          <w:tcPr>
            <w:tcW w:w="3234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455792" w:rsidRDefault="00455792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17 000,0</w:t>
            </w:r>
          </w:p>
        </w:tc>
      </w:tr>
      <w:tr w:rsidR="00455792" w:rsidRPr="009824A1" w:rsidTr="00840A41">
        <w:trPr>
          <w:trHeight w:val="248"/>
        </w:trPr>
        <w:tc>
          <w:tcPr>
            <w:tcW w:w="3234" w:type="dxa"/>
          </w:tcPr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455792" w:rsidRPr="009824A1" w:rsidRDefault="00455792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455792" w:rsidRPr="0064467E" w:rsidRDefault="00455792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282385">
              <w:rPr>
                <w:b/>
                <w:bCs/>
                <w:sz w:val="28"/>
                <w:szCs w:val="28"/>
              </w:rPr>
              <w:t>26 714 053,0</w:t>
            </w:r>
          </w:p>
        </w:tc>
      </w:tr>
      <w:tr w:rsidR="00455792" w:rsidRPr="009824A1" w:rsidTr="00840A41">
        <w:trPr>
          <w:trHeight w:val="248"/>
        </w:trPr>
        <w:tc>
          <w:tcPr>
            <w:tcW w:w="10037" w:type="dxa"/>
            <w:gridSpan w:val="3"/>
          </w:tcPr>
          <w:p w:rsidR="00455792" w:rsidRDefault="00455792" w:rsidP="00840A41">
            <w:pPr>
              <w:rPr>
                <w:sz w:val="28"/>
                <w:szCs w:val="28"/>
              </w:rPr>
            </w:pPr>
          </w:p>
          <w:p w:rsidR="00455792" w:rsidRPr="009824A1" w:rsidRDefault="00455792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455792" w:rsidRDefault="00455792"/>
    <w:p w:rsidR="00455792" w:rsidRDefault="00455792"/>
    <w:p w:rsidR="00455792" w:rsidRDefault="00455792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455792" w:rsidTr="00D70FB2">
        <w:tc>
          <w:tcPr>
            <w:tcW w:w="6436" w:type="dxa"/>
            <w:vAlign w:val="bottom"/>
          </w:tcPr>
          <w:p w:rsidR="00455792" w:rsidRDefault="0045579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455792" w:rsidRDefault="0045579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455792" w:rsidRDefault="00455792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455792" w:rsidRDefault="00455792">
      <w:bookmarkStart w:id="0" w:name="_GoBack"/>
      <w:bookmarkEnd w:id="0"/>
    </w:p>
    <w:sectPr w:rsidR="00455792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82385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9E9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6FFA"/>
    <w:rsid w:val="00427D1F"/>
    <w:rsid w:val="00431E5A"/>
    <w:rsid w:val="00432133"/>
    <w:rsid w:val="0043351E"/>
    <w:rsid w:val="00437C80"/>
    <w:rsid w:val="00440929"/>
    <w:rsid w:val="00440AF2"/>
    <w:rsid w:val="004428AD"/>
    <w:rsid w:val="0044380C"/>
    <w:rsid w:val="00447B48"/>
    <w:rsid w:val="004530C5"/>
    <w:rsid w:val="00455792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737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397A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36F3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451FC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7E15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4BA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5233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09E6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1FB3"/>
    <w:rsid w:val="00C52C3D"/>
    <w:rsid w:val="00C5540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C6DFF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2502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098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5A2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575F3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9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427</Words>
  <Characters>2440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2017-11-13T15:40:00Z</cp:lastPrinted>
  <dcterms:created xsi:type="dcterms:W3CDTF">2018-11-08T12:42:00Z</dcterms:created>
  <dcterms:modified xsi:type="dcterms:W3CDTF">2020-01-22T15:46:00Z</dcterms:modified>
</cp:coreProperties>
</file>