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FF1" w:rsidRPr="00612CED" w:rsidRDefault="00462FF1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462FF1" w:rsidRPr="00612CED" w:rsidRDefault="00462FF1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462FF1" w:rsidRPr="00612CED" w:rsidRDefault="00462FF1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462FF1" w:rsidRPr="00612CED" w:rsidRDefault="00462FF1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05 августа  2020 года 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63</w:t>
      </w:r>
    </w:p>
    <w:p w:rsidR="00462FF1" w:rsidRPr="00612CED" w:rsidRDefault="00462FF1" w:rsidP="009F0947">
      <w:pPr>
        <w:pStyle w:val="Header"/>
        <w:tabs>
          <w:tab w:val="left" w:pos="4800"/>
        </w:tabs>
        <w:ind w:left="4800"/>
      </w:pPr>
    </w:p>
    <w:p w:rsidR="00462FF1" w:rsidRPr="00612CED" w:rsidRDefault="00462FF1" w:rsidP="009F0947">
      <w:pPr>
        <w:pStyle w:val="Header"/>
        <w:tabs>
          <w:tab w:val="left" w:pos="4800"/>
        </w:tabs>
        <w:ind w:left="4800"/>
      </w:pPr>
    </w:p>
    <w:p w:rsidR="00462FF1" w:rsidRPr="00612CED" w:rsidRDefault="00462FF1" w:rsidP="009F0947">
      <w:pPr>
        <w:pStyle w:val="Header"/>
        <w:tabs>
          <w:tab w:val="left" w:pos="4800"/>
        </w:tabs>
        <w:ind w:left="4800"/>
      </w:pPr>
    </w:p>
    <w:p w:rsidR="00462FF1" w:rsidRDefault="00462FF1"/>
    <w:tbl>
      <w:tblPr>
        <w:tblW w:w="13179" w:type="dxa"/>
        <w:tblInd w:w="-106" w:type="dxa"/>
        <w:tblLook w:val="0000"/>
      </w:tblPr>
      <w:tblGrid>
        <w:gridCol w:w="13179"/>
      </w:tblGrid>
      <w:tr w:rsidR="00462FF1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462FF1" w:rsidRPr="009824A1" w:rsidRDefault="00462FF1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462FF1" w:rsidRPr="00506C4A" w:rsidRDefault="00462FF1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462FF1" w:rsidRPr="009824A1" w:rsidTr="00840A41">
        <w:tc>
          <w:tcPr>
            <w:tcW w:w="3234" w:type="dxa"/>
            <w:vAlign w:val="center"/>
          </w:tcPr>
          <w:p w:rsidR="00462FF1" w:rsidRPr="009824A1" w:rsidRDefault="00462FF1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462FF1" w:rsidRPr="009824A1" w:rsidRDefault="00462FF1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462FF1" w:rsidRPr="009824A1" w:rsidRDefault="00462FF1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462FF1" w:rsidRPr="009824A1" w:rsidTr="00840A41">
        <w:tc>
          <w:tcPr>
            <w:tcW w:w="3234" w:type="dxa"/>
          </w:tcPr>
          <w:p w:rsidR="00462FF1" w:rsidRPr="009824A1" w:rsidRDefault="00462FF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462FF1" w:rsidRPr="009824A1" w:rsidRDefault="00462FF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462FF1" w:rsidRPr="009824A1" w:rsidRDefault="00462FF1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3 866 800,0</w:t>
            </w:r>
          </w:p>
        </w:tc>
      </w:tr>
      <w:tr w:rsidR="00462FF1" w:rsidRPr="009824A1" w:rsidTr="00840A41">
        <w:tc>
          <w:tcPr>
            <w:tcW w:w="3234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270 000,0</w:t>
            </w:r>
          </w:p>
        </w:tc>
      </w:tr>
      <w:tr w:rsidR="00462FF1" w:rsidRPr="009824A1" w:rsidTr="00840A41">
        <w:tc>
          <w:tcPr>
            <w:tcW w:w="3234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462FF1" w:rsidRPr="009824A1" w:rsidRDefault="00462FF1" w:rsidP="00840A41">
            <w:pPr>
              <w:rPr>
                <w:sz w:val="28"/>
                <w:szCs w:val="28"/>
              </w:rPr>
            </w:pPr>
          </w:p>
          <w:p w:rsidR="00462FF1" w:rsidRPr="009824A1" w:rsidRDefault="00462FF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462FF1" w:rsidRPr="009824A1" w:rsidRDefault="00462FF1" w:rsidP="00840A41">
            <w:pPr>
              <w:rPr>
                <w:sz w:val="28"/>
                <w:szCs w:val="28"/>
              </w:rPr>
            </w:pPr>
          </w:p>
          <w:p w:rsidR="00462FF1" w:rsidRPr="009824A1" w:rsidRDefault="00462FF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462FF1" w:rsidRPr="009824A1" w:rsidRDefault="00462FF1" w:rsidP="00840A41">
            <w:pPr>
              <w:rPr>
                <w:sz w:val="28"/>
                <w:szCs w:val="28"/>
              </w:rPr>
            </w:pPr>
          </w:p>
          <w:p w:rsidR="00462FF1" w:rsidRPr="009824A1" w:rsidRDefault="00462FF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462FF1" w:rsidRPr="009824A1" w:rsidRDefault="00462FF1" w:rsidP="00D70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2 709 400,0</w:t>
            </w:r>
          </w:p>
        </w:tc>
      </w:tr>
      <w:tr w:rsidR="00462FF1" w:rsidRPr="009824A1" w:rsidTr="00840A41">
        <w:tc>
          <w:tcPr>
            <w:tcW w:w="3234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56 000,0</w:t>
            </w:r>
          </w:p>
        </w:tc>
      </w:tr>
      <w:tr w:rsidR="00462FF1" w:rsidRPr="009824A1" w:rsidTr="00840A41">
        <w:tc>
          <w:tcPr>
            <w:tcW w:w="3234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462FF1" w:rsidRPr="009824A1" w:rsidRDefault="00462FF1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462FF1" w:rsidRPr="009824A1" w:rsidTr="00840A41">
        <w:tc>
          <w:tcPr>
            <w:tcW w:w="3234" w:type="dxa"/>
          </w:tcPr>
          <w:p w:rsidR="00462FF1" w:rsidRPr="009824A1" w:rsidRDefault="00462FF1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462FF1" w:rsidRPr="009824A1" w:rsidTr="00840A41">
        <w:tc>
          <w:tcPr>
            <w:tcW w:w="3234" w:type="dxa"/>
          </w:tcPr>
          <w:p w:rsidR="00462FF1" w:rsidRPr="009824A1" w:rsidRDefault="00462FF1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130 800,0</w:t>
            </w:r>
          </w:p>
        </w:tc>
      </w:tr>
      <w:tr w:rsidR="00462FF1" w:rsidRPr="009824A1" w:rsidTr="00840A41">
        <w:tc>
          <w:tcPr>
            <w:tcW w:w="3234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462FF1" w:rsidRPr="009824A1" w:rsidRDefault="00462FF1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53 </w:t>
            </w:r>
            <w:r>
              <w:rPr>
                <w:sz w:val="28"/>
                <w:szCs w:val="28"/>
              </w:rPr>
              <w:t>60</w:t>
            </w:r>
            <w:r w:rsidRPr="009824A1">
              <w:rPr>
                <w:sz w:val="28"/>
                <w:szCs w:val="28"/>
              </w:rPr>
              <w:t>0,0</w:t>
            </w:r>
          </w:p>
          <w:p w:rsidR="00462FF1" w:rsidRPr="009824A1" w:rsidRDefault="00462FF1" w:rsidP="00840A41">
            <w:pPr>
              <w:rPr>
                <w:sz w:val="28"/>
                <w:szCs w:val="28"/>
              </w:rPr>
            </w:pPr>
          </w:p>
          <w:p w:rsidR="00462FF1" w:rsidRPr="009824A1" w:rsidRDefault="00462FF1" w:rsidP="00840A41">
            <w:pPr>
              <w:rPr>
                <w:sz w:val="28"/>
                <w:szCs w:val="28"/>
              </w:rPr>
            </w:pPr>
          </w:p>
          <w:p w:rsidR="00462FF1" w:rsidRPr="009824A1" w:rsidRDefault="00462FF1" w:rsidP="00840A41">
            <w:pPr>
              <w:rPr>
                <w:sz w:val="28"/>
                <w:szCs w:val="28"/>
              </w:rPr>
            </w:pPr>
          </w:p>
        </w:tc>
      </w:tr>
      <w:tr w:rsidR="00462FF1" w:rsidRPr="009824A1" w:rsidTr="00840A41">
        <w:tc>
          <w:tcPr>
            <w:tcW w:w="3234" w:type="dxa"/>
          </w:tcPr>
          <w:p w:rsidR="00462FF1" w:rsidRPr="009824A1" w:rsidRDefault="00462FF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462FF1" w:rsidRPr="009824A1" w:rsidRDefault="00462FF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462FF1" w:rsidRPr="009824A1" w:rsidRDefault="00462FF1" w:rsidP="005F1F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23 416 453,0</w:t>
            </w:r>
          </w:p>
        </w:tc>
      </w:tr>
      <w:tr w:rsidR="00462FF1" w:rsidRPr="009824A1" w:rsidTr="00A474BA">
        <w:trPr>
          <w:trHeight w:val="1032"/>
        </w:trPr>
        <w:tc>
          <w:tcPr>
            <w:tcW w:w="3234" w:type="dxa"/>
          </w:tcPr>
          <w:p w:rsidR="00462FF1" w:rsidRPr="009824A1" w:rsidRDefault="00462FF1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462FF1" w:rsidRPr="009824A1" w:rsidRDefault="00462FF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5 369 500,0</w:t>
            </w:r>
          </w:p>
        </w:tc>
      </w:tr>
      <w:tr w:rsidR="00462FF1" w:rsidRPr="009824A1" w:rsidTr="00C31477">
        <w:trPr>
          <w:trHeight w:val="252"/>
        </w:trPr>
        <w:tc>
          <w:tcPr>
            <w:tcW w:w="3234" w:type="dxa"/>
          </w:tcPr>
          <w:p w:rsidR="00462FF1" w:rsidRDefault="00462FF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2 02 2 0000 00 0000 150</w:t>
            </w:r>
          </w:p>
        </w:tc>
        <w:tc>
          <w:tcPr>
            <w:tcW w:w="4961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субсидии*</w:t>
            </w:r>
          </w:p>
        </w:tc>
        <w:tc>
          <w:tcPr>
            <w:tcW w:w="1842" w:type="dxa"/>
          </w:tcPr>
          <w:p w:rsidR="00462FF1" w:rsidRDefault="00462FF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17 372 053,0</w:t>
            </w:r>
          </w:p>
        </w:tc>
      </w:tr>
      <w:tr w:rsidR="00462FF1" w:rsidRPr="009824A1" w:rsidTr="00840A41">
        <w:tc>
          <w:tcPr>
            <w:tcW w:w="3234" w:type="dxa"/>
          </w:tcPr>
          <w:p w:rsidR="00462FF1" w:rsidRPr="009824A1" w:rsidRDefault="00462FF1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462FF1" w:rsidRPr="009824A1" w:rsidRDefault="00462FF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462FF1" w:rsidRPr="009824A1" w:rsidRDefault="00462FF1" w:rsidP="00D93543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101 000,0</w:t>
            </w:r>
          </w:p>
        </w:tc>
      </w:tr>
      <w:tr w:rsidR="00462FF1" w:rsidRPr="009824A1" w:rsidTr="00840A41">
        <w:tc>
          <w:tcPr>
            <w:tcW w:w="3234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2" w:type="dxa"/>
          </w:tcPr>
          <w:p w:rsidR="00462FF1" w:rsidRDefault="00462FF1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573 900,0</w:t>
            </w:r>
          </w:p>
        </w:tc>
      </w:tr>
      <w:tr w:rsidR="00462FF1" w:rsidRPr="009824A1" w:rsidTr="00840A41">
        <w:trPr>
          <w:trHeight w:val="248"/>
        </w:trPr>
        <w:tc>
          <w:tcPr>
            <w:tcW w:w="3234" w:type="dxa"/>
          </w:tcPr>
          <w:p w:rsidR="00462FF1" w:rsidRPr="009824A1" w:rsidRDefault="00462FF1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462FF1" w:rsidRPr="009824A1" w:rsidRDefault="00462FF1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462FF1" w:rsidRPr="0064467E" w:rsidRDefault="00462FF1" w:rsidP="005F1FB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27 283 253,0</w:t>
            </w:r>
          </w:p>
        </w:tc>
      </w:tr>
      <w:tr w:rsidR="00462FF1" w:rsidRPr="009824A1" w:rsidTr="00840A41">
        <w:trPr>
          <w:trHeight w:val="248"/>
        </w:trPr>
        <w:tc>
          <w:tcPr>
            <w:tcW w:w="10037" w:type="dxa"/>
            <w:gridSpan w:val="3"/>
          </w:tcPr>
          <w:p w:rsidR="00462FF1" w:rsidRDefault="00462FF1" w:rsidP="00840A41">
            <w:pPr>
              <w:rPr>
                <w:sz w:val="28"/>
                <w:szCs w:val="28"/>
              </w:rPr>
            </w:pPr>
          </w:p>
          <w:p w:rsidR="00462FF1" w:rsidRPr="009824A1" w:rsidRDefault="00462FF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462FF1" w:rsidRDefault="00462FF1"/>
    <w:p w:rsidR="00462FF1" w:rsidRDefault="00462FF1"/>
    <w:p w:rsidR="00462FF1" w:rsidRDefault="00462FF1"/>
    <w:tbl>
      <w:tblPr>
        <w:tblW w:w="10080" w:type="dxa"/>
        <w:tblInd w:w="-72" w:type="dxa"/>
        <w:tblLook w:val="00A0"/>
      </w:tblPr>
      <w:tblGrid>
        <w:gridCol w:w="6436"/>
        <w:gridCol w:w="3644"/>
      </w:tblGrid>
      <w:tr w:rsidR="00462FF1" w:rsidTr="00D70FB2">
        <w:tc>
          <w:tcPr>
            <w:tcW w:w="6436" w:type="dxa"/>
            <w:vAlign w:val="bottom"/>
          </w:tcPr>
          <w:p w:rsidR="00462FF1" w:rsidRDefault="00462FF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462FF1" w:rsidRDefault="00462FF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644" w:type="dxa"/>
            <w:vAlign w:val="bottom"/>
          </w:tcPr>
          <w:p w:rsidR="00462FF1" w:rsidRDefault="00462FF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462FF1" w:rsidRDefault="00462FF1">
      <w:bookmarkStart w:id="0" w:name="_GoBack"/>
      <w:bookmarkEnd w:id="0"/>
    </w:p>
    <w:sectPr w:rsidR="00462FF1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66C2"/>
    <w:rsid w:val="00117761"/>
    <w:rsid w:val="00122DF0"/>
    <w:rsid w:val="00130B35"/>
    <w:rsid w:val="001310A1"/>
    <w:rsid w:val="00133274"/>
    <w:rsid w:val="001372E1"/>
    <w:rsid w:val="00137DE1"/>
    <w:rsid w:val="00140763"/>
    <w:rsid w:val="001410FB"/>
    <w:rsid w:val="001440AB"/>
    <w:rsid w:val="00153D40"/>
    <w:rsid w:val="001566B1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82385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9E9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65E1B"/>
    <w:rsid w:val="003761A9"/>
    <w:rsid w:val="0037667E"/>
    <w:rsid w:val="003826C0"/>
    <w:rsid w:val="003832E5"/>
    <w:rsid w:val="00383B2A"/>
    <w:rsid w:val="00383CD6"/>
    <w:rsid w:val="00386409"/>
    <w:rsid w:val="003871EB"/>
    <w:rsid w:val="0039095E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6FFA"/>
    <w:rsid w:val="00427D1F"/>
    <w:rsid w:val="00431E5A"/>
    <w:rsid w:val="00432133"/>
    <w:rsid w:val="0043351E"/>
    <w:rsid w:val="00437C80"/>
    <w:rsid w:val="00440929"/>
    <w:rsid w:val="00440AF2"/>
    <w:rsid w:val="004428AD"/>
    <w:rsid w:val="0044380C"/>
    <w:rsid w:val="00447B48"/>
    <w:rsid w:val="004530C5"/>
    <w:rsid w:val="00455792"/>
    <w:rsid w:val="004564CF"/>
    <w:rsid w:val="00456C1D"/>
    <w:rsid w:val="00462FF1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737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2746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07ED6"/>
    <w:rsid w:val="00610E7C"/>
    <w:rsid w:val="00611101"/>
    <w:rsid w:val="00611B1D"/>
    <w:rsid w:val="00611BC2"/>
    <w:rsid w:val="00612CED"/>
    <w:rsid w:val="00630A28"/>
    <w:rsid w:val="00632957"/>
    <w:rsid w:val="00632E71"/>
    <w:rsid w:val="0063397A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9C7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3F9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36F3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121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451FC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D7E15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079BA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4BA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5233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09E6"/>
    <w:rsid w:val="00C13BFA"/>
    <w:rsid w:val="00C156BD"/>
    <w:rsid w:val="00C2091F"/>
    <w:rsid w:val="00C2097B"/>
    <w:rsid w:val="00C2230C"/>
    <w:rsid w:val="00C24C8A"/>
    <w:rsid w:val="00C277C5"/>
    <w:rsid w:val="00C31477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1FB3"/>
    <w:rsid w:val="00C52C3D"/>
    <w:rsid w:val="00C5540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76C0D"/>
    <w:rsid w:val="00C8018E"/>
    <w:rsid w:val="00C81291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4704"/>
    <w:rsid w:val="00CC5088"/>
    <w:rsid w:val="00CC5A5A"/>
    <w:rsid w:val="00CC6172"/>
    <w:rsid w:val="00CC6DFF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0FB2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1660"/>
    <w:rsid w:val="00DA2026"/>
    <w:rsid w:val="00DA4149"/>
    <w:rsid w:val="00DA7214"/>
    <w:rsid w:val="00DB2502"/>
    <w:rsid w:val="00DB3581"/>
    <w:rsid w:val="00DB4DEB"/>
    <w:rsid w:val="00DB794E"/>
    <w:rsid w:val="00DC100D"/>
    <w:rsid w:val="00DC5557"/>
    <w:rsid w:val="00DC68F4"/>
    <w:rsid w:val="00DC7A4A"/>
    <w:rsid w:val="00DD3EEB"/>
    <w:rsid w:val="00DD49E9"/>
    <w:rsid w:val="00DD5393"/>
    <w:rsid w:val="00DD5D4C"/>
    <w:rsid w:val="00DD7272"/>
    <w:rsid w:val="00DE572A"/>
    <w:rsid w:val="00DE7FC4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098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5A2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575F3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2</Pages>
  <Words>428</Words>
  <Characters>2441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2017-11-13T15:40:00Z</cp:lastPrinted>
  <dcterms:created xsi:type="dcterms:W3CDTF">2018-11-08T12:42:00Z</dcterms:created>
  <dcterms:modified xsi:type="dcterms:W3CDTF">2020-09-02T06:50:00Z</dcterms:modified>
</cp:coreProperties>
</file>