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2A9" w:rsidRPr="00612CED" w:rsidRDefault="007612A9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7612A9" w:rsidRPr="00612CED" w:rsidRDefault="007612A9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7612A9" w:rsidRPr="00612CED" w:rsidRDefault="007612A9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7612A9" w:rsidRPr="00612CED" w:rsidRDefault="007612A9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27 октября 2020 года № 72</w:t>
      </w:r>
    </w:p>
    <w:p w:rsidR="007612A9" w:rsidRDefault="007612A9" w:rsidP="00035895">
      <w:pPr>
        <w:jc w:val="center"/>
        <w:rPr>
          <w:b/>
          <w:bCs/>
          <w:sz w:val="28"/>
          <w:szCs w:val="28"/>
        </w:rPr>
      </w:pPr>
    </w:p>
    <w:p w:rsidR="007612A9" w:rsidRDefault="007612A9" w:rsidP="00035895">
      <w:pPr>
        <w:jc w:val="center"/>
        <w:rPr>
          <w:b/>
          <w:bCs/>
          <w:sz w:val="28"/>
          <w:szCs w:val="28"/>
        </w:rPr>
      </w:pPr>
    </w:p>
    <w:p w:rsidR="007612A9" w:rsidRDefault="007612A9" w:rsidP="00035895">
      <w:pPr>
        <w:jc w:val="center"/>
        <w:rPr>
          <w:b/>
          <w:bCs/>
          <w:sz w:val="28"/>
          <w:szCs w:val="28"/>
        </w:rPr>
      </w:pPr>
    </w:p>
    <w:p w:rsidR="007612A9" w:rsidRDefault="007612A9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b/>
          <w:sz w:val="28"/>
          <w:szCs w:val="28"/>
        </w:rPr>
        <w:t>20</w:t>
      </w:r>
      <w:r w:rsidRPr="006217B0">
        <w:rPr>
          <w:b/>
          <w:sz w:val="28"/>
          <w:szCs w:val="28"/>
        </w:rPr>
        <w:t xml:space="preserve"> год</w:t>
      </w:r>
    </w:p>
    <w:p w:rsidR="007612A9" w:rsidRPr="006217B0" w:rsidRDefault="007612A9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519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1"/>
        <w:gridCol w:w="5295"/>
        <w:gridCol w:w="2114"/>
        <w:gridCol w:w="1935"/>
      </w:tblGrid>
      <w:tr w:rsidR="007612A9" w:rsidRPr="008D5C15" w:rsidTr="00767706">
        <w:tc>
          <w:tcPr>
            <w:tcW w:w="297" w:type="pct"/>
            <w:vAlign w:val="center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665" w:type="pct"/>
            <w:vAlign w:val="center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64" w:type="pct"/>
            <w:vAlign w:val="center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974" w:type="pct"/>
            <w:vAlign w:val="center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65" w:type="pct"/>
          </w:tcPr>
          <w:p w:rsidR="007612A9" w:rsidRPr="006E483E" w:rsidRDefault="007612A9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974" w:type="pct"/>
          </w:tcPr>
          <w:p w:rsidR="007612A9" w:rsidRPr="008D5C15" w:rsidRDefault="007612A9" w:rsidP="00DF54EC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3 316 795,35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97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596 760,0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974" w:type="pct"/>
          </w:tcPr>
          <w:p w:rsidR="007612A9" w:rsidRPr="008D5C15" w:rsidRDefault="007612A9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2 459 155,0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974" w:type="pct"/>
          </w:tcPr>
          <w:p w:rsidR="007612A9" w:rsidRPr="008D5C15" w:rsidRDefault="007612A9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97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974" w:type="pct"/>
          </w:tcPr>
          <w:p w:rsidR="007612A9" w:rsidRPr="008D5C15" w:rsidRDefault="007612A9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260 380,35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65" w:type="pct"/>
          </w:tcPr>
          <w:p w:rsidR="007612A9" w:rsidRPr="006E483E" w:rsidRDefault="007612A9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974" w:type="pct"/>
          </w:tcPr>
          <w:p w:rsidR="007612A9" w:rsidRPr="008D5C15" w:rsidRDefault="007612A9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97 200,0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974" w:type="pct"/>
          </w:tcPr>
          <w:p w:rsidR="007612A9" w:rsidRPr="008D5C15" w:rsidRDefault="007612A9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97 200,0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665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974" w:type="pct"/>
          </w:tcPr>
          <w:p w:rsidR="007612A9" w:rsidRPr="008D5C15" w:rsidRDefault="007612A9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17 950,0</w:t>
            </w:r>
          </w:p>
        </w:tc>
      </w:tr>
      <w:tr w:rsidR="007612A9" w:rsidRPr="008D5C15" w:rsidTr="00767706">
        <w:trPr>
          <w:trHeight w:val="693"/>
        </w:trPr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8D5C15" w:rsidRDefault="007612A9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97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11 500,0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974" w:type="pct"/>
          </w:tcPr>
          <w:p w:rsidR="007612A9" w:rsidRPr="008D5C15" w:rsidRDefault="007612A9" w:rsidP="001673E4">
            <w:pPr>
              <w:tabs>
                <w:tab w:val="left" w:pos="210"/>
                <w:tab w:val="center" w:pos="678"/>
                <w:tab w:val="right" w:pos="1357"/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3 0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974" w:type="pct"/>
          </w:tcPr>
          <w:p w:rsidR="007612A9" w:rsidRPr="008D5C15" w:rsidRDefault="007612A9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3 450,0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665" w:type="pct"/>
          </w:tcPr>
          <w:p w:rsidR="007612A9" w:rsidRPr="006E483E" w:rsidRDefault="007612A9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974" w:type="pct"/>
          </w:tcPr>
          <w:p w:rsidR="007612A9" w:rsidRPr="008D5C15" w:rsidRDefault="007612A9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7 299 042,37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6E483E" w:rsidRDefault="007612A9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97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97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97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97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974" w:type="pct"/>
          </w:tcPr>
          <w:p w:rsidR="007612A9" w:rsidRPr="008D5C15" w:rsidRDefault="007612A9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7 297 042,37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665" w:type="pct"/>
          </w:tcPr>
          <w:p w:rsidR="007612A9" w:rsidRPr="008D5C15" w:rsidRDefault="007612A9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64" w:type="pct"/>
          </w:tcPr>
          <w:p w:rsidR="007612A9" w:rsidRPr="008D5C15" w:rsidRDefault="007612A9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974" w:type="pct"/>
          </w:tcPr>
          <w:p w:rsidR="007612A9" w:rsidRPr="008D5C15" w:rsidRDefault="007612A9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15 364 737,0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8D5C15" w:rsidRDefault="007612A9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064" w:type="pct"/>
          </w:tcPr>
          <w:p w:rsidR="007612A9" w:rsidRPr="008D5C15" w:rsidRDefault="007612A9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974" w:type="pct"/>
          </w:tcPr>
          <w:p w:rsidR="007612A9" w:rsidRPr="008D5C15" w:rsidRDefault="007612A9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14 283 370,0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8D5C15" w:rsidRDefault="007612A9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064" w:type="pct"/>
          </w:tcPr>
          <w:p w:rsidR="007612A9" w:rsidRPr="008D5C15" w:rsidRDefault="007612A9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974" w:type="pct"/>
          </w:tcPr>
          <w:p w:rsidR="007612A9" w:rsidRPr="008D5C15" w:rsidRDefault="007612A9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1 080 117,0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8D5C15" w:rsidRDefault="007612A9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064" w:type="pct"/>
          </w:tcPr>
          <w:p w:rsidR="007612A9" w:rsidRPr="008D5C15" w:rsidRDefault="007612A9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74" w:type="pct"/>
          </w:tcPr>
          <w:p w:rsidR="007612A9" w:rsidRPr="008D5C15" w:rsidRDefault="007612A9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665" w:type="pct"/>
          </w:tcPr>
          <w:p w:rsidR="007612A9" w:rsidRPr="009819AC" w:rsidRDefault="007612A9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97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102 </w:t>
            </w:r>
            <w:r w:rsidRPr="008D5C15">
              <w:rPr>
                <w:b/>
                <w:bCs/>
                <w:sz w:val="28"/>
                <w:szCs w:val="28"/>
              </w:rPr>
              <w:t>000,0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97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102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665" w:type="pct"/>
          </w:tcPr>
          <w:p w:rsidR="007612A9" w:rsidRPr="009819AC" w:rsidRDefault="007612A9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974" w:type="pct"/>
          </w:tcPr>
          <w:p w:rsidR="007612A9" w:rsidRPr="008D5C15" w:rsidRDefault="007612A9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1 980 668,0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9819AC" w:rsidRDefault="007612A9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974" w:type="pct"/>
          </w:tcPr>
          <w:p w:rsidR="007612A9" w:rsidRPr="008D5C15" w:rsidRDefault="007612A9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1 980 668,0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665" w:type="pct"/>
          </w:tcPr>
          <w:p w:rsidR="007612A9" w:rsidRPr="009819AC" w:rsidRDefault="007612A9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97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25 000,0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97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25 000,0</w:t>
            </w:r>
          </w:p>
        </w:tc>
      </w:tr>
      <w:tr w:rsidR="007612A9" w:rsidRPr="008D5C15" w:rsidTr="00767706">
        <w:tc>
          <w:tcPr>
            <w:tcW w:w="297" w:type="pct"/>
          </w:tcPr>
          <w:p w:rsidR="007612A9" w:rsidRPr="008D5C15" w:rsidRDefault="007612A9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665" w:type="pct"/>
          </w:tcPr>
          <w:p w:rsidR="007612A9" w:rsidRPr="008D5C15" w:rsidRDefault="007612A9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064" w:type="pct"/>
          </w:tcPr>
          <w:p w:rsidR="007612A9" w:rsidRPr="008D5C15" w:rsidRDefault="007612A9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pct"/>
          </w:tcPr>
          <w:p w:rsidR="007612A9" w:rsidRPr="008D5C15" w:rsidRDefault="007612A9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28 214 392,72</w:t>
            </w:r>
          </w:p>
        </w:tc>
      </w:tr>
    </w:tbl>
    <w:p w:rsidR="007612A9" w:rsidRDefault="007612A9"/>
    <w:p w:rsidR="007612A9" w:rsidRDefault="007612A9"/>
    <w:p w:rsidR="007612A9" w:rsidRDefault="007612A9"/>
    <w:p w:rsidR="007612A9" w:rsidRDefault="007612A9"/>
    <w:p w:rsidR="007612A9" w:rsidRDefault="007612A9"/>
    <w:tbl>
      <w:tblPr>
        <w:tblW w:w="0" w:type="auto"/>
        <w:tblInd w:w="-72" w:type="dxa"/>
        <w:tblLook w:val="00A0"/>
      </w:tblPr>
      <w:tblGrid>
        <w:gridCol w:w="6436"/>
        <w:gridCol w:w="3207"/>
      </w:tblGrid>
      <w:tr w:rsidR="007612A9" w:rsidTr="00857AEE">
        <w:tc>
          <w:tcPr>
            <w:tcW w:w="6436" w:type="dxa"/>
            <w:vAlign w:val="bottom"/>
          </w:tcPr>
          <w:p w:rsidR="007612A9" w:rsidRDefault="007612A9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7612A9" w:rsidRDefault="007612A9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207" w:type="dxa"/>
            <w:vAlign w:val="bottom"/>
          </w:tcPr>
          <w:p w:rsidR="007612A9" w:rsidRDefault="007612A9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7612A9" w:rsidRDefault="007612A9">
      <w:bookmarkStart w:id="0" w:name="_GoBack"/>
      <w:bookmarkEnd w:id="0"/>
    </w:p>
    <w:sectPr w:rsidR="007612A9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07F21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4457B"/>
    <w:rsid w:val="00051335"/>
    <w:rsid w:val="000607E6"/>
    <w:rsid w:val="000646BB"/>
    <w:rsid w:val="00070AD4"/>
    <w:rsid w:val="0008041C"/>
    <w:rsid w:val="000837DF"/>
    <w:rsid w:val="000846A1"/>
    <w:rsid w:val="00085DBB"/>
    <w:rsid w:val="00095483"/>
    <w:rsid w:val="000A0E1F"/>
    <w:rsid w:val="000A3E57"/>
    <w:rsid w:val="000A5E56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0F20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109C"/>
    <w:rsid w:val="00153D40"/>
    <w:rsid w:val="00160E9C"/>
    <w:rsid w:val="001663AD"/>
    <w:rsid w:val="001673E4"/>
    <w:rsid w:val="00170094"/>
    <w:rsid w:val="00171141"/>
    <w:rsid w:val="00171D23"/>
    <w:rsid w:val="0017750A"/>
    <w:rsid w:val="0018030E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497F"/>
    <w:rsid w:val="001D78F0"/>
    <w:rsid w:val="001E2134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0E10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8214B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5F26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63B2"/>
    <w:rsid w:val="002F0DF4"/>
    <w:rsid w:val="0030337C"/>
    <w:rsid w:val="00304F04"/>
    <w:rsid w:val="0030710E"/>
    <w:rsid w:val="0031165F"/>
    <w:rsid w:val="0031653D"/>
    <w:rsid w:val="0032146B"/>
    <w:rsid w:val="0032285F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57D3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358F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2DFD"/>
    <w:rsid w:val="0043351E"/>
    <w:rsid w:val="00437C80"/>
    <w:rsid w:val="00440929"/>
    <w:rsid w:val="004428AD"/>
    <w:rsid w:val="0044380C"/>
    <w:rsid w:val="004530C5"/>
    <w:rsid w:val="004546A0"/>
    <w:rsid w:val="004564CF"/>
    <w:rsid w:val="00470679"/>
    <w:rsid w:val="004750B5"/>
    <w:rsid w:val="00475D30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4C24"/>
    <w:rsid w:val="004B605C"/>
    <w:rsid w:val="004B6A43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994"/>
    <w:rsid w:val="004E3CEA"/>
    <w:rsid w:val="004E461F"/>
    <w:rsid w:val="004E77FD"/>
    <w:rsid w:val="004F06AE"/>
    <w:rsid w:val="004F0DBF"/>
    <w:rsid w:val="004F31A8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8C5"/>
    <w:rsid w:val="00561E09"/>
    <w:rsid w:val="00565D56"/>
    <w:rsid w:val="005720D6"/>
    <w:rsid w:val="005726DD"/>
    <w:rsid w:val="00572D78"/>
    <w:rsid w:val="00572EBA"/>
    <w:rsid w:val="0057343E"/>
    <w:rsid w:val="005749FE"/>
    <w:rsid w:val="005767FA"/>
    <w:rsid w:val="00576B97"/>
    <w:rsid w:val="00576DCC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430D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4F42"/>
    <w:rsid w:val="006905B5"/>
    <w:rsid w:val="00691D66"/>
    <w:rsid w:val="0069200C"/>
    <w:rsid w:val="006977CA"/>
    <w:rsid w:val="006A5614"/>
    <w:rsid w:val="006A67E3"/>
    <w:rsid w:val="006B0F6D"/>
    <w:rsid w:val="006B3120"/>
    <w:rsid w:val="006B59DD"/>
    <w:rsid w:val="006B7658"/>
    <w:rsid w:val="006C0A61"/>
    <w:rsid w:val="006C1158"/>
    <w:rsid w:val="006C12FD"/>
    <w:rsid w:val="006C1DB7"/>
    <w:rsid w:val="006C264E"/>
    <w:rsid w:val="006C2EA4"/>
    <w:rsid w:val="006C42EF"/>
    <w:rsid w:val="006C5956"/>
    <w:rsid w:val="006C7A23"/>
    <w:rsid w:val="006D0FE0"/>
    <w:rsid w:val="006D20CB"/>
    <w:rsid w:val="006D23E0"/>
    <w:rsid w:val="006D35B0"/>
    <w:rsid w:val="006D5EC4"/>
    <w:rsid w:val="006D65F5"/>
    <w:rsid w:val="006D7ADD"/>
    <w:rsid w:val="006E083E"/>
    <w:rsid w:val="006E483E"/>
    <w:rsid w:val="006E776A"/>
    <w:rsid w:val="006F1D85"/>
    <w:rsid w:val="006F4B6A"/>
    <w:rsid w:val="00704E9B"/>
    <w:rsid w:val="00705A61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12A9"/>
    <w:rsid w:val="00766986"/>
    <w:rsid w:val="00767706"/>
    <w:rsid w:val="00767F5A"/>
    <w:rsid w:val="00770FFC"/>
    <w:rsid w:val="00776278"/>
    <w:rsid w:val="00782515"/>
    <w:rsid w:val="00784003"/>
    <w:rsid w:val="007845E4"/>
    <w:rsid w:val="00787FDE"/>
    <w:rsid w:val="00792BBD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19FD"/>
    <w:rsid w:val="007D41FB"/>
    <w:rsid w:val="007D540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4645"/>
    <w:rsid w:val="0081623F"/>
    <w:rsid w:val="00816D41"/>
    <w:rsid w:val="00821C09"/>
    <w:rsid w:val="008235C7"/>
    <w:rsid w:val="00823744"/>
    <w:rsid w:val="00823C7B"/>
    <w:rsid w:val="00826364"/>
    <w:rsid w:val="00836F4E"/>
    <w:rsid w:val="008411CA"/>
    <w:rsid w:val="00841B11"/>
    <w:rsid w:val="00844B0F"/>
    <w:rsid w:val="008504C7"/>
    <w:rsid w:val="008548ED"/>
    <w:rsid w:val="008563C2"/>
    <w:rsid w:val="00857AEE"/>
    <w:rsid w:val="008637E4"/>
    <w:rsid w:val="00865A0E"/>
    <w:rsid w:val="00867566"/>
    <w:rsid w:val="00874435"/>
    <w:rsid w:val="00875BF0"/>
    <w:rsid w:val="00882A16"/>
    <w:rsid w:val="00885B43"/>
    <w:rsid w:val="00887B3F"/>
    <w:rsid w:val="008943D6"/>
    <w:rsid w:val="00895582"/>
    <w:rsid w:val="00896EE1"/>
    <w:rsid w:val="00896F48"/>
    <w:rsid w:val="008978FE"/>
    <w:rsid w:val="008A19A6"/>
    <w:rsid w:val="008A1E08"/>
    <w:rsid w:val="008A30DA"/>
    <w:rsid w:val="008A3912"/>
    <w:rsid w:val="008A46D5"/>
    <w:rsid w:val="008A66E9"/>
    <w:rsid w:val="008A7EE0"/>
    <w:rsid w:val="008C0782"/>
    <w:rsid w:val="008C15F7"/>
    <w:rsid w:val="008C1FF9"/>
    <w:rsid w:val="008C448C"/>
    <w:rsid w:val="008C5FD7"/>
    <w:rsid w:val="008D2D37"/>
    <w:rsid w:val="008D4976"/>
    <w:rsid w:val="008D5C15"/>
    <w:rsid w:val="008E1073"/>
    <w:rsid w:val="008E7C56"/>
    <w:rsid w:val="008F14B4"/>
    <w:rsid w:val="008F37D7"/>
    <w:rsid w:val="008F38D5"/>
    <w:rsid w:val="008F3E2F"/>
    <w:rsid w:val="008F4698"/>
    <w:rsid w:val="008F5549"/>
    <w:rsid w:val="009037EB"/>
    <w:rsid w:val="00906965"/>
    <w:rsid w:val="009104C2"/>
    <w:rsid w:val="0091583C"/>
    <w:rsid w:val="00916696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08E9"/>
    <w:rsid w:val="009527B2"/>
    <w:rsid w:val="00952F5E"/>
    <w:rsid w:val="0096065B"/>
    <w:rsid w:val="009659A7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971F2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2CD6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2884"/>
    <w:rsid w:val="00A668ED"/>
    <w:rsid w:val="00A67F07"/>
    <w:rsid w:val="00A7135D"/>
    <w:rsid w:val="00A73DF1"/>
    <w:rsid w:val="00A75C70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202C"/>
    <w:rsid w:val="00A97436"/>
    <w:rsid w:val="00A977FA"/>
    <w:rsid w:val="00A979B8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07260"/>
    <w:rsid w:val="00B10C3E"/>
    <w:rsid w:val="00B16667"/>
    <w:rsid w:val="00B174AE"/>
    <w:rsid w:val="00B2278D"/>
    <w:rsid w:val="00B22E36"/>
    <w:rsid w:val="00B2353C"/>
    <w:rsid w:val="00B2408F"/>
    <w:rsid w:val="00B26476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077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662"/>
    <w:rsid w:val="00C37D27"/>
    <w:rsid w:val="00C401BB"/>
    <w:rsid w:val="00C41B4C"/>
    <w:rsid w:val="00C42636"/>
    <w:rsid w:val="00C44EE5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416F7"/>
    <w:rsid w:val="00D4361E"/>
    <w:rsid w:val="00D5671B"/>
    <w:rsid w:val="00D62267"/>
    <w:rsid w:val="00D62C7E"/>
    <w:rsid w:val="00D64D43"/>
    <w:rsid w:val="00D66B57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E7DE7"/>
    <w:rsid w:val="00DF174F"/>
    <w:rsid w:val="00DF1C3F"/>
    <w:rsid w:val="00DF54EC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344F"/>
    <w:rsid w:val="00EC698D"/>
    <w:rsid w:val="00EC7753"/>
    <w:rsid w:val="00ED029E"/>
    <w:rsid w:val="00ED335D"/>
    <w:rsid w:val="00ED4FE0"/>
    <w:rsid w:val="00EE1957"/>
    <w:rsid w:val="00EE19AC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39E"/>
    <w:rsid w:val="00F7690D"/>
    <w:rsid w:val="00F76F33"/>
    <w:rsid w:val="00F77C59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908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C7BB0"/>
    <w:rsid w:val="00FD2C9E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43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2</Pages>
  <Words>348</Words>
  <Characters>1986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</cp:revision>
  <cp:lastPrinted>2017-12-11T09:36:00Z</cp:lastPrinted>
  <dcterms:created xsi:type="dcterms:W3CDTF">2018-11-08T12:39:00Z</dcterms:created>
  <dcterms:modified xsi:type="dcterms:W3CDTF">2020-10-02T05:53:00Z</dcterms:modified>
</cp:coreProperties>
</file>