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F15" w:rsidRPr="00612CED" w:rsidRDefault="00D54F15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D54F15" w:rsidRPr="00612CED" w:rsidRDefault="00D54F15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D54F15" w:rsidRPr="00612CED" w:rsidRDefault="00D54F15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D54F15" w:rsidRPr="00612CED" w:rsidRDefault="00D54F15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16 декабря  2020 года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81</w:t>
      </w:r>
    </w:p>
    <w:p w:rsidR="00D54F15" w:rsidRPr="00612CED" w:rsidRDefault="00D54F15" w:rsidP="009F0947">
      <w:pPr>
        <w:pStyle w:val="Header"/>
        <w:tabs>
          <w:tab w:val="left" w:pos="4800"/>
        </w:tabs>
        <w:ind w:left="4800"/>
      </w:pPr>
    </w:p>
    <w:p w:rsidR="00D54F15" w:rsidRPr="00612CED" w:rsidRDefault="00D54F15" w:rsidP="009F0947">
      <w:pPr>
        <w:pStyle w:val="Header"/>
        <w:tabs>
          <w:tab w:val="left" w:pos="4800"/>
        </w:tabs>
        <w:ind w:left="4800"/>
      </w:pPr>
    </w:p>
    <w:p w:rsidR="00D54F15" w:rsidRPr="00612CED" w:rsidRDefault="00D54F15" w:rsidP="009F0947">
      <w:pPr>
        <w:pStyle w:val="Header"/>
        <w:tabs>
          <w:tab w:val="left" w:pos="4800"/>
        </w:tabs>
        <w:ind w:left="4800"/>
      </w:pPr>
    </w:p>
    <w:p w:rsidR="00D54F15" w:rsidRDefault="00D54F15"/>
    <w:tbl>
      <w:tblPr>
        <w:tblW w:w="13179" w:type="dxa"/>
        <w:tblInd w:w="-106" w:type="dxa"/>
        <w:tblLook w:val="0000"/>
      </w:tblPr>
      <w:tblGrid>
        <w:gridCol w:w="13179"/>
      </w:tblGrid>
      <w:tr w:rsidR="00D54F15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D54F15" w:rsidRPr="009824A1" w:rsidRDefault="00D54F15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D54F15" w:rsidRPr="00506C4A" w:rsidRDefault="00D54F15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D54F15" w:rsidRPr="009824A1" w:rsidTr="00840A41">
        <w:tc>
          <w:tcPr>
            <w:tcW w:w="3234" w:type="dxa"/>
            <w:vAlign w:val="center"/>
          </w:tcPr>
          <w:p w:rsidR="00D54F15" w:rsidRPr="009824A1" w:rsidRDefault="00D54F15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D54F15" w:rsidRPr="009824A1" w:rsidRDefault="00D54F15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D54F15" w:rsidRPr="009824A1" w:rsidRDefault="00D54F15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D54F15" w:rsidRPr="009824A1" w:rsidTr="00840A41">
        <w:tc>
          <w:tcPr>
            <w:tcW w:w="3234" w:type="dxa"/>
          </w:tcPr>
          <w:p w:rsidR="00D54F15" w:rsidRPr="009824A1" w:rsidRDefault="00D54F1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3 745 640,0</w:t>
            </w:r>
          </w:p>
        </w:tc>
      </w:tr>
      <w:tr w:rsidR="00D54F15" w:rsidRPr="009824A1" w:rsidTr="00840A41">
        <w:tc>
          <w:tcPr>
            <w:tcW w:w="3234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270 000,0</w:t>
            </w:r>
          </w:p>
        </w:tc>
      </w:tr>
      <w:tr w:rsidR="00D54F15" w:rsidRPr="009824A1" w:rsidTr="00840A41">
        <w:tc>
          <w:tcPr>
            <w:tcW w:w="3234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D54F15" w:rsidRPr="009824A1" w:rsidRDefault="00D54F15" w:rsidP="00840A41">
            <w:pPr>
              <w:rPr>
                <w:sz w:val="28"/>
                <w:szCs w:val="28"/>
              </w:rPr>
            </w:pPr>
          </w:p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D54F15" w:rsidRPr="009824A1" w:rsidRDefault="00D54F15" w:rsidP="00840A41">
            <w:pPr>
              <w:rPr>
                <w:sz w:val="28"/>
                <w:szCs w:val="28"/>
              </w:rPr>
            </w:pPr>
          </w:p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D54F15" w:rsidRPr="009824A1" w:rsidRDefault="00D54F15" w:rsidP="00840A41">
            <w:pPr>
              <w:rPr>
                <w:sz w:val="28"/>
                <w:szCs w:val="28"/>
              </w:rPr>
            </w:pPr>
          </w:p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2 305 140,0</w:t>
            </w:r>
          </w:p>
        </w:tc>
      </w:tr>
      <w:tr w:rsidR="00D54F15" w:rsidRPr="009824A1" w:rsidTr="00840A41">
        <w:tc>
          <w:tcPr>
            <w:tcW w:w="3234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175 000,0</w:t>
            </w:r>
          </w:p>
        </w:tc>
      </w:tr>
      <w:tr w:rsidR="00D54F15" w:rsidRPr="009824A1" w:rsidTr="00840A41">
        <w:tc>
          <w:tcPr>
            <w:tcW w:w="3234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75 000,0</w:t>
            </w:r>
          </w:p>
        </w:tc>
      </w:tr>
      <w:tr w:rsidR="00D54F15" w:rsidRPr="009824A1" w:rsidTr="00840A41">
        <w:tc>
          <w:tcPr>
            <w:tcW w:w="3234" w:type="dxa"/>
          </w:tcPr>
          <w:p w:rsidR="00D54F15" w:rsidRPr="009824A1" w:rsidRDefault="00D54F15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D54F15" w:rsidRPr="009824A1" w:rsidTr="00840A41">
        <w:tc>
          <w:tcPr>
            <w:tcW w:w="3234" w:type="dxa"/>
          </w:tcPr>
          <w:p w:rsidR="00D54F15" w:rsidRPr="009824A1" w:rsidRDefault="00D54F15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360 000,0</w:t>
            </w:r>
          </w:p>
        </w:tc>
      </w:tr>
      <w:tr w:rsidR="00D54F15" w:rsidRPr="009824A1" w:rsidTr="00840A41">
        <w:tc>
          <w:tcPr>
            <w:tcW w:w="3234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00</w:t>
            </w:r>
            <w:r w:rsidRPr="009824A1">
              <w:rPr>
                <w:sz w:val="28"/>
                <w:szCs w:val="28"/>
              </w:rPr>
              <w:t>0,0</w:t>
            </w:r>
          </w:p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</w:p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</w:p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</w:p>
        </w:tc>
      </w:tr>
      <w:tr w:rsidR="00D54F15" w:rsidRPr="009824A1" w:rsidTr="00D014A8">
        <w:trPr>
          <w:trHeight w:val="456"/>
        </w:trPr>
        <w:tc>
          <w:tcPr>
            <w:tcW w:w="3234" w:type="dxa"/>
          </w:tcPr>
          <w:p w:rsidR="00D54F15" w:rsidRPr="00D014A8" w:rsidRDefault="00D54F15" w:rsidP="00840A41">
            <w:pPr>
              <w:rPr>
                <w:bCs/>
                <w:sz w:val="28"/>
                <w:szCs w:val="28"/>
              </w:rPr>
            </w:pPr>
            <w:r w:rsidRPr="00D014A8">
              <w:rPr>
                <w:bCs/>
                <w:sz w:val="28"/>
                <w:szCs w:val="28"/>
              </w:rPr>
              <w:t>1 13 01995 10 0000 150</w:t>
            </w:r>
          </w:p>
        </w:tc>
        <w:tc>
          <w:tcPr>
            <w:tcW w:w="4961" w:type="dxa"/>
          </w:tcPr>
          <w:p w:rsidR="00D54F15" w:rsidRPr="00D014A8" w:rsidRDefault="00D54F15" w:rsidP="00D014A8">
            <w:pPr>
              <w:jc w:val="both"/>
              <w:rPr>
                <w:bCs/>
                <w:sz w:val="28"/>
                <w:szCs w:val="28"/>
              </w:rPr>
            </w:pPr>
            <w:r w:rsidRPr="00D014A8">
              <w:rPr>
                <w:bCs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</w:tcPr>
          <w:p w:rsidR="00D54F15" w:rsidRPr="00D014A8" w:rsidRDefault="00D54F15" w:rsidP="00D014A8">
            <w:pPr>
              <w:jc w:val="center"/>
              <w:rPr>
                <w:bCs/>
                <w:sz w:val="28"/>
                <w:szCs w:val="28"/>
              </w:rPr>
            </w:pPr>
            <w:r w:rsidRPr="00D014A8">
              <w:rPr>
                <w:bCs/>
                <w:sz w:val="28"/>
                <w:szCs w:val="28"/>
              </w:rPr>
              <w:t>3 900,0</w:t>
            </w:r>
          </w:p>
          <w:p w:rsidR="00D54F15" w:rsidRPr="009824A1" w:rsidRDefault="00D54F15" w:rsidP="00D014A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54F15" w:rsidRPr="009824A1" w:rsidTr="00D014A8">
        <w:trPr>
          <w:trHeight w:val="492"/>
        </w:trPr>
        <w:tc>
          <w:tcPr>
            <w:tcW w:w="3234" w:type="dxa"/>
          </w:tcPr>
          <w:p w:rsidR="00D54F15" w:rsidRPr="00D014A8" w:rsidRDefault="00D54F15" w:rsidP="00840A41">
            <w:pPr>
              <w:rPr>
                <w:bCs/>
                <w:sz w:val="28"/>
                <w:szCs w:val="28"/>
              </w:rPr>
            </w:pPr>
            <w:r w:rsidRPr="00D014A8">
              <w:rPr>
                <w:bCs/>
                <w:sz w:val="28"/>
                <w:szCs w:val="28"/>
              </w:rPr>
              <w:t>1 13 02995 10 0000 150</w:t>
            </w:r>
          </w:p>
        </w:tc>
        <w:tc>
          <w:tcPr>
            <w:tcW w:w="4961" w:type="dxa"/>
          </w:tcPr>
          <w:p w:rsidR="00D54F15" w:rsidRPr="00D014A8" w:rsidRDefault="00D54F15" w:rsidP="00D014A8">
            <w:pPr>
              <w:jc w:val="both"/>
              <w:rPr>
                <w:bCs/>
                <w:sz w:val="28"/>
                <w:szCs w:val="28"/>
              </w:rPr>
            </w:pPr>
            <w:r w:rsidRPr="00D014A8">
              <w:rPr>
                <w:bCs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D54F15" w:rsidRPr="00D014A8" w:rsidRDefault="00D54F15" w:rsidP="00D014A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3 600,0</w:t>
            </w:r>
          </w:p>
        </w:tc>
      </w:tr>
      <w:tr w:rsidR="00D54F15" w:rsidRPr="009824A1" w:rsidTr="00840A41">
        <w:trPr>
          <w:trHeight w:val="456"/>
        </w:trPr>
        <w:tc>
          <w:tcPr>
            <w:tcW w:w="3234" w:type="dxa"/>
          </w:tcPr>
          <w:p w:rsidR="00D54F15" w:rsidRDefault="00D54F1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D54F15" w:rsidRDefault="00D54F1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D54F15" w:rsidRDefault="00D54F15" w:rsidP="00D014A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20 365 100,0</w:t>
            </w:r>
          </w:p>
        </w:tc>
      </w:tr>
      <w:tr w:rsidR="00D54F15" w:rsidRPr="009824A1" w:rsidTr="00A474BA">
        <w:trPr>
          <w:trHeight w:val="1032"/>
        </w:trPr>
        <w:tc>
          <w:tcPr>
            <w:tcW w:w="3234" w:type="dxa"/>
          </w:tcPr>
          <w:p w:rsidR="00D54F15" w:rsidRPr="009824A1" w:rsidRDefault="00D54F15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5 369 500,0</w:t>
            </w:r>
          </w:p>
        </w:tc>
      </w:tr>
      <w:tr w:rsidR="00D54F15" w:rsidRPr="009824A1" w:rsidTr="00C31477">
        <w:trPr>
          <w:trHeight w:val="252"/>
        </w:trPr>
        <w:tc>
          <w:tcPr>
            <w:tcW w:w="3234" w:type="dxa"/>
          </w:tcPr>
          <w:p w:rsidR="00D54F15" w:rsidRDefault="00D54F1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2 02 2 0000 00 0000 150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субсидии*</w:t>
            </w:r>
          </w:p>
        </w:tc>
        <w:tc>
          <w:tcPr>
            <w:tcW w:w="1842" w:type="dxa"/>
          </w:tcPr>
          <w:p w:rsidR="00D54F15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14 315 700,0</w:t>
            </w:r>
          </w:p>
        </w:tc>
      </w:tr>
      <w:tr w:rsidR="00D54F15" w:rsidRPr="009824A1" w:rsidTr="00840A41">
        <w:tc>
          <w:tcPr>
            <w:tcW w:w="3234" w:type="dxa"/>
          </w:tcPr>
          <w:p w:rsidR="00D54F15" w:rsidRPr="009824A1" w:rsidRDefault="00D54F15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D54F15" w:rsidRPr="009824A1" w:rsidRDefault="00D54F15" w:rsidP="00D014A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101 000,0</w:t>
            </w:r>
          </w:p>
        </w:tc>
      </w:tr>
      <w:tr w:rsidR="00D54F15" w:rsidRPr="009824A1" w:rsidTr="00D014A8">
        <w:trPr>
          <w:trHeight w:val="852"/>
        </w:trPr>
        <w:tc>
          <w:tcPr>
            <w:tcW w:w="3234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D54F15" w:rsidRDefault="00D54F1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поселений*</w:t>
            </w:r>
          </w:p>
          <w:p w:rsidR="00D54F15" w:rsidRPr="009824A1" w:rsidRDefault="00D54F15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D54F15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573 900,0</w:t>
            </w:r>
          </w:p>
        </w:tc>
      </w:tr>
      <w:tr w:rsidR="00D54F15" w:rsidRPr="009824A1" w:rsidTr="00840A41">
        <w:trPr>
          <w:trHeight w:val="432"/>
        </w:trPr>
        <w:tc>
          <w:tcPr>
            <w:tcW w:w="3234" w:type="dxa"/>
          </w:tcPr>
          <w:p w:rsidR="00D54F15" w:rsidRDefault="00D54F1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2 02 70000 00 0000 150</w:t>
            </w:r>
          </w:p>
        </w:tc>
        <w:tc>
          <w:tcPr>
            <w:tcW w:w="4961" w:type="dxa"/>
          </w:tcPr>
          <w:p w:rsidR="00D54F15" w:rsidRDefault="00D54F1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поселений*</w:t>
            </w:r>
          </w:p>
        </w:tc>
        <w:tc>
          <w:tcPr>
            <w:tcW w:w="1842" w:type="dxa"/>
          </w:tcPr>
          <w:p w:rsidR="00D54F15" w:rsidRDefault="00D54F15" w:rsidP="00D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</w:t>
            </w:r>
          </w:p>
        </w:tc>
      </w:tr>
      <w:tr w:rsidR="00D54F15" w:rsidRPr="009824A1" w:rsidTr="00840A41">
        <w:trPr>
          <w:trHeight w:val="248"/>
        </w:trPr>
        <w:tc>
          <w:tcPr>
            <w:tcW w:w="3234" w:type="dxa"/>
          </w:tcPr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D54F15" w:rsidRPr="009824A1" w:rsidRDefault="00D54F15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D54F15" w:rsidRPr="0064467E" w:rsidRDefault="00D54F15" w:rsidP="00D014A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24 110 740,0</w:t>
            </w:r>
          </w:p>
        </w:tc>
      </w:tr>
      <w:tr w:rsidR="00D54F15" w:rsidRPr="009824A1" w:rsidTr="00840A41">
        <w:trPr>
          <w:trHeight w:val="248"/>
        </w:trPr>
        <w:tc>
          <w:tcPr>
            <w:tcW w:w="10037" w:type="dxa"/>
            <w:gridSpan w:val="3"/>
          </w:tcPr>
          <w:p w:rsidR="00D54F15" w:rsidRDefault="00D54F15" w:rsidP="00840A41">
            <w:pPr>
              <w:rPr>
                <w:sz w:val="28"/>
                <w:szCs w:val="28"/>
              </w:rPr>
            </w:pPr>
          </w:p>
          <w:p w:rsidR="00D54F15" w:rsidRPr="009824A1" w:rsidRDefault="00D54F1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D54F15" w:rsidRDefault="00D54F15"/>
    <w:p w:rsidR="00D54F15" w:rsidRDefault="00D54F15"/>
    <w:p w:rsidR="00D54F15" w:rsidRDefault="00D54F15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D54F15" w:rsidTr="00D70FB2">
        <w:tc>
          <w:tcPr>
            <w:tcW w:w="6436" w:type="dxa"/>
            <w:vAlign w:val="bottom"/>
          </w:tcPr>
          <w:p w:rsidR="00D54F15" w:rsidRDefault="00D54F1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D54F15" w:rsidRDefault="00D54F1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D54F15" w:rsidRDefault="00D54F15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D54F15" w:rsidRDefault="00D54F15">
      <w:bookmarkStart w:id="0" w:name="_GoBack"/>
      <w:bookmarkEnd w:id="0"/>
    </w:p>
    <w:sectPr w:rsidR="00D54F15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0F611C"/>
    <w:rsid w:val="00101A82"/>
    <w:rsid w:val="00101E27"/>
    <w:rsid w:val="00103163"/>
    <w:rsid w:val="00103C6D"/>
    <w:rsid w:val="0011154F"/>
    <w:rsid w:val="001166C2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0A06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82385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9E9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095E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6FFA"/>
    <w:rsid w:val="00427D1F"/>
    <w:rsid w:val="00431E5A"/>
    <w:rsid w:val="00432133"/>
    <w:rsid w:val="0043351E"/>
    <w:rsid w:val="00437C80"/>
    <w:rsid w:val="00440929"/>
    <w:rsid w:val="00440AF2"/>
    <w:rsid w:val="004428AD"/>
    <w:rsid w:val="0044380C"/>
    <w:rsid w:val="00447B48"/>
    <w:rsid w:val="004530C5"/>
    <w:rsid w:val="00455792"/>
    <w:rsid w:val="004564CF"/>
    <w:rsid w:val="00456C1D"/>
    <w:rsid w:val="00462FF1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1AE7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737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397A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3F9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36F3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451FC"/>
    <w:rsid w:val="00952F5E"/>
    <w:rsid w:val="0096065B"/>
    <w:rsid w:val="009659A7"/>
    <w:rsid w:val="00970F41"/>
    <w:rsid w:val="00972F89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D7E15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079BA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4BA"/>
    <w:rsid w:val="00A477C9"/>
    <w:rsid w:val="00A51A8E"/>
    <w:rsid w:val="00A5358D"/>
    <w:rsid w:val="00A60DC9"/>
    <w:rsid w:val="00A62554"/>
    <w:rsid w:val="00A668ED"/>
    <w:rsid w:val="00A67F07"/>
    <w:rsid w:val="00A7266C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5233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09E6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1FB3"/>
    <w:rsid w:val="00C52C3D"/>
    <w:rsid w:val="00C5540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291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C6DFF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14A8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4F15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2502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E7FC4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098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2280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5A2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575F3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476</Words>
  <Characters>2716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2021-04-09T11:24:00Z</cp:lastPrinted>
  <dcterms:created xsi:type="dcterms:W3CDTF">2018-11-08T12:42:00Z</dcterms:created>
  <dcterms:modified xsi:type="dcterms:W3CDTF">2021-04-09T11:24:00Z</dcterms:modified>
</cp:coreProperties>
</file>