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21" w:rsidRPr="00612CED" w:rsidRDefault="00DE3921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DE3921" w:rsidRPr="00612CED" w:rsidRDefault="00DE3921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E3921" w:rsidRPr="00612CED" w:rsidRDefault="00DE3921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E3921" w:rsidRPr="00612CED" w:rsidRDefault="00DE3921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11 июня  </w:t>
      </w:r>
      <w:smartTag w:uri="urn:schemas-microsoft-com:office:smarttags" w:element="metricconverter">
        <w:smartTagPr>
          <w:attr w:name="ProductID" w:val="2021 г"/>
        </w:smartTagPr>
        <w:r>
          <w:rPr>
            <w:sz w:val="28"/>
            <w:szCs w:val="28"/>
          </w:rPr>
          <w:t>2021 г</w:t>
        </w:r>
      </w:smartTag>
      <w:r>
        <w:rPr>
          <w:sz w:val="28"/>
          <w:szCs w:val="28"/>
        </w:rPr>
        <w:t>.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103</w:t>
      </w:r>
    </w:p>
    <w:p w:rsidR="00DE3921" w:rsidRPr="00612CED" w:rsidRDefault="00DE3921" w:rsidP="009F0947">
      <w:pPr>
        <w:pStyle w:val="Header"/>
        <w:tabs>
          <w:tab w:val="left" w:pos="4800"/>
        </w:tabs>
        <w:ind w:left="4800"/>
      </w:pPr>
    </w:p>
    <w:p w:rsidR="00DE3921" w:rsidRPr="00612CED" w:rsidRDefault="00DE3921" w:rsidP="009F0947">
      <w:pPr>
        <w:pStyle w:val="Header"/>
        <w:tabs>
          <w:tab w:val="left" w:pos="4800"/>
        </w:tabs>
        <w:ind w:left="4800"/>
      </w:pPr>
    </w:p>
    <w:p w:rsidR="00DE3921" w:rsidRPr="00612CED" w:rsidRDefault="00DE3921" w:rsidP="009F0947">
      <w:pPr>
        <w:pStyle w:val="Header"/>
        <w:tabs>
          <w:tab w:val="left" w:pos="4800"/>
        </w:tabs>
        <w:ind w:left="4800"/>
      </w:pPr>
    </w:p>
    <w:p w:rsidR="00DE3921" w:rsidRDefault="00DE3921"/>
    <w:tbl>
      <w:tblPr>
        <w:tblW w:w="13179" w:type="dxa"/>
        <w:tblInd w:w="-106" w:type="dxa"/>
        <w:tblLook w:val="0000"/>
      </w:tblPr>
      <w:tblGrid>
        <w:gridCol w:w="13179"/>
      </w:tblGrid>
      <w:tr w:rsidR="00DE3921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DE3921" w:rsidRPr="009824A1" w:rsidRDefault="00DE3921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21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DE3921" w:rsidRPr="00506C4A" w:rsidRDefault="00DE3921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DE3921" w:rsidRPr="009824A1" w:rsidTr="00840A41">
        <w:tc>
          <w:tcPr>
            <w:tcW w:w="3234" w:type="dxa"/>
            <w:vAlign w:val="center"/>
          </w:tcPr>
          <w:p w:rsidR="00DE3921" w:rsidRPr="009824A1" w:rsidRDefault="00DE392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DE3921" w:rsidRPr="009824A1" w:rsidRDefault="00DE392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DE3921" w:rsidRPr="009824A1" w:rsidRDefault="00DE392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DE3921" w:rsidRPr="009824A1" w:rsidRDefault="00DE3921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3 742 100,0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DE3921" w:rsidRPr="009824A1" w:rsidRDefault="00DE3921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2 527 100,0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605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133 000,0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9824A1">
              <w:rPr>
                <w:sz w:val="28"/>
                <w:szCs w:val="28"/>
              </w:rPr>
              <w:t>0,0</w:t>
            </w: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DE3921" w:rsidRPr="009824A1" w:rsidRDefault="00DE3921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11 059 550,0</w:t>
            </w:r>
          </w:p>
        </w:tc>
      </w:tr>
      <w:tr w:rsidR="00DE3921" w:rsidRPr="009824A1" w:rsidTr="00C31477">
        <w:trPr>
          <w:trHeight w:val="1044"/>
        </w:trPr>
        <w:tc>
          <w:tcPr>
            <w:tcW w:w="3234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5 082 900,0</w:t>
            </w:r>
          </w:p>
        </w:tc>
      </w:tr>
      <w:tr w:rsidR="00DE3921" w:rsidRPr="009824A1" w:rsidTr="00840A41">
        <w:trPr>
          <w:trHeight w:val="396"/>
        </w:trPr>
        <w:tc>
          <w:tcPr>
            <w:tcW w:w="3234" w:type="dxa"/>
          </w:tcPr>
          <w:p w:rsidR="00DE392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DE392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842" w:type="dxa"/>
          </w:tcPr>
          <w:p w:rsidR="00DE392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2 205 700,0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DE3921" w:rsidRPr="009824A1" w:rsidRDefault="00DE3921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101 900,0</w:t>
            </w:r>
          </w:p>
        </w:tc>
      </w:tr>
      <w:tr w:rsidR="00DE3921" w:rsidRPr="009824A1" w:rsidTr="00840A41"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DE3921" w:rsidRDefault="00DE3921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3 669 050,0</w:t>
            </w:r>
          </w:p>
        </w:tc>
      </w:tr>
      <w:tr w:rsidR="00DE3921" w:rsidRPr="009824A1" w:rsidTr="00840A41">
        <w:trPr>
          <w:trHeight w:val="248"/>
        </w:trPr>
        <w:tc>
          <w:tcPr>
            <w:tcW w:w="3234" w:type="dxa"/>
          </w:tcPr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DE3921" w:rsidRPr="009824A1" w:rsidRDefault="00DE3921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DE3921" w:rsidRPr="0064467E" w:rsidRDefault="00DE3921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F2201C">
              <w:rPr>
                <w:b/>
                <w:bCs/>
                <w:sz w:val="28"/>
                <w:szCs w:val="28"/>
              </w:rPr>
              <w:t>14 801 650,0</w:t>
            </w:r>
          </w:p>
        </w:tc>
      </w:tr>
      <w:tr w:rsidR="00DE3921" w:rsidRPr="009824A1" w:rsidTr="00840A41">
        <w:trPr>
          <w:trHeight w:val="248"/>
        </w:trPr>
        <w:tc>
          <w:tcPr>
            <w:tcW w:w="10037" w:type="dxa"/>
            <w:gridSpan w:val="3"/>
          </w:tcPr>
          <w:p w:rsidR="00DE3921" w:rsidRDefault="00DE3921" w:rsidP="00840A41">
            <w:pPr>
              <w:rPr>
                <w:sz w:val="28"/>
                <w:szCs w:val="28"/>
              </w:rPr>
            </w:pPr>
          </w:p>
          <w:p w:rsidR="00DE3921" w:rsidRPr="009824A1" w:rsidRDefault="00DE392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DE3921" w:rsidRDefault="00DE3921"/>
    <w:p w:rsidR="00DE3921" w:rsidRDefault="00DE3921"/>
    <w:p w:rsidR="00DE3921" w:rsidRDefault="00DE3921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DE3921" w:rsidTr="00D70FB2">
        <w:tc>
          <w:tcPr>
            <w:tcW w:w="6436" w:type="dxa"/>
            <w:vAlign w:val="bottom"/>
          </w:tcPr>
          <w:p w:rsidR="00DE3921" w:rsidRDefault="00DE392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E3921" w:rsidRDefault="00DE392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DE3921" w:rsidRDefault="00DE392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E3921" w:rsidRDefault="00DE3921">
      <w:bookmarkStart w:id="0" w:name="_GoBack"/>
      <w:bookmarkEnd w:id="0"/>
    </w:p>
    <w:sectPr w:rsidR="00DE392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0F5F71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2A51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4C9D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4C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2FEB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097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D22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3921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79C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1F6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01C"/>
    <w:rsid w:val="00F22949"/>
    <w:rsid w:val="00F271A8"/>
    <w:rsid w:val="00F304C5"/>
    <w:rsid w:val="00F31D17"/>
    <w:rsid w:val="00F32267"/>
    <w:rsid w:val="00F347B5"/>
    <w:rsid w:val="00F3676B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431</Words>
  <Characters>2462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2017-11-13T15:40:00Z</cp:lastPrinted>
  <dcterms:created xsi:type="dcterms:W3CDTF">2018-11-08T12:42:00Z</dcterms:created>
  <dcterms:modified xsi:type="dcterms:W3CDTF">2021-06-11T12:10:00Z</dcterms:modified>
</cp:coreProperties>
</file>