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E83" w:rsidRPr="00612CED" w:rsidRDefault="002F5E83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2F5E83" w:rsidRPr="00612CED" w:rsidRDefault="002F5E83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2F5E83" w:rsidRPr="00612CED" w:rsidRDefault="002F5E83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2F5E83" w:rsidRPr="00612CED" w:rsidRDefault="002F5E83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_____________________ 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____</w:t>
      </w:r>
    </w:p>
    <w:p w:rsidR="002F5E83" w:rsidRPr="00612CED" w:rsidRDefault="002F5E83" w:rsidP="009F0947">
      <w:pPr>
        <w:pStyle w:val="Header"/>
        <w:tabs>
          <w:tab w:val="left" w:pos="4800"/>
        </w:tabs>
        <w:ind w:left="4800"/>
      </w:pPr>
    </w:p>
    <w:p w:rsidR="002F5E83" w:rsidRPr="00612CED" w:rsidRDefault="002F5E83" w:rsidP="009F0947">
      <w:pPr>
        <w:pStyle w:val="Header"/>
        <w:tabs>
          <w:tab w:val="left" w:pos="4800"/>
        </w:tabs>
        <w:ind w:left="4800"/>
      </w:pPr>
    </w:p>
    <w:p w:rsidR="002F5E83" w:rsidRPr="00612CED" w:rsidRDefault="002F5E83" w:rsidP="009F0947">
      <w:pPr>
        <w:pStyle w:val="Header"/>
        <w:tabs>
          <w:tab w:val="left" w:pos="4800"/>
        </w:tabs>
        <w:ind w:left="4800"/>
      </w:pPr>
    </w:p>
    <w:p w:rsidR="002F5E83" w:rsidRDefault="002F5E83"/>
    <w:tbl>
      <w:tblPr>
        <w:tblW w:w="13179" w:type="dxa"/>
        <w:tblInd w:w="-106" w:type="dxa"/>
        <w:tblLook w:val="0000"/>
      </w:tblPr>
      <w:tblGrid>
        <w:gridCol w:w="13179"/>
      </w:tblGrid>
      <w:tr w:rsidR="002F5E83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2F5E83" w:rsidRPr="009824A1" w:rsidRDefault="002F5E83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</w:t>
            </w:r>
            <w:r>
              <w:rPr>
                <w:b/>
                <w:bCs/>
                <w:sz w:val="28"/>
                <w:szCs w:val="28"/>
              </w:rPr>
              <w:t>22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2F5E83" w:rsidRPr="00506C4A" w:rsidRDefault="002F5E83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2F5E83" w:rsidRPr="009824A1" w:rsidTr="00840A41">
        <w:tc>
          <w:tcPr>
            <w:tcW w:w="3234" w:type="dxa"/>
            <w:vAlign w:val="center"/>
          </w:tcPr>
          <w:p w:rsidR="002F5E83" w:rsidRPr="009824A1" w:rsidRDefault="002F5E83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2F5E83" w:rsidRPr="009824A1" w:rsidRDefault="002F5E83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2F5E83" w:rsidRPr="009824A1" w:rsidRDefault="002F5E83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2F5E83" w:rsidRPr="009824A1" w:rsidTr="00840A41">
        <w:tc>
          <w:tcPr>
            <w:tcW w:w="3234" w:type="dxa"/>
          </w:tcPr>
          <w:p w:rsidR="002F5E83" w:rsidRPr="009824A1" w:rsidRDefault="002F5E8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2F5E83" w:rsidRPr="009824A1" w:rsidRDefault="002F5E8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2F5E83" w:rsidRPr="008F6788" w:rsidRDefault="002F5E83" w:rsidP="002A1095">
            <w:pPr>
              <w:rPr>
                <w:b/>
                <w:bCs/>
                <w:sz w:val="28"/>
                <w:szCs w:val="28"/>
              </w:rPr>
            </w:pPr>
            <w:r w:rsidRPr="008F6788">
              <w:rPr>
                <w:b/>
                <w:bCs/>
                <w:sz w:val="28"/>
                <w:szCs w:val="28"/>
              </w:rPr>
              <w:t>4 149 700,0</w:t>
            </w:r>
          </w:p>
        </w:tc>
      </w:tr>
      <w:tr w:rsidR="002F5E83" w:rsidRPr="009824A1" w:rsidTr="00840A41">
        <w:tc>
          <w:tcPr>
            <w:tcW w:w="3234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2F5E83" w:rsidRPr="008F6788" w:rsidRDefault="002F5E83" w:rsidP="00840A41">
            <w:pPr>
              <w:rPr>
                <w:sz w:val="28"/>
                <w:szCs w:val="28"/>
              </w:rPr>
            </w:pPr>
            <w:r w:rsidRPr="008F6788">
              <w:rPr>
                <w:sz w:val="28"/>
                <w:szCs w:val="28"/>
              </w:rPr>
              <w:t>312 000,0</w:t>
            </w:r>
          </w:p>
        </w:tc>
      </w:tr>
      <w:tr w:rsidR="002F5E83" w:rsidRPr="009824A1" w:rsidTr="00840A41">
        <w:tc>
          <w:tcPr>
            <w:tcW w:w="3234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2F5E83" w:rsidRPr="009824A1" w:rsidRDefault="002F5E83" w:rsidP="00840A41">
            <w:pPr>
              <w:rPr>
                <w:sz w:val="28"/>
                <w:szCs w:val="28"/>
              </w:rPr>
            </w:pPr>
          </w:p>
          <w:p w:rsidR="002F5E83" w:rsidRPr="009824A1" w:rsidRDefault="002F5E8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2F5E83" w:rsidRPr="009824A1" w:rsidRDefault="002F5E83" w:rsidP="00840A41">
            <w:pPr>
              <w:rPr>
                <w:sz w:val="28"/>
                <w:szCs w:val="28"/>
              </w:rPr>
            </w:pPr>
          </w:p>
          <w:p w:rsidR="002F5E83" w:rsidRPr="009824A1" w:rsidRDefault="002F5E8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2F5E83" w:rsidRPr="009824A1" w:rsidRDefault="002F5E83" w:rsidP="00840A41">
            <w:pPr>
              <w:rPr>
                <w:sz w:val="28"/>
                <w:szCs w:val="28"/>
              </w:rPr>
            </w:pPr>
          </w:p>
          <w:p w:rsidR="002F5E83" w:rsidRPr="009824A1" w:rsidRDefault="002F5E8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2F5E83" w:rsidRPr="009824A1" w:rsidRDefault="002F5E83" w:rsidP="00D70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2 757 100,0</w:t>
            </w:r>
          </w:p>
        </w:tc>
      </w:tr>
      <w:tr w:rsidR="002F5E83" w:rsidRPr="009824A1" w:rsidTr="00840A41">
        <w:tc>
          <w:tcPr>
            <w:tcW w:w="3234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140 000,0</w:t>
            </w:r>
          </w:p>
        </w:tc>
      </w:tr>
      <w:tr w:rsidR="002F5E83" w:rsidRPr="009824A1" w:rsidTr="00840A41">
        <w:tc>
          <w:tcPr>
            <w:tcW w:w="3234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2F5E83" w:rsidRPr="009824A1" w:rsidRDefault="002F5E83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2F5E83" w:rsidRPr="009824A1" w:rsidTr="00840A41">
        <w:tc>
          <w:tcPr>
            <w:tcW w:w="3234" w:type="dxa"/>
          </w:tcPr>
          <w:p w:rsidR="002F5E83" w:rsidRPr="009824A1" w:rsidRDefault="002F5E83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500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2F5E83" w:rsidRPr="009824A1" w:rsidTr="008E7B3B">
        <w:trPr>
          <w:trHeight w:val="1452"/>
        </w:trPr>
        <w:tc>
          <w:tcPr>
            <w:tcW w:w="3234" w:type="dxa"/>
          </w:tcPr>
          <w:p w:rsidR="002F5E83" w:rsidRPr="009824A1" w:rsidRDefault="002F5E83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2F5E83" w:rsidRDefault="002F5E83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2F5E83" w:rsidRPr="009824A1" w:rsidRDefault="002F5E83" w:rsidP="00840A4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325 000,0</w:t>
            </w:r>
          </w:p>
        </w:tc>
      </w:tr>
      <w:tr w:rsidR="002F5E83" w:rsidRPr="009824A1" w:rsidTr="00840A41">
        <w:trPr>
          <w:trHeight w:val="480"/>
        </w:trPr>
        <w:tc>
          <w:tcPr>
            <w:tcW w:w="3234" w:type="dxa"/>
          </w:tcPr>
          <w:p w:rsidR="002F5E83" w:rsidRPr="008E7B3B" w:rsidRDefault="002F5E83" w:rsidP="00265A1E">
            <w:pPr>
              <w:rPr>
                <w:sz w:val="28"/>
                <w:szCs w:val="28"/>
              </w:rPr>
            </w:pPr>
            <w:r w:rsidRPr="008E7B3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8E7B3B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 xml:space="preserve"> </w:t>
            </w:r>
            <w:r w:rsidRPr="008E7B3B">
              <w:rPr>
                <w:sz w:val="28"/>
                <w:szCs w:val="28"/>
              </w:rPr>
              <w:t>040200</w:t>
            </w:r>
            <w:r>
              <w:rPr>
                <w:sz w:val="28"/>
                <w:szCs w:val="28"/>
              </w:rPr>
              <w:t xml:space="preserve"> </w:t>
            </w:r>
            <w:r w:rsidRPr="008E7B3B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 </w:t>
            </w:r>
            <w:r w:rsidRPr="008E7B3B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 xml:space="preserve"> </w:t>
            </w:r>
            <w:r w:rsidRPr="008E7B3B">
              <w:rPr>
                <w:sz w:val="28"/>
                <w:szCs w:val="28"/>
              </w:rPr>
              <w:t>110</w:t>
            </w:r>
          </w:p>
        </w:tc>
        <w:tc>
          <w:tcPr>
            <w:tcW w:w="4961" w:type="dxa"/>
          </w:tcPr>
          <w:p w:rsidR="002F5E83" w:rsidRPr="008E7B3B" w:rsidRDefault="002F5E83" w:rsidP="00840A41">
            <w:pPr>
              <w:rPr>
                <w:sz w:val="28"/>
                <w:szCs w:val="28"/>
              </w:rPr>
            </w:pPr>
            <w:r w:rsidRPr="008E7B3B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2" w:type="dxa"/>
          </w:tcPr>
          <w:p w:rsidR="002F5E83" w:rsidRDefault="002F5E8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</w:t>
            </w:r>
          </w:p>
        </w:tc>
      </w:tr>
      <w:tr w:rsidR="002F5E83" w:rsidRPr="009824A1" w:rsidTr="00840A41">
        <w:tc>
          <w:tcPr>
            <w:tcW w:w="3234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2F5E83" w:rsidRPr="009824A1" w:rsidRDefault="002F5E83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53 600,0</w:t>
            </w:r>
          </w:p>
          <w:p w:rsidR="002F5E83" w:rsidRPr="009824A1" w:rsidRDefault="002F5E83" w:rsidP="00840A41">
            <w:pPr>
              <w:rPr>
                <w:sz w:val="28"/>
                <w:szCs w:val="28"/>
              </w:rPr>
            </w:pPr>
          </w:p>
          <w:p w:rsidR="002F5E83" w:rsidRPr="009824A1" w:rsidRDefault="002F5E83" w:rsidP="00840A41">
            <w:pPr>
              <w:rPr>
                <w:sz w:val="28"/>
                <w:szCs w:val="28"/>
              </w:rPr>
            </w:pPr>
          </w:p>
          <w:p w:rsidR="002F5E83" w:rsidRPr="009824A1" w:rsidRDefault="002F5E83" w:rsidP="00840A41">
            <w:pPr>
              <w:rPr>
                <w:sz w:val="28"/>
                <w:szCs w:val="28"/>
              </w:rPr>
            </w:pPr>
          </w:p>
        </w:tc>
      </w:tr>
      <w:tr w:rsidR="002F5E83" w:rsidRPr="009824A1" w:rsidTr="00840A41">
        <w:tc>
          <w:tcPr>
            <w:tcW w:w="3234" w:type="dxa"/>
          </w:tcPr>
          <w:p w:rsidR="002F5E83" w:rsidRPr="009824A1" w:rsidRDefault="002F5E8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2F5E83" w:rsidRPr="009824A1" w:rsidRDefault="002F5E8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2F5E83" w:rsidRPr="009824A1" w:rsidRDefault="002F5E83" w:rsidP="006E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59 167 450,0</w:t>
            </w:r>
          </w:p>
        </w:tc>
      </w:tr>
      <w:tr w:rsidR="002F5E83" w:rsidRPr="009824A1" w:rsidTr="00C31477">
        <w:trPr>
          <w:trHeight w:val="1044"/>
        </w:trPr>
        <w:tc>
          <w:tcPr>
            <w:tcW w:w="3234" w:type="dxa"/>
          </w:tcPr>
          <w:p w:rsidR="002F5E83" w:rsidRPr="009824A1" w:rsidRDefault="002F5E83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2F5E83" w:rsidRPr="009824A1" w:rsidRDefault="002F5E83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2F5E83" w:rsidRPr="009824A1" w:rsidRDefault="002F5E83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4 575 400,0</w:t>
            </w:r>
          </w:p>
        </w:tc>
      </w:tr>
      <w:tr w:rsidR="002F5E83" w:rsidRPr="009824A1" w:rsidTr="00840A41">
        <w:trPr>
          <w:trHeight w:val="396"/>
        </w:trPr>
        <w:tc>
          <w:tcPr>
            <w:tcW w:w="3234" w:type="dxa"/>
          </w:tcPr>
          <w:p w:rsidR="002F5E83" w:rsidRDefault="002F5E8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4961" w:type="dxa"/>
          </w:tcPr>
          <w:p w:rsidR="002F5E83" w:rsidRDefault="002F5E8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</w:tcPr>
          <w:p w:rsidR="002F5E83" w:rsidRDefault="002F5E83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54 472 600,0</w:t>
            </w:r>
          </w:p>
        </w:tc>
      </w:tr>
      <w:tr w:rsidR="002F5E83" w:rsidRPr="009824A1" w:rsidTr="00840A41">
        <w:tc>
          <w:tcPr>
            <w:tcW w:w="3234" w:type="dxa"/>
          </w:tcPr>
          <w:p w:rsidR="002F5E83" w:rsidRPr="009824A1" w:rsidRDefault="002F5E83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2F5E83" w:rsidRPr="009824A1" w:rsidRDefault="002F5E8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бюджетной системы Российской Федерации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2F5E83" w:rsidRPr="009824A1" w:rsidRDefault="002F5E83" w:rsidP="006E7EFC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102 700,0</w:t>
            </w:r>
          </w:p>
        </w:tc>
      </w:tr>
      <w:tr w:rsidR="002F5E83" w:rsidRPr="009824A1" w:rsidTr="00840A41">
        <w:tc>
          <w:tcPr>
            <w:tcW w:w="3234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2F5E83" w:rsidRDefault="002F5E83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16 750,0</w:t>
            </w:r>
          </w:p>
        </w:tc>
      </w:tr>
      <w:tr w:rsidR="002F5E83" w:rsidRPr="009824A1" w:rsidTr="00840A41">
        <w:trPr>
          <w:trHeight w:val="248"/>
        </w:trPr>
        <w:tc>
          <w:tcPr>
            <w:tcW w:w="3234" w:type="dxa"/>
          </w:tcPr>
          <w:p w:rsidR="002F5E83" w:rsidRPr="009824A1" w:rsidRDefault="002F5E83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2F5E83" w:rsidRPr="009824A1" w:rsidRDefault="002F5E83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2F5E83" w:rsidRPr="0064467E" w:rsidRDefault="002F5E83" w:rsidP="006E7EFC">
            <w:pPr>
              <w:jc w:val="both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63 317 150,0</w:t>
            </w:r>
          </w:p>
        </w:tc>
      </w:tr>
      <w:tr w:rsidR="002F5E83" w:rsidRPr="009824A1" w:rsidTr="00840A41">
        <w:trPr>
          <w:trHeight w:val="248"/>
        </w:trPr>
        <w:tc>
          <w:tcPr>
            <w:tcW w:w="10037" w:type="dxa"/>
            <w:gridSpan w:val="3"/>
          </w:tcPr>
          <w:p w:rsidR="002F5E83" w:rsidRDefault="002F5E83" w:rsidP="00840A41">
            <w:pPr>
              <w:rPr>
                <w:sz w:val="28"/>
                <w:szCs w:val="28"/>
              </w:rPr>
            </w:pPr>
          </w:p>
          <w:p w:rsidR="002F5E83" w:rsidRPr="009824A1" w:rsidRDefault="002F5E8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2F5E83" w:rsidRDefault="002F5E83"/>
    <w:p w:rsidR="002F5E83" w:rsidRDefault="002F5E83"/>
    <w:p w:rsidR="002F5E83" w:rsidRDefault="002F5E83"/>
    <w:tbl>
      <w:tblPr>
        <w:tblW w:w="10080" w:type="dxa"/>
        <w:tblInd w:w="-72" w:type="dxa"/>
        <w:tblLook w:val="00A0"/>
      </w:tblPr>
      <w:tblGrid>
        <w:gridCol w:w="6436"/>
        <w:gridCol w:w="3644"/>
      </w:tblGrid>
      <w:tr w:rsidR="002F5E83" w:rsidTr="00D70FB2">
        <w:tc>
          <w:tcPr>
            <w:tcW w:w="6436" w:type="dxa"/>
            <w:vAlign w:val="bottom"/>
          </w:tcPr>
          <w:p w:rsidR="002F5E83" w:rsidRDefault="002F5E8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2F5E83" w:rsidRDefault="002F5E8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644" w:type="dxa"/>
            <w:vAlign w:val="bottom"/>
          </w:tcPr>
          <w:p w:rsidR="002F5E83" w:rsidRDefault="002F5E83" w:rsidP="008F6788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2F5E83" w:rsidRDefault="002F5E83">
      <w:bookmarkStart w:id="0" w:name="_GoBack"/>
      <w:bookmarkEnd w:id="0"/>
    </w:p>
    <w:sectPr w:rsidR="002F5E83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0763"/>
    <w:rsid w:val="001410FB"/>
    <w:rsid w:val="001440AB"/>
    <w:rsid w:val="00153D40"/>
    <w:rsid w:val="001566B1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4DAC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2F5E83"/>
    <w:rsid w:val="003001C4"/>
    <w:rsid w:val="0030337C"/>
    <w:rsid w:val="00304F04"/>
    <w:rsid w:val="00305253"/>
    <w:rsid w:val="0030710E"/>
    <w:rsid w:val="0031165F"/>
    <w:rsid w:val="0031653D"/>
    <w:rsid w:val="00320C29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65E1B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307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2761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2746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07ED6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9C7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EFC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121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D4976"/>
    <w:rsid w:val="008E1073"/>
    <w:rsid w:val="008E1927"/>
    <w:rsid w:val="008E7B3B"/>
    <w:rsid w:val="008E7C56"/>
    <w:rsid w:val="008F14B4"/>
    <w:rsid w:val="008F3E2F"/>
    <w:rsid w:val="008F4698"/>
    <w:rsid w:val="008F678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2DC3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477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76C0D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4704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0FB2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1660"/>
    <w:rsid w:val="00DA2026"/>
    <w:rsid w:val="00DA4149"/>
    <w:rsid w:val="00DA7214"/>
    <w:rsid w:val="00DB3581"/>
    <w:rsid w:val="00DB4DEB"/>
    <w:rsid w:val="00DB794E"/>
    <w:rsid w:val="00DC100D"/>
    <w:rsid w:val="00DC5557"/>
    <w:rsid w:val="00DC68F4"/>
    <w:rsid w:val="00DC7A4A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18B0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94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2</Pages>
  <Words>466</Words>
  <Characters>2661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2017-11-13T15:40:00Z</cp:lastPrinted>
  <dcterms:created xsi:type="dcterms:W3CDTF">2018-11-08T12:42:00Z</dcterms:created>
  <dcterms:modified xsi:type="dcterms:W3CDTF">2021-11-07T11:35:00Z</dcterms:modified>
</cp:coreProperties>
</file>