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60" w:rsidRPr="00612CED" w:rsidRDefault="008F2560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8F2560" w:rsidRPr="00612CED" w:rsidRDefault="008F2560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F2560" w:rsidRPr="00612CED" w:rsidRDefault="008F2560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8F2560" w:rsidRPr="00612CED" w:rsidRDefault="008F2560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>16 мая 2022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146</w:t>
      </w:r>
    </w:p>
    <w:p w:rsidR="008F2560" w:rsidRPr="00612CED" w:rsidRDefault="008F2560" w:rsidP="009F0947">
      <w:pPr>
        <w:pStyle w:val="Header"/>
        <w:tabs>
          <w:tab w:val="left" w:pos="4800"/>
        </w:tabs>
        <w:ind w:left="4800"/>
      </w:pPr>
    </w:p>
    <w:p w:rsidR="008F2560" w:rsidRPr="00612CED" w:rsidRDefault="008F2560" w:rsidP="009F0947">
      <w:pPr>
        <w:pStyle w:val="Header"/>
        <w:tabs>
          <w:tab w:val="left" w:pos="4800"/>
        </w:tabs>
        <w:ind w:left="4800"/>
      </w:pPr>
    </w:p>
    <w:p w:rsidR="008F2560" w:rsidRPr="00612CED" w:rsidRDefault="008F2560" w:rsidP="009F0947">
      <w:pPr>
        <w:pStyle w:val="Header"/>
        <w:tabs>
          <w:tab w:val="left" w:pos="4800"/>
        </w:tabs>
        <w:ind w:left="4800"/>
      </w:pPr>
    </w:p>
    <w:p w:rsidR="008F2560" w:rsidRDefault="008F2560"/>
    <w:tbl>
      <w:tblPr>
        <w:tblW w:w="13179" w:type="dxa"/>
        <w:tblInd w:w="-106" w:type="dxa"/>
        <w:tblLook w:val="0000"/>
      </w:tblPr>
      <w:tblGrid>
        <w:gridCol w:w="13179"/>
      </w:tblGrid>
      <w:tr w:rsidR="008F2560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8F2560" w:rsidRPr="009824A1" w:rsidRDefault="008F2560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8F2560" w:rsidRPr="00506C4A" w:rsidRDefault="008F2560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8F2560" w:rsidRPr="009824A1" w:rsidTr="00840A41">
        <w:tc>
          <w:tcPr>
            <w:tcW w:w="3234" w:type="dxa"/>
            <w:vAlign w:val="center"/>
          </w:tcPr>
          <w:p w:rsidR="008F2560" w:rsidRPr="009824A1" w:rsidRDefault="008F2560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8F2560" w:rsidRPr="009824A1" w:rsidRDefault="008F2560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8F2560" w:rsidRPr="009824A1" w:rsidRDefault="008F2560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8F2560" w:rsidRPr="008F6788" w:rsidRDefault="008F2560" w:rsidP="002A1095">
            <w:pPr>
              <w:rPr>
                <w:b/>
                <w:bCs/>
                <w:sz w:val="28"/>
                <w:szCs w:val="28"/>
              </w:rPr>
            </w:pPr>
            <w:r w:rsidRPr="008F6788">
              <w:rPr>
                <w:b/>
                <w:bCs/>
                <w:sz w:val="28"/>
                <w:szCs w:val="28"/>
              </w:rPr>
              <w:t>4 149 700,0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8F2560" w:rsidRPr="008F6788" w:rsidRDefault="008F2560" w:rsidP="00840A41">
            <w:pPr>
              <w:rPr>
                <w:sz w:val="28"/>
                <w:szCs w:val="28"/>
              </w:rPr>
            </w:pPr>
            <w:r w:rsidRPr="008F6788">
              <w:rPr>
                <w:sz w:val="28"/>
                <w:szCs w:val="28"/>
              </w:rPr>
              <w:t>312 000,0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8F2560" w:rsidRPr="009824A1" w:rsidRDefault="008F2560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140 000,0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8F2560" w:rsidRPr="009824A1" w:rsidTr="008E7B3B">
        <w:trPr>
          <w:trHeight w:val="1452"/>
        </w:trPr>
        <w:tc>
          <w:tcPr>
            <w:tcW w:w="3234" w:type="dxa"/>
          </w:tcPr>
          <w:p w:rsidR="008F2560" w:rsidRPr="009824A1" w:rsidRDefault="008F2560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8F2560" w:rsidRDefault="008F2560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325 000,0</w:t>
            </w:r>
          </w:p>
        </w:tc>
      </w:tr>
      <w:tr w:rsidR="008F2560" w:rsidRPr="009824A1" w:rsidTr="00840A41">
        <w:trPr>
          <w:trHeight w:val="480"/>
        </w:trPr>
        <w:tc>
          <w:tcPr>
            <w:tcW w:w="3234" w:type="dxa"/>
          </w:tcPr>
          <w:p w:rsidR="008F2560" w:rsidRPr="008E7B3B" w:rsidRDefault="008F2560" w:rsidP="00265A1E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040200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 </w:t>
            </w:r>
            <w:r w:rsidRPr="008E7B3B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110</w:t>
            </w:r>
          </w:p>
        </w:tc>
        <w:tc>
          <w:tcPr>
            <w:tcW w:w="4961" w:type="dxa"/>
          </w:tcPr>
          <w:p w:rsidR="008F2560" w:rsidRPr="008E7B3B" w:rsidRDefault="008F2560" w:rsidP="00840A41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8F2560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53 600,0</w:t>
            </w: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8F2560" w:rsidRPr="009824A1" w:rsidRDefault="008F2560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5 109 150,0</w:t>
            </w:r>
          </w:p>
        </w:tc>
      </w:tr>
      <w:tr w:rsidR="008F2560" w:rsidRPr="009824A1" w:rsidTr="00FC6BEC">
        <w:trPr>
          <w:trHeight w:val="636"/>
        </w:trPr>
        <w:tc>
          <w:tcPr>
            <w:tcW w:w="3234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8F2560" w:rsidRPr="009824A1" w:rsidRDefault="008F2560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4 575 400,0</w:t>
            </w:r>
          </w:p>
        </w:tc>
      </w:tr>
      <w:tr w:rsidR="008F2560" w:rsidRPr="009824A1" w:rsidTr="00C31477">
        <w:trPr>
          <w:trHeight w:val="396"/>
        </w:trPr>
        <w:tc>
          <w:tcPr>
            <w:tcW w:w="3234" w:type="dxa"/>
          </w:tcPr>
          <w:p w:rsidR="008F2560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8F2560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842" w:type="dxa"/>
          </w:tcPr>
          <w:p w:rsidR="008F2560" w:rsidRDefault="008F2560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413 200,0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8F2560" w:rsidRPr="009824A1" w:rsidRDefault="008F2560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102 300,0</w:t>
            </w:r>
          </w:p>
        </w:tc>
      </w:tr>
      <w:tr w:rsidR="008F2560" w:rsidRPr="009824A1" w:rsidTr="00840A41"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8F2560" w:rsidRDefault="008F2560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18 250,0</w:t>
            </w:r>
          </w:p>
        </w:tc>
      </w:tr>
      <w:tr w:rsidR="008F2560" w:rsidRPr="009824A1" w:rsidTr="00840A41">
        <w:trPr>
          <w:trHeight w:val="248"/>
        </w:trPr>
        <w:tc>
          <w:tcPr>
            <w:tcW w:w="3234" w:type="dxa"/>
          </w:tcPr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8F2560" w:rsidRPr="009824A1" w:rsidRDefault="008F2560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8F2560" w:rsidRPr="0064467E" w:rsidRDefault="008F2560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9 258 850,0</w:t>
            </w:r>
          </w:p>
        </w:tc>
      </w:tr>
      <w:tr w:rsidR="008F2560" w:rsidRPr="009824A1" w:rsidTr="00840A41">
        <w:trPr>
          <w:trHeight w:val="248"/>
        </w:trPr>
        <w:tc>
          <w:tcPr>
            <w:tcW w:w="10037" w:type="dxa"/>
            <w:gridSpan w:val="3"/>
          </w:tcPr>
          <w:p w:rsidR="008F2560" w:rsidRDefault="008F2560" w:rsidP="00840A41">
            <w:pPr>
              <w:rPr>
                <w:sz w:val="28"/>
                <w:szCs w:val="28"/>
              </w:rPr>
            </w:pPr>
          </w:p>
          <w:p w:rsidR="008F2560" w:rsidRPr="009824A1" w:rsidRDefault="008F2560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8F2560" w:rsidRDefault="008F2560"/>
    <w:p w:rsidR="008F2560" w:rsidRDefault="008F2560"/>
    <w:p w:rsidR="008F2560" w:rsidRDefault="008F2560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8F2560" w:rsidTr="00D70FB2">
        <w:tc>
          <w:tcPr>
            <w:tcW w:w="6436" w:type="dxa"/>
            <w:vAlign w:val="bottom"/>
          </w:tcPr>
          <w:p w:rsidR="008F2560" w:rsidRDefault="008F256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F2560" w:rsidRDefault="008F256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8F2560" w:rsidRDefault="008F2560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F2560" w:rsidRDefault="008F2560">
      <w:bookmarkStart w:id="0" w:name="_GoBack"/>
      <w:bookmarkEnd w:id="0"/>
    </w:p>
    <w:sectPr w:rsidR="008F2560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2D60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2D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372EC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1D9A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22B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7B3B"/>
    <w:rsid w:val="008E7C56"/>
    <w:rsid w:val="008F14B4"/>
    <w:rsid w:val="008F2560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5D14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1A3D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351D"/>
    <w:rsid w:val="00DF765F"/>
    <w:rsid w:val="00DF799F"/>
    <w:rsid w:val="00E03D7E"/>
    <w:rsid w:val="00E06CE8"/>
    <w:rsid w:val="00E07FCE"/>
    <w:rsid w:val="00E1129A"/>
    <w:rsid w:val="00E132F7"/>
    <w:rsid w:val="00E13B4D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1734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BEC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9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465</Words>
  <Characters>2651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2017-11-13T15:40:00Z</cp:lastPrinted>
  <dcterms:created xsi:type="dcterms:W3CDTF">2018-11-08T12:42:00Z</dcterms:created>
  <dcterms:modified xsi:type="dcterms:W3CDTF">2022-05-23T13:30:00Z</dcterms:modified>
</cp:coreProperties>
</file>