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3F1" w:rsidRPr="00612CED" w:rsidRDefault="00D213F1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2</w:t>
      </w:r>
    </w:p>
    <w:p w:rsidR="00D213F1" w:rsidRPr="00612CED" w:rsidRDefault="00D213F1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D213F1" w:rsidRPr="00612CED" w:rsidRDefault="00D213F1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D213F1" w:rsidRPr="00612CED" w:rsidRDefault="00D213F1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______________________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</w:t>
      </w:r>
    </w:p>
    <w:p w:rsidR="00D213F1" w:rsidRPr="00612CED" w:rsidRDefault="00D213F1" w:rsidP="006E7B87">
      <w:pPr>
        <w:pStyle w:val="Header"/>
        <w:tabs>
          <w:tab w:val="left" w:pos="4800"/>
        </w:tabs>
        <w:ind w:left="4800"/>
      </w:pPr>
    </w:p>
    <w:p w:rsidR="00D213F1" w:rsidRDefault="00D213F1" w:rsidP="006E7B87">
      <w:pPr>
        <w:jc w:val="center"/>
        <w:rPr>
          <w:b/>
          <w:bCs/>
          <w:sz w:val="28"/>
          <w:szCs w:val="28"/>
        </w:rPr>
      </w:pPr>
    </w:p>
    <w:p w:rsidR="00D213F1" w:rsidRDefault="00D213F1" w:rsidP="006E7B87">
      <w:pPr>
        <w:jc w:val="center"/>
        <w:rPr>
          <w:b/>
          <w:bCs/>
          <w:sz w:val="28"/>
          <w:szCs w:val="28"/>
        </w:rPr>
      </w:pPr>
    </w:p>
    <w:p w:rsidR="00D213F1" w:rsidRDefault="00D213F1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>Безвозмездные поступления из бюджета</w:t>
      </w:r>
      <w:r>
        <w:rPr>
          <w:b/>
          <w:bCs/>
          <w:sz w:val="28"/>
          <w:szCs w:val="28"/>
        </w:rPr>
        <w:t xml:space="preserve"> Краснодарского края</w:t>
      </w:r>
      <w:r w:rsidRPr="00AC5785">
        <w:rPr>
          <w:b/>
          <w:bCs/>
          <w:sz w:val="28"/>
          <w:szCs w:val="28"/>
        </w:rPr>
        <w:t xml:space="preserve"> и бюджета </w:t>
      </w:r>
    </w:p>
    <w:p w:rsidR="00D213F1" w:rsidRPr="00AC5785" w:rsidRDefault="00D213F1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D213F1" w:rsidRDefault="00D213F1" w:rsidP="006E7B87">
      <w:pPr>
        <w:jc w:val="center"/>
      </w:pPr>
      <w:r>
        <w:rPr>
          <w:b/>
          <w:bCs/>
          <w:sz w:val="28"/>
          <w:szCs w:val="28"/>
        </w:rPr>
        <w:t>в 2025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D213F1" w:rsidRPr="008D5C15" w:rsidTr="009E7458">
        <w:trPr>
          <w:trHeight w:val="267"/>
        </w:trPr>
        <w:tc>
          <w:tcPr>
            <w:tcW w:w="3085" w:type="dxa"/>
          </w:tcPr>
          <w:p w:rsidR="00D213F1" w:rsidRPr="008D5C15" w:rsidRDefault="00D213F1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D213F1" w:rsidRPr="008D5C15" w:rsidRDefault="00D213F1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D213F1" w:rsidRPr="008D5C15" w:rsidRDefault="00D213F1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D213F1" w:rsidRPr="008D5C15" w:rsidTr="009E7458">
        <w:trPr>
          <w:trHeight w:val="267"/>
        </w:trPr>
        <w:tc>
          <w:tcPr>
            <w:tcW w:w="3085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D213F1" w:rsidRPr="008D5C15" w:rsidRDefault="00D213F1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8 328 150,0</w:t>
            </w:r>
          </w:p>
        </w:tc>
      </w:tr>
      <w:tr w:rsidR="00D213F1" w:rsidRPr="008D5C15" w:rsidTr="009E7458">
        <w:trPr>
          <w:trHeight w:val="1095"/>
        </w:trPr>
        <w:tc>
          <w:tcPr>
            <w:tcW w:w="3085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D213F1" w:rsidRPr="008D5C15" w:rsidRDefault="00D213F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1 757 100,0</w:t>
            </w:r>
          </w:p>
        </w:tc>
      </w:tr>
      <w:tr w:rsidR="00D213F1" w:rsidRPr="008D5C15" w:rsidTr="004E1188">
        <w:trPr>
          <w:trHeight w:val="1176"/>
        </w:trPr>
        <w:tc>
          <w:tcPr>
            <w:tcW w:w="3085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D213F1" w:rsidRPr="008D5C15" w:rsidRDefault="00D213F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3 356 200,0</w:t>
            </w:r>
          </w:p>
        </w:tc>
      </w:tr>
      <w:tr w:rsidR="00D213F1" w:rsidRPr="008D5C15" w:rsidTr="009E7458">
        <w:trPr>
          <w:trHeight w:val="420"/>
        </w:trPr>
        <w:tc>
          <w:tcPr>
            <w:tcW w:w="3085" w:type="dxa"/>
          </w:tcPr>
          <w:p w:rsidR="00D213F1" w:rsidRDefault="00D213F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2 02 20077 10 0000 150</w:t>
            </w:r>
          </w:p>
        </w:tc>
        <w:tc>
          <w:tcPr>
            <w:tcW w:w="5210" w:type="dxa"/>
          </w:tcPr>
          <w:p w:rsidR="00D213F1" w:rsidRPr="008D5C15" w:rsidRDefault="00D213F1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546" w:type="dxa"/>
          </w:tcPr>
          <w:p w:rsidR="00D213F1" w:rsidRDefault="00D213F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3 000 000,0</w:t>
            </w:r>
          </w:p>
        </w:tc>
      </w:tr>
      <w:tr w:rsidR="00D213F1" w:rsidRPr="008D5C15" w:rsidTr="00613129">
        <w:trPr>
          <w:trHeight w:val="1271"/>
        </w:trPr>
        <w:tc>
          <w:tcPr>
            <w:tcW w:w="3085" w:type="dxa"/>
          </w:tcPr>
          <w:p w:rsidR="00D213F1" w:rsidRPr="008D5C15" w:rsidRDefault="00D213F1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</w:t>
            </w:r>
            <w:r>
              <w:rPr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546" w:type="dxa"/>
          </w:tcPr>
          <w:p w:rsidR="00D213F1" w:rsidRPr="00AA26C0" w:rsidRDefault="00D213F1" w:rsidP="00E84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167 600,0</w:t>
            </w:r>
          </w:p>
        </w:tc>
      </w:tr>
      <w:tr w:rsidR="00D213F1" w:rsidRPr="008D5C15" w:rsidTr="009E7458">
        <w:trPr>
          <w:trHeight w:val="533"/>
        </w:trPr>
        <w:tc>
          <w:tcPr>
            <w:tcW w:w="3085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D213F1" w:rsidRPr="008D5C15" w:rsidRDefault="00D213F1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D213F1" w:rsidRPr="00AA26C0" w:rsidRDefault="00D213F1" w:rsidP="009E7458">
            <w:pPr>
              <w:rPr>
                <w:sz w:val="28"/>
                <w:szCs w:val="28"/>
              </w:rPr>
            </w:pPr>
            <w:r w:rsidRPr="00AA26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AA26C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Pr="00AA26C0">
              <w:rPr>
                <w:sz w:val="28"/>
                <w:szCs w:val="28"/>
              </w:rPr>
              <w:t>00,0</w:t>
            </w:r>
          </w:p>
        </w:tc>
      </w:tr>
      <w:tr w:rsidR="00D213F1" w:rsidRPr="008D5C15" w:rsidTr="009E7458">
        <w:trPr>
          <w:trHeight w:val="533"/>
        </w:trPr>
        <w:tc>
          <w:tcPr>
            <w:tcW w:w="3085" w:type="dxa"/>
          </w:tcPr>
          <w:p w:rsidR="00D213F1" w:rsidRPr="009824A1" w:rsidRDefault="00D213F1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D213F1" w:rsidRPr="009824A1" w:rsidRDefault="00D213F1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D213F1" w:rsidRDefault="00D213F1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17 250,0</w:t>
            </w:r>
          </w:p>
        </w:tc>
      </w:tr>
    </w:tbl>
    <w:p w:rsidR="00D213F1" w:rsidRDefault="00D213F1"/>
    <w:p w:rsidR="00D213F1" w:rsidRDefault="00D213F1"/>
    <w:p w:rsidR="00D213F1" w:rsidRDefault="00D213F1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D213F1" w:rsidTr="007F1A31">
        <w:tc>
          <w:tcPr>
            <w:tcW w:w="6436" w:type="dxa"/>
            <w:vAlign w:val="bottom"/>
          </w:tcPr>
          <w:p w:rsidR="00D213F1" w:rsidRDefault="00D213F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D213F1" w:rsidRDefault="00D213F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D213F1" w:rsidRDefault="00D213F1" w:rsidP="00AA26C0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D213F1" w:rsidRDefault="00D213F1">
      <w:bookmarkStart w:id="0" w:name="_GoBack"/>
      <w:bookmarkEnd w:id="0"/>
    </w:p>
    <w:sectPr w:rsidR="00D213F1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055B0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82ADD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2F36B3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0940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0C0D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5C48"/>
    <w:rsid w:val="005767FA"/>
    <w:rsid w:val="00576B97"/>
    <w:rsid w:val="0057787A"/>
    <w:rsid w:val="005807B9"/>
    <w:rsid w:val="00583D01"/>
    <w:rsid w:val="005846CA"/>
    <w:rsid w:val="005914AA"/>
    <w:rsid w:val="0059228D"/>
    <w:rsid w:val="005932D1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433C"/>
    <w:rsid w:val="00666433"/>
    <w:rsid w:val="00673C2D"/>
    <w:rsid w:val="00677C6C"/>
    <w:rsid w:val="00682438"/>
    <w:rsid w:val="006905B5"/>
    <w:rsid w:val="0069200C"/>
    <w:rsid w:val="006977CA"/>
    <w:rsid w:val="006A42B0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4F89"/>
    <w:rsid w:val="006D5EC4"/>
    <w:rsid w:val="006D7ADD"/>
    <w:rsid w:val="006E083E"/>
    <w:rsid w:val="006E55BF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54F9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6B68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7C4"/>
    <w:rsid w:val="009A691B"/>
    <w:rsid w:val="009B03D4"/>
    <w:rsid w:val="009B24D5"/>
    <w:rsid w:val="009B2C2F"/>
    <w:rsid w:val="009B66F3"/>
    <w:rsid w:val="009B701B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26C0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047F"/>
    <w:rsid w:val="00B03ED1"/>
    <w:rsid w:val="00B04BA6"/>
    <w:rsid w:val="00B06AEA"/>
    <w:rsid w:val="00B06C06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2B1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923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4DF9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41B"/>
    <w:rsid w:val="00C93773"/>
    <w:rsid w:val="00C97E03"/>
    <w:rsid w:val="00CA3138"/>
    <w:rsid w:val="00CA3BEE"/>
    <w:rsid w:val="00CA5A41"/>
    <w:rsid w:val="00CB05D7"/>
    <w:rsid w:val="00CB0D54"/>
    <w:rsid w:val="00CB6C3F"/>
    <w:rsid w:val="00CC0263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3F1"/>
    <w:rsid w:val="00D214D6"/>
    <w:rsid w:val="00D23EA0"/>
    <w:rsid w:val="00D34449"/>
    <w:rsid w:val="00D416F7"/>
    <w:rsid w:val="00D4361E"/>
    <w:rsid w:val="00D45AE2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A7279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08F9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3142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86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235</Words>
  <Characters>1342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2023-11-07T10:29:00Z</cp:lastPrinted>
  <dcterms:created xsi:type="dcterms:W3CDTF">2018-11-08T12:40:00Z</dcterms:created>
  <dcterms:modified xsi:type="dcterms:W3CDTF">2024-12-04T12:50:00Z</dcterms:modified>
</cp:coreProperties>
</file>