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BA" w:rsidRPr="00612CED" w:rsidRDefault="00D77ABA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D77ABA" w:rsidRPr="00612CED" w:rsidRDefault="00D77ABA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77ABA" w:rsidRPr="00612CED" w:rsidRDefault="00D77ABA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77ABA" w:rsidRPr="00612CED" w:rsidRDefault="00D77ABA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29 августа 2024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247</w:t>
      </w:r>
    </w:p>
    <w:p w:rsidR="00D77ABA" w:rsidRPr="00612CED" w:rsidRDefault="00D77ABA" w:rsidP="009F0947">
      <w:pPr>
        <w:pStyle w:val="Header"/>
        <w:tabs>
          <w:tab w:val="left" w:pos="4800"/>
        </w:tabs>
        <w:ind w:left="4800"/>
      </w:pPr>
    </w:p>
    <w:p w:rsidR="00D77ABA" w:rsidRPr="00612CED" w:rsidRDefault="00D77ABA" w:rsidP="009F0947">
      <w:pPr>
        <w:pStyle w:val="Header"/>
        <w:tabs>
          <w:tab w:val="left" w:pos="4800"/>
        </w:tabs>
        <w:ind w:left="4800"/>
      </w:pPr>
    </w:p>
    <w:p w:rsidR="00D77ABA" w:rsidRPr="00612CED" w:rsidRDefault="00D77ABA" w:rsidP="009F0947">
      <w:pPr>
        <w:pStyle w:val="Header"/>
        <w:tabs>
          <w:tab w:val="left" w:pos="4800"/>
        </w:tabs>
        <w:ind w:left="4800"/>
      </w:pPr>
    </w:p>
    <w:p w:rsidR="00D77ABA" w:rsidRDefault="00D77ABA"/>
    <w:tbl>
      <w:tblPr>
        <w:tblW w:w="13179" w:type="dxa"/>
        <w:tblInd w:w="-106" w:type="dxa"/>
        <w:tblLook w:val="0000"/>
      </w:tblPr>
      <w:tblGrid>
        <w:gridCol w:w="13179"/>
      </w:tblGrid>
      <w:tr w:rsidR="00D77ABA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D77ABA" w:rsidRPr="009824A1" w:rsidRDefault="00D77ABA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D77ABA" w:rsidRPr="00506C4A" w:rsidRDefault="00D77ABA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D77ABA" w:rsidRPr="009824A1" w:rsidTr="00840A41">
        <w:tc>
          <w:tcPr>
            <w:tcW w:w="3234" w:type="dxa"/>
            <w:vAlign w:val="center"/>
          </w:tcPr>
          <w:p w:rsidR="00D77ABA" w:rsidRPr="009824A1" w:rsidRDefault="00D77ABA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D77ABA" w:rsidRPr="009824A1" w:rsidRDefault="00D77ABA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D77ABA" w:rsidRPr="009824A1" w:rsidRDefault="00D77ABA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D77ABA" w:rsidRPr="008F6788" w:rsidRDefault="00D77ABA" w:rsidP="002A10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4 931 900,0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D77ABA" w:rsidRPr="008F6788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330 000,0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D77ABA" w:rsidRPr="009824A1" w:rsidRDefault="00D77ABA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3 002 600,0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133 300,0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148 000,0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415 000,0</w:t>
            </w:r>
          </w:p>
        </w:tc>
      </w:tr>
      <w:tr w:rsidR="00D77ABA" w:rsidRPr="009824A1" w:rsidTr="008E7B3B">
        <w:trPr>
          <w:trHeight w:val="1452"/>
        </w:trPr>
        <w:tc>
          <w:tcPr>
            <w:tcW w:w="3234" w:type="dxa"/>
          </w:tcPr>
          <w:p w:rsidR="00D77ABA" w:rsidRPr="009824A1" w:rsidRDefault="00D77ABA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77ABA" w:rsidRDefault="00D77ABA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591 000,0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D77ABA" w:rsidRPr="009824A1" w:rsidRDefault="00D77ABA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112 468 250,0</w:t>
            </w:r>
          </w:p>
        </w:tc>
      </w:tr>
      <w:tr w:rsidR="00D77ABA" w:rsidRPr="009824A1" w:rsidTr="00C31477">
        <w:trPr>
          <w:trHeight w:val="1044"/>
        </w:trPr>
        <w:tc>
          <w:tcPr>
            <w:tcW w:w="3234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D77ABA" w:rsidRPr="009824A1" w:rsidRDefault="00D77ABA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5 109 100,0</w:t>
            </w:r>
          </w:p>
        </w:tc>
      </w:tr>
      <w:tr w:rsidR="00D77ABA" w:rsidRPr="009824A1" w:rsidTr="00840A41">
        <w:trPr>
          <w:trHeight w:val="396"/>
        </w:trPr>
        <w:tc>
          <w:tcPr>
            <w:tcW w:w="3234" w:type="dxa"/>
          </w:tcPr>
          <w:p w:rsidR="00D77ABA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D77ABA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D77ABA" w:rsidRDefault="00D77ABA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102 626 600,0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D77ABA" w:rsidRPr="009824A1" w:rsidRDefault="00D77ABA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145 600,0</w:t>
            </w:r>
          </w:p>
        </w:tc>
      </w:tr>
      <w:tr w:rsidR="00D77ABA" w:rsidRPr="009824A1" w:rsidTr="00840A41"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D77ABA" w:rsidRDefault="00D77ABA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4 586 950,0</w:t>
            </w:r>
          </w:p>
        </w:tc>
      </w:tr>
      <w:tr w:rsidR="00D77ABA" w:rsidRPr="009824A1" w:rsidTr="00840A41">
        <w:trPr>
          <w:trHeight w:val="248"/>
        </w:trPr>
        <w:tc>
          <w:tcPr>
            <w:tcW w:w="3234" w:type="dxa"/>
          </w:tcPr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D77ABA" w:rsidRPr="009824A1" w:rsidRDefault="00D77ABA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D77ABA" w:rsidRPr="0064467E" w:rsidRDefault="00D77ABA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117 400 150,0</w:t>
            </w:r>
          </w:p>
        </w:tc>
      </w:tr>
      <w:tr w:rsidR="00D77ABA" w:rsidRPr="009824A1" w:rsidTr="00840A41">
        <w:trPr>
          <w:trHeight w:val="248"/>
        </w:trPr>
        <w:tc>
          <w:tcPr>
            <w:tcW w:w="10037" w:type="dxa"/>
            <w:gridSpan w:val="3"/>
          </w:tcPr>
          <w:p w:rsidR="00D77ABA" w:rsidRDefault="00D77ABA" w:rsidP="00840A41">
            <w:pPr>
              <w:rPr>
                <w:sz w:val="28"/>
                <w:szCs w:val="28"/>
              </w:rPr>
            </w:pPr>
          </w:p>
          <w:p w:rsidR="00D77ABA" w:rsidRPr="009824A1" w:rsidRDefault="00D77ABA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D77ABA" w:rsidRDefault="00D77ABA"/>
    <w:p w:rsidR="00D77ABA" w:rsidRDefault="00D77ABA"/>
    <w:p w:rsidR="00D77ABA" w:rsidRDefault="00D77ABA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D77ABA" w:rsidTr="00D70FB2">
        <w:tc>
          <w:tcPr>
            <w:tcW w:w="6436" w:type="dxa"/>
            <w:vAlign w:val="bottom"/>
          </w:tcPr>
          <w:p w:rsidR="00D77ABA" w:rsidRDefault="00D77AB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77ABA" w:rsidRDefault="00D77AB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D77ABA" w:rsidRDefault="00D77ABA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77ABA" w:rsidRDefault="00D77ABA">
      <w:bookmarkStart w:id="0" w:name="_GoBack"/>
      <w:bookmarkEnd w:id="0"/>
    </w:p>
    <w:sectPr w:rsidR="00D77ABA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94E"/>
    <w:rsid w:val="00192E63"/>
    <w:rsid w:val="00193F5C"/>
    <w:rsid w:val="001943FD"/>
    <w:rsid w:val="00194DAC"/>
    <w:rsid w:val="0019527C"/>
    <w:rsid w:val="00196AD1"/>
    <w:rsid w:val="001A5AD9"/>
    <w:rsid w:val="001B0DBB"/>
    <w:rsid w:val="001B432C"/>
    <w:rsid w:val="001B4C3C"/>
    <w:rsid w:val="001B7601"/>
    <w:rsid w:val="001C02F3"/>
    <w:rsid w:val="001C222E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16987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1C00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6FC1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5122"/>
    <w:rsid w:val="003B7962"/>
    <w:rsid w:val="003C0DD2"/>
    <w:rsid w:val="003C5566"/>
    <w:rsid w:val="003C6484"/>
    <w:rsid w:val="003C7372"/>
    <w:rsid w:val="003C7719"/>
    <w:rsid w:val="003D65C5"/>
    <w:rsid w:val="003D6745"/>
    <w:rsid w:val="003E0D4F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3928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47D38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E4B"/>
    <w:rsid w:val="00777475"/>
    <w:rsid w:val="00782515"/>
    <w:rsid w:val="00784003"/>
    <w:rsid w:val="007845E4"/>
    <w:rsid w:val="00787FDE"/>
    <w:rsid w:val="00793475"/>
    <w:rsid w:val="00794495"/>
    <w:rsid w:val="007968F7"/>
    <w:rsid w:val="007A36A9"/>
    <w:rsid w:val="007A5B54"/>
    <w:rsid w:val="007A6751"/>
    <w:rsid w:val="007B0D19"/>
    <w:rsid w:val="007B0D7C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4D49"/>
    <w:rsid w:val="00836F4E"/>
    <w:rsid w:val="00840A41"/>
    <w:rsid w:val="00841B11"/>
    <w:rsid w:val="00844B0F"/>
    <w:rsid w:val="0085008D"/>
    <w:rsid w:val="008504C7"/>
    <w:rsid w:val="008548ED"/>
    <w:rsid w:val="008563C2"/>
    <w:rsid w:val="008637E4"/>
    <w:rsid w:val="00863D06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C7A92"/>
    <w:rsid w:val="008D4976"/>
    <w:rsid w:val="008E1073"/>
    <w:rsid w:val="008E1927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25C2"/>
    <w:rsid w:val="00924816"/>
    <w:rsid w:val="00930F43"/>
    <w:rsid w:val="0093360E"/>
    <w:rsid w:val="00933A47"/>
    <w:rsid w:val="00935CED"/>
    <w:rsid w:val="009406C8"/>
    <w:rsid w:val="00952F5E"/>
    <w:rsid w:val="009531C8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06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9F637D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1F32"/>
    <w:rsid w:val="00A42FCF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17980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0D6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23508"/>
    <w:rsid w:val="00D34449"/>
    <w:rsid w:val="00D416F7"/>
    <w:rsid w:val="00D4361E"/>
    <w:rsid w:val="00D440A2"/>
    <w:rsid w:val="00D5671B"/>
    <w:rsid w:val="00D62C7E"/>
    <w:rsid w:val="00D64D43"/>
    <w:rsid w:val="00D64DF0"/>
    <w:rsid w:val="00D66EF7"/>
    <w:rsid w:val="00D70FB2"/>
    <w:rsid w:val="00D73B71"/>
    <w:rsid w:val="00D74A49"/>
    <w:rsid w:val="00D77ABA"/>
    <w:rsid w:val="00D820F6"/>
    <w:rsid w:val="00D84489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25AF"/>
    <w:rsid w:val="00E24391"/>
    <w:rsid w:val="00E24557"/>
    <w:rsid w:val="00E26A92"/>
    <w:rsid w:val="00E270B1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16E4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0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428</Words>
  <Characters>2443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2023-11-07T10:28:00Z</cp:lastPrinted>
  <dcterms:created xsi:type="dcterms:W3CDTF">2018-11-08T12:42:00Z</dcterms:created>
  <dcterms:modified xsi:type="dcterms:W3CDTF">2024-09-24T08:47:00Z</dcterms:modified>
</cp:coreProperties>
</file>