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6FE" w:rsidRPr="002E086A" w:rsidRDefault="004B56FE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МАЯКСКОГО СЕЛЬСКОГО ПОСЕЛЕНИЯ </w:t>
      </w:r>
    </w:p>
    <w:p w:rsidR="004B56FE" w:rsidRDefault="004B56FE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4B56FE" w:rsidRDefault="004B56FE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B56FE" w:rsidRDefault="004B56FE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ДВЕНАДЦАТАЯ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4B56FE" w:rsidRPr="002E086A" w:rsidRDefault="004B56FE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4B56FE" w:rsidRDefault="004B56FE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56FE" w:rsidRPr="002E086A" w:rsidRDefault="004B56FE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B56FE" w:rsidRPr="001B3516" w:rsidRDefault="004B56FE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06 мая 2025 года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№ 33</w:t>
      </w:r>
    </w:p>
    <w:p w:rsidR="004B56FE" w:rsidRDefault="004B56FE" w:rsidP="00980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п.Маяк</w:t>
      </w:r>
    </w:p>
    <w:p w:rsidR="004B56FE" w:rsidRPr="001B3516" w:rsidRDefault="004B56FE" w:rsidP="00980963">
      <w:pPr>
        <w:jc w:val="center"/>
        <w:rPr>
          <w:rFonts w:ascii="Times New Roman" w:hAnsi="Times New Roman"/>
          <w:sz w:val="24"/>
          <w:szCs w:val="24"/>
        </w:rPr>
      </w:pPr>
    </w:p>
    <w:p w:rsidR="004B56FE" w:rsidRDefault="004B56FE" w:rsidP="00710C2B">
      <w:pPr>
        <w:keepNext/>
        <w:spacing w:line="348" w:lineRule="auto"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О внесении изменений в решение  Совета Маякского сельского</w:t>
      </w:r>
    </w:p>
    <w:p w:rsidR="004B56FE" w:rsidRDefault="004B56FE" w:rsidP="00710C2B">
      <w:pPr>
        <w:keepNext/>
        <w:spacing w:line="348" w:lineRule="auto"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поселения Отрадненского района от 02 декабря 2024 года № 15</w:t>
      </w:r>
    </w:p>
    <w:p w:rsidR="004B56FE" w:rsidRDefault="004B56FE" w:rsidP="00710C2B">
      <w:pPr>
        <w:keepNext/>
        <w:spacing w:line="348" w:lineRule="auto"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 xml:space="preserve">«О бюджете Маякского сельского поселения Отрадненского района </w:t>
      </w:r>
    </w:p>
    <w:p w:rsidR="004B56FE" w:rsidRDefault="004B56FE" w:rsidP="00710C2B">
      <w:pPr>
        <w:keepNext/>
        <w:spacing w:line="34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на 2025 год»</w:t>
      </w:r>
    </w:p>
    <w:p w:rsidR="004B56FE" w:rsidRDefault="004B56FE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Бюджетного Кодекса Российской Федерации, Закона Краснодарского края от 04 февраля 2002 года №437-КЗ «О бюджетном процессе в Краснодарском крае», Положением  «О бюджетном процессе в Маякском сельском поселении Отрадненского района», утвержденного решением Совета Маякского сельского поселения Отрадненского района от 24 марта 2022 года № 145.</w:t>
      </w:r>
    </w:p>
    <w:p w:rsidR="004B56FE" w:rsidRDefault="004B56FE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4B56FE" w:rsidRDefault="004B56FE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Маякского сельского поселения Отрадненского района р е ш и 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56FE" w:rsidRDefault="004B56FE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Совета Маякского сельского поселения Отрадненского района от 02 декабря 2024 года № 15 «О бюджете Маякского сельского поселения Отрадненского района на 2025 год» следующие изменения:</w:t>
      </w:r>
    </w:p>
    <w:p w:rsidR="004B56FE" w:rsidRDefault="004B56FE" w:rsidP="00710C2B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 подпункты 1,2,3,4 пункта 1 статьи 1 изложить в новой редакции: </w:t>
      </w:r>
    </w:p>
    <w:p w:rsidR="004B56FE" w:rsidRDefault="004B56FE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82 854 387,03  рублей;</w:t>
      </w:r>
    </w:p>
    <w:p w:rsidR="004B56FE" w:rsidRDefault="004B56FE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85 052 870,13  рублей;</w:t>
      </w:r>
    </w:p>
    <w:p w:rsidR="004B56FE" w:rsidRDefault="004B56FE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2025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190 00,0 рублей;</w:t>
      </w:r>
    </w:p>
    <w:p w:rsidR="004B56FE" w:rsidRDefault="004B56FE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2 008 483,10 рублей.</w:t>
      </w:r>
    </w:p>
    <w:p w:rsidR="004B56FE" w:rsidRDefault="004B56FE" w:rsidP="00710C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 приложение № 1,2,3,4,5,6 к решению Совета Маякского сельского поселения Отрадненского района от 30 ноября 2023 года № 213 «О бюджете Маякского сельского поселения Отрадненского района на 2024 год» изложить в новой редакции согласно приложениям № 1,2,3,4,5,6 к настоящему решению (прилагается).</w:t>
      </w:r>
    </w:p>
    <w:p w:rsidR="004B56FE" w:rsidRDefault="004B56FE" w:rsidP="00710C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2. Настоящее решение вступает в силу со дня его опубликования (обнародования).</w:t>
      </w:r>
    </w:p>
    <w:p w:rsidR="004B56FE" w:rsidRDefault="004B56FE" w:rsidP="00710C2B">
      <w:pPr>
        <w:rPr>
          <w:rFonts w:ascii="Times New Roman" w:hAnsi="Times New Roman"/>
          <w:sz w:val="28"/>
          <w:szCs w:val="28"/>
        </w:rPr>
      </w:pPr>
    </w:p>
    <w:p w:rsidR="004B56FE" w:rsidRDefault="004B56FE" w:rsidP="00710C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Маякского сельского поселения</w:t>
      </w:r>
    </w:p>
    <w:p w:rsidR="004B56FE" w:rsidRDefault="004B56FE" w:rsidP="00710C2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                                                                     А.М. Бардаков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sectPr w:rsidR="004B56FE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963"/>
    <w:rsid w:val="00081EB9"/>
    <w:rsid w:val="000B1B22"/>
    <w:rsid w:val="000F1815"/>
    <w:rsid w:val="0011570A"/>
    <w:rsid w:val="00165CDD"/>
    <w:rsid w:val="001B2547"/>
    <w:rsid w:val="001B3516"/>
    <w:rsid w:val="001C5D18"/>
    <w:rsid w:val="001E2F9F"/>
    <w:rsid w:val="002746D8"/>
    <w:rsid w:val="00293674"/>
    <w:rsid w:val="002A2595"/>
    <w:rsid w:val="002E086A"/>
    <w:rsid w:val="003705CA"/>
    <w:rsid w:val="00374BD8"/>
    <w:rsid w:val="00386B7D"/>
    <w:rsid w:val="00430FDF"/>
    <w:rsid w:val="00494396"/>
    <w:rsid w:val="004A261F"/>
    <w:rsid w:val="004A2E34"/>
    <w:rsid w:val="004B56FE"/>
    <w:rsid w:val="004D029E"/>
    <w:rsid w:val="00555B55"/>
    <w:rsid w:val="00566682"/>
    <w:rsid w:val="005A7A58"/>
    <w:rsid w:val="005F63CF"/>
    <w:rsid w:val="006364E3"/>
    <w:rsid w:val="00666686"/>
    <w:rsid w:val="006A34D9"/>
    <w:rsid w:val="00710C2B"/>
    <w:rsid w:val="00711CB5"/>
    <w:rsid w:val="00747848"/>
    <w:rsid w:val="00785157"/>
    <w:rsid w:val="007B25E3"/>
    <w:rsid w:val="00800552"/>
    <w:rsid w:val="008F6BC1"/>
    <w:rsid w:val="00923464"/>
    <w:rsid w:val="00980963"/>
    <w:rsid w:val="009B3972"/>
    <w:rsid w:val="00A323F8"/>
    <w:rsid w:val="00A32DE9"/>
    <w:rsid w:val="00A47C5C"/>
    <w:rsid w:val="00A732D4"/>
    <w:rsid w:val="00AE47CB"/>
    <w:rsid w:val="00B77A94"/>
    <w:rsid w:val="00B847E8"/>
    <w:rsid w:val="00B93347"/>
    <w:rsid w:val="00C51636"/>
    <w:rsid w:val="00C6601D"/>
    <w:rsid w:val="00D56AA7"/>
    <w:rsid w:val="00D7566B"/>
    <w:rsid w:val="00DC16FE"/>
    <w:rsid w:val="00DC3DCB"/>
    <w:rsid w:val="00EC039E"/>
    <w:rsid w:val="00EC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63"/>
    <w:pPr>
      <w:jc w:val="both"/>
    </w:pPr>
    <w:rPr>
      <w:rFonts w:ascii="Calibri" w:hAnsi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98096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C3DC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Normal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72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2</Pages>
  <Words>329</Words>
  <Characters>1881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2025-05-07T10:44:00Z</cp:lastPrinted>
  <dcterms:created xsi:type="dcterms:W3CDTF">2023-11-03T09:13:00Z</dcterms:created>
  <dcterms:modified xsi:type="dcterms:W3CDTF">2025-05-07T10:44:00Z</dcterms:modified>
</cp:coreProperties>
</file>